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234E6C" w14:textId="47901580" w:rsidR="00635466" w:rsidRPr="00F435D8" w:rsidRDefault="00635466" w:rsidP="00635466">
      <w:pPr>
        <w:pStyle w:val="Titel"/>
        <w:spacing w:before="360"/>
        <w:rPr>
          <w:rFonts w:ascii="Calibri" w:hAnsi="Calibri"/>
          <w:lang w:val="sk-SK"/>
        </w:rPr>
      </w:pPr>
      <w:bookmarkStart w:id="0" w:name="_GoBack"/>
      <w:bookmarkEnd w:id="0"/>
      <w:r w:rsidRPr="00F435D8">
        <w:rPr>
          <w:rFonts w:ascii="Calibri" w:hAnsi="Calibri"/>
          <w:lang w:val="sk-SK"/>
        </w:rPr>
        <w:t>Model</w:t>
      </w:r>
      <w:r w:rsidR="00CC749D" w:rsidRPr="00F435D8">
        <w:rPr>
          <w:rFonts w:ascii="Calibri" w:hAnsi="Calibri"/>
          <w:lang w:val="sk-SK"/>
        </w:rPr>
        <w:t xml:space="preserve"> 1: </w:t>
      </w:r>
      <w:r w:rsidR="004F6E4F" w:rsidRPr="00F435D8">
        <w:rPr>
          <w:rFonts w:ascii="Calibri" w:hAnsi="Calibri"/>
          <w:lang w:val="sk-SK"/>
        </w:rPr>
        <w:t>Agenda peer visit</w:t>
      </w:r>
      <w:r w:rsidRPr="00F435D8">
        <w:rPr>
          <w:rFonts w:ascii="Calibri" w:hAnsi="Calibri"/>
          <w:lang w:val="sk-SK"/>
        </w:rPr>
        <w:t xml:space="preserve"> (</w:t>
      </w:r>
      <w:r w:rsidR="0085163A" w:rsidRPr="00F435D8">
        <w:rPr>
          <w:rFonts w:ascii="Calibri" w:hAnsi="Calibri"/>
          <w:lang w:val="sk-SK"/>
        </w:rPr>
        <w:t xml:space="preserve">2 </w:t>
      </w:r>
      <w:r w:rsidRPr="00F435D8">
        <w:rPr>
          <w:rFonts w:ascii="Calibri" w:hAnsi="Calibri"/>
          <w:lang w:val="sk-SK"/>
        </w:rPr>
        <w:t>tandem</w:t>
      </w:r>
      <w:r w:rsidR="004F6E4F" w:rsidRPr="00F435D8">
        <w:rPr>
          <w:rFonts w:ascii="Calibri" w:hAnsi="Calibri"/>
          <w:lang w:val="sk-SK"/>
        </w:rPr>
        <w:t>y</w:t>
      </w:r>
      <w:r w:rsidRPr="00F435D8">
        <w:rPr>
          <w:rFonts w:ascii="Calibri" w:hAnsi="Calibri"/>
          <w:lang w:val="sk-SK"/>
        </w:rPr>
        <w:t xml:space="preserve"> </w:t>
      </w:r>
      <w:r w:rsidR="004F6E4F" w:rsidRPr="00F435D8">
        <w:rPr>
          <w:rFonts w:ascii="Calibri" w:hAnsi="Calibri"/>
          <w:lang w:val="sk-SK"/>
        </w:rPr>
        <w:t>so</w:t>
      </w:r>
      <w:r w:rsidRPr="00F435D8">
        <w:rPr>
          <w:rFonts w:ascii="Calibri" w:hAnsi="Calibri"/>
          <w:lang w:val="sk-SK"/>
        </w:rPr>
        <w:t xml:space="preserve"> </w:t>
      </w:r>
      <w:r w:rsidRPr="00F435D8">
        <w:rPr>
          <w:rFonts w:ascii="Calibri" w:hAnsi="Calibri"/>
          <w:u w:val="single"/>
          <w:lang w:val="sk-SK"/>
        </w:rPr>
        <w:t>4 peer</w:t>
      </w:r>
      <w:r w:rsidR="004F6E4F" w:rsidRPr="00F435D8">
        <w:rPr>
          <w:rFonts w:ascii="Calibri" w:hAnsi="Calibri"/>
          <w:u w:val="single"/>
          <w:lang w:val="sk-SK"/>
        </w:rPr>
        <w:t>mi</w:t>
      </w:r>
      <w:r w:rsidRPr="00F435D8">
        <w:rPr>
          <w:rFonts w:ascii="Calibri" w:hAnsi="Calibri"/>
          <w:lang w:val="sk-SK"/>
        </w:rPr>
        <w:t>)</w:t>
      </w:r>
    </w:p>
    <w:p w14:paraId="20847F25" w14:textId="6E54AE4C" w:rsidR="00635466" w:rsidRPr="00F435D8" w:rsidRDefault="004F6E4F" w:rsidP="00635466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  <w:lang w:val="sk-SK"/>
        </w:rPr>
      </w:pPr>
      <w:r w:rsidRPr="00F435D8">
        <w:rPr>
          <w:rFonts w:ascii="Calibri" w:hAnsi="Calibri" w:cs="Arial"/>
          <w:b/>
          <w:sz w:val="20"/>
          <w:szCs w:val="20"/>
          <w:lang w:val="sk-SK"/>
        </w:rPr>
        <w:t>Večer pred peer visit</w:t>
      </w:r>
      <w:r w:rsidR="00635466" w:rsidRPr="00F435D8">
        <w:rPr>
          <w:rFonts w:ascii="Calibri" w:hAnsi="Calibri" w:cs="Arial"/>
          <w:b/>
          <w:sz w:val="20"/>
          <w:szCs w:val="20"/>
          <w:lang w:val="sk-SK"/>
        </w:rPr>
        <w:t xml:space="preserve">: </w:t>
      </w:r>
      <w:r w:rsidR="00635466" w:rsidRPr="00F435D8">
        <w:rPr>
          <w:rFonts w:ascii="Calibri" w:hAnsi="Calibri" w:cs="Arial"/>
          <w:b/>
          <w:sz w:val="20"/>
          <w:szCs w:val="20"/>
          <w:lang w:val="sk-SK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635466" w:rsidRPr="00F435D8">
        <w:rPr>
          <w:rFonts w:ascii="Calibri" w:hAnsi="Calibri" w:cs="Arial"/>
          <w:b/>
          <w:sz w:val="20"/>
          <w:szCs w:val="20"/>
          <w:lang w:val="sk-SK"/>
        </w:rPr>
        <w:instrText xml:space="preserve"> FORMTEXT </w:instrText>
      </w:r>
      <w:r w:rsidR="00635466" w:rsidRPr="00F435D8">
        <w:rPr>
          <w:rFonts w:ascii="Calibri" w:hAnsi="Calibri" w:cs="Arial"/>
          <w:b/>
          <w:sz w:val="20"/>
          <w:szCs w:val="20"/>
          <w:lang w:val="sk-SK"/>
        </w:rPr>
      </w:r>
      <w:r w:rsidR="00635466" w:rsidRPr="00F435D8">
        <w:rPr>
          <w:rFonts w:ascii="Calibri" w:hAnsi="Calibri" w:cs="Arial"/>
          <w:b/>
          <w:sz w:val="20"/>
          <w:szCs w:val="20"/>
          <w:lang w:val="sk-SK"/>
        </w:rPr>
        <w:fldChar w:fldCharType="separate"/>
      </w:r>
      <w:r w:rsidR="00635466" w:rsidRPr="00F435D8">
        <w:rPr>
          <w:rFonts w:ascii="Calibri" w:hAnsi="Calibri" w:cs="Arial"/>
          <w:b/>
          <w:noProof/>
          <w:sz w:val="20"/>
          <w:szCs w:val="20"/>
          <w:lang w:val="sk-SK"/>
        </w:rPr>
        <w:t> </w:t>
      </w:r>
      <w:r w:rsidR="00635466" w:rsidRPr="00F435D8">
        <w:rPr>
          <w:rFonts w:ascii="Calibri" w:hAnsi="Calibri" w:cs="Arial"/>
          <w:b/>
          <w:noProof/>
          <w:sz w:val="20"/>
          <w:szCs w:val="20"/>
          <w:lang w:val="sk-SK"/>
        </w:rPr>
        <w:t> </w:t>
      </w:r>
      <w:r w:rsidR="00635466" w:rsidRPr="00F435D8">
        <w:rPr>
          <w:rFonts w:ascii="Calibri" w:hAnsi="Calibri" w:cs="Arial"/>
          <w:b/>
          <w:noProof/>
          <w:sz w:val="20"/>
          <w:szCs w:val="20"/>
          <w:lang w:val="sk-SK"/>
        </w:rPr>
        <w:t> </w:t>
      </w:r>
      <w:r w:rsidR="00635466" w:rsidRPr="00F435D8">
        <w:rPr>
          <w:rFonts w:ascii="Calibri" w:hAnsi="Calibri" w:cs="Arial"/>
          <w:b/>
          <w:noProof/>
          <w:sz w:val="20"/>
          <w:szCs w:val="20"/>
          <w:lang w:val="sk-SK"/>
        </w:rPr>
        <w:t> </w:t>
      </w:r>
      <w:r w:rsidR="00635466" w:rsidRPr="00F435D8">
        <w:rPr>
          <w:rFonts w:ascii="Calibri" w:hAnsi="Calibri" w:cs="Arial"/>
          <w:b/>
          <w:noProof/>
          <w:sz w:val="20"/>
          <w:szCs w:val="20"/>
          <w:lang w:val="sk-SK"/>
        </w:rPr>
        <w:t> </w:t>
      </w:r>
      <w:r w:rsidR="00635466" w:rsidRPr="00F435D8">
        <w:rPr>
          <w:rFonts w:ascii="Calibri" w:hAnsi="Calibri" w:cs="Arial"/>
          <w:b/>
          <w:sz w:val="20"/>
          <w:szCs w:val="20"/>
          <w:lang w:val="sk-SK"/>
        </w:rPr>
        <w:fldChar w:fldCharType="end"/>
      </w:r>
      <w:r w:rsidR="00635466" w:rsidRPr="00F435D8">
        <w:rPr>
          <w:rFonts w:ascii="Calibri" w:hAnsi="Calibri" w:cs="Arial"/>
          <w:b/>
          <w:sz w:val="20"/>
          <w:szCs w:val="20"/>
          <w:lang w:val="sk-SK"/>
        </w:rPr>
        <w:t xml:space="preserve"> </w:t>
      </w:r>
      <w:r w:rsidR="00635466" w:rsidRPr="00F435D8">
        <w:rPr>
          <w:rFonts w:ascii="Calibri" w:hAnsi="Calibri" w:cs="Arial"/>
          <w:sz w:val="20"/>
          <w:szCs w:val="20"/>
          <w:lang w:val="sk-SK"/>
        </w:rPr>
        <w:t>(</w:t>
      </w:r>
      <w:r w:rsidRPr="00F435D8">
        <w:rPr>
          <w:rFonts w:ascii="Calibri" w:hAnsi="Calibri" w:cs="Arial"/>
          <w:sz w:val="20"/>
          <w:szCs w:val="20"/>
          <w:lang w:val="sk-SK"/>
        </w:rPr>
        <w:t>uveď dátum</w:t>
      </w:r>
      <w:r w:rsidR="00635466" w:rsidRPr="00F435D8">
        <w:rPr>
          <w:rFonts w:ascii="Calibri" w:hAnsi="Calibri" w:cs="Arial"/>
          <w:sz w:val="20"/>
          <w:szCs w:val="20"/>
          <w:lang w:val="sk-SK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192"/>
      </w:tblGrid>
      <w:tr w:rsidR="00635466" w:rsidRPr="00F435D8" w14:paraId="7DF6461D" w14:textId="77777777" w:rsidTr="00AD5365">
        <w:tc>
          <w:tcPr>
            <w:tcW w:w="2988" w:type="dxa"/>
            <w:shd w:val="clear" w:color="auto" w:fill="99CCFF"/>
          </w:tcPr>
          <w:p w14:paraId="160E764D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  <w:p w14:paraId="43DD22DE" w14:textId="566AB98D" w:rsidR="00635466" w:rsidRPr="00F435D8" w:rsidRDefault="004F6E4F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Čas</w:t>
            </w:r>
          </w:p>
        </w:tc>
        <w:tc>
          <w:tcPr>
            <w:tcW w:w="6192" w:type="dxa"/>
            <w:shd w:val="clear" w:color="auto" w:fill="99CCFF"/>
          </w:tcPr>
          <w:p w14:paraId="158F6FA6" w14:textId="434A727C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a) </w:t>
            </w:r>
            <w:r w:rsidR="004F6E4F" w:rsidRPr="00F435D8">
              <w:rPr>
                <w:rFonts w:ascii="Calibri" w:hAnsi="Calibri" w:cs="Arial"/>
                <w:sz w:val="20"/>
                <w:lang w:val="sk-SK"/>
              </w:rPr>
              <w:t>Predstavenie osôb a/alebo priestorov</w:t>
            </w:r>
          </w:p>
          <w:p w14:paraId="3ABAF458" w14:textId="6B23B816" w:rsidR="00635466" w:rsidRPr="00F435D8" w:rsidRDefault="00635466" w:rsidP="00ED3057">
            <w:pPr>
              <w:jc w:val="left"/>
              <w:rPr>
                <w:rFonts w:ascii="Calibri" w:hAnsi="Calibri" w:cs="Arial"/>
                <w:b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b) Peer </w:t>
            </w:r>
            <w:r w:rsidRPr="00F435D8">
              <w:rPr>
                <w:rFonts w:ascii="Calibri" w:hAnsi="Calibri" w:cs="Arial"/>
                <w:b/>
                <w:sz w:val="20"/>
                <w:lang w:val="sk-SK"/>
              </w:rPr>
              <w:t>tandem</w:t>
            </w:r>
            <w:r w:rsidR="004F6E4F" w:rsidRPr="00F435D8">
              <w:rPr>
                <w:rFonts w:ascii="Calibri" w:hAnsi="Calibri" w:cs="Arial"/>
                <w:b/>
                <w:sz w:val="20"/>
                <w:lang w:val="sk-SK"/>
              </w:rPr>
              <w:t>y</w:t>
            </w:r>
            <w:r w:rsidRPr="00F435D8">
              <w:rPr>
                <w:rFonts w:ascii="Calibri" w:hAnsi="Calibri" w:cs="Arial"/>
                <w:b/>
                <w:sz w:val="20"/>
                <w:lang w:val="sk-SK"/>
              </w:rPr>
              <w:t xml:space="preserve"> 1&amp;2</w:t>
            </w:r>
          </w:p>
          <w:p w14:paraId="313CA0EC" w14:textId="047664B9" w:rsidR="00635466" w:rsidRPr="00F435D8" w:rsidRDefault="00635466" w:rsidP="004F6E4F">
            <w:pPr>
              <w:jc w:val="left"/>
              <w:rPr>
                <w:rFonts w:ascii="Calibri" w:hAnsi="Calibri" w:cs="Arial"/>
                <w:b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4F6E4F" w:rsidRPr="00F435D8">
              <w:rPr>
                <w:rFonts w:ascii="Calibri" w:hAnsi="Calibri" w:cs="Arial"/>
                <w:sz w:val="20"/>
                <w:lang w:val="sk-SK"/>
              </w:rPr>
              <w:t>Miestnosť</w:t>
            </w:r>
          </w:p>
        </w:tc>
      </w:tr>
      <w:tr w:rsidR="00635466" w:rsidRPr="00F435D8" w14:paraId="4827B0DC" w14:textId="77777777" w:rsidTr="00ED3057">
        <w:tc>
          <w:tcPr>
            <w:tcW w:w="2988" w:type="dxa"/>
            <w:shd w:val="clear" w:color="auto" w:fill="FFCC00"/>
          </w:tcPr>
          <w:p w14:paraId="6BECB234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15.00 – 18.00</w:t>
            </w:r>
          </w:p>
          <w:p w14:paraId="727D75D7" w14:textId="14F086F1" w:rsidR="00635466" w:rsidRPr="00F435D8" w:rsidRDefault="004F6E4F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Príprava hodnotenia</w:t>
            </w:r>
          </w:p>
        </w:tc>
        <w:tc>
          <w:tcPr>
            <w:tcW w:w="6192" w:type="dxa"/>
            <w:shd w:val="clear" w:color="auto" w:fill="FFF0AF"/>
          </w:tcPr>
          <w:p w14:paraId="521EAA2C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1&amp;2</w:t>
            </w:r>
          </w:p>
          <w:p w14:paraId="7D733791" w14:textId="079FCDE0" w:rsidR="00635466" w:rsidRPr="00F435D8" w:rsidRDefault="00635466" w:rsidP="004F6E4F">
            <w:pPr>
              <w:jc w:val="left"/>
              <w:rPr>
                <w:rFonts w:ascii="Calibri" w:hAnsi="Calibri" w:cs="Arial"/>
                <w:b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4F6E4F" w:rsidRPr="00F435D8">
              <w:rPr>
                <w:rFonts w:ascii="Calibri" w:hAnsi="Calibri" w:cs="Arial"/>
                <w:sz w:val="20"/>
                <w:lang w:val="sk-SK"/>
              </w:rPr>
              <w:t>Miestnosť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 xml:space="preserve"> (indicate which)</w:t>
            </w:r>
          </w:p>
        </w:tc>
      </w:tr>
      <w:tr w:rsidR="00635466" w:rsidRPr="00F435D8" w14:paraId="5C859368" w14:textId="77777777" w:rsidTr="00ED3057">
        <w:tc>
          <w:tcPr>
            <w:tcW w:w="2988" w:type="dxa"/>
            <w:shd w:val="clear" w:color="auto" w:fill="auto"/>
          </w:tcPr>
          <w:p w14:paraId="35B8B313" w14:textId="3E5FE65D" w:rsidR="00635466" w:rsidRPr="00F435D8" w:rsidRDefault="004F6E4F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Večer</w:t>
            </w:r>
          </w:p>
        </w:tc>
        <w:tc>
          <w:tcPr>
            <w:tcW w:w="6192" w:type="dxa"/>
            <w:shd w:val="clear" w:color="auto" w:fill="auto"/>
          </w:tcPr>
          <w:p w14:paraId="09BAC0DD" w14:textId="3953C23A" w:rsidR="00635466" w:rsidRPr="00F435D8" w:rsidRDefault="004F6E4F" w:rsidP="00ED3057">
            <w:pPr>
              <w:jc w:val="left"/>
              <w:rPr>
                <w:rFonts w:ascii="Calibri" w:hAnsi="Calibri" w:cs="Arial"/>
                <w:b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Stretnutie/večera</w:t>
            </w:r>
          </w:p>
        </w:tc>
      </w:tr>
    </w:tbl>
    <w:p w14:paraId="0B74F4AC" w14:textId="32965CD5" w:rsidR="00635466" w:rsidRPr="00F435D8" w:rsidRDefault="00854061" w:rsidP="00635466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  <w:lang w:val="sk-SK"/>
        </w:rPr>
      </w:pPr>
      <w:r>
        <w:rPr>
          <w:rFonts w:ascii="Calibri" w:hAnsi="Calibri" w:cs="Arial"/>
          <w:b/>
          <w:sz w:val="20"/>
          <w:szCs w:val="20"/>
          <w:lang w:val="sk-SK"/>
        </w:rPr>
        <w:t>Deň</w:t>
      </w:r>
      <w:r w:rsidR="00635466" w:rsidRPr="00F435D8">
        <w:rPr>
          <w:rFonts w:ascii="Calibri" w:hAnsi="Calibri" w:cs="Arial"/>
          <w:b/>
          <w:sz w:val="20"/>
          <w:szCs w:val="20"/>
          <w:lang w:val="sk-SK"/>
        </w:rPr>
        <w:t xml:space="preserve"> 1: </w:t>
      </w:r>
      <w:r w:rsidR="00635466" w:rsidRPr="00F435D8">
        <w:rPr>
          <w:rFonts w:ascii="Calibri" w:hAnsi="Calibri" w:cs="Arial"/>
          <w:b/>
          <w:sz w:val="20"/>
          <w:szCs w:val="20"/>
          <w:lang w:val="sk-SK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635466" w:rsidRPr="00F435D8">
        <w:rPr>
          <w:rFonts w:ascii="Calibri" w:hAnsi="Calibri" w:cs="Arial"/>
          <w:b/>
          <w:sz w:val="20"/>
          <w:szCs w:val="20"/>
          <w:lang w:val="sk-SK"/>
        </w:rPr>
        <w:instrText xml:space="preserve"> FORMTEXT </w:instrText>
      </w:r>
      <w:r w:rsidR="00635466" w:rsidRPr="00F435D8">
        <w:rPr>
          <w:rFonts w:ascii="Calibri" w:hAnsi="Calibri" w:cs="Arial"/>
          <w:b/>
          <w:sz w:val="20"/>
          <w:szCs w:val="20"/>
          <w:lang w:val="sk-SK"/>
        </w:rPr>
      </w:r>
      <w:r w:rsidR="00635466" w:rsidRPr="00F435D8">
        <w:rPr>
          <w:rFonts w:ascii="Calibri" w:hAnsi="Calibri" w:cs="Arial"/>
          <w:b/>
          <w:sz w:val="20"/>
          <w:szCs w:val="20"/>
          <w:lang w:val="sk-SK"/>
        </w:rPr>
        <w:fldChar w:fldCharType="separate"/>
      </w:r>
      <w:r w:rsidR="00635466" w:rsidRPr="00F435D8">
        <w:rPr>
          <w:rFonts w:ascii="Calibri" w:hAnsi="Calibri" w:cs="Arial"/>
          <w:b/>
          <w:noProof/>
          <w:sz w:val="20"/>
          <w:szCs w:val="20"/>
          <w:lang w:val="sk-SK"/>
        </w:rPr>
        <w:t> </w:t>
      </w:r>
      <w:r w:rsidR="00635466" w:rsidRPr="00F435D8">
        <w:rPr>
          <w:rFonts w:ascii="Calibri" w:hAnsi="Calibri" w:cs="Arial"/>
          <w:b/>
          <w:noProof/>
          <w:sz w:val="20"/>
          <w:szCs w:val="20"/>
          <w:lang w:val="sk-SK"/>
        </w:rPr>
        <w:t> </w:t>
      </w:r>
      <w:r w:rsidR="00635466" w:rsidRPr="00F435D8">
        <w:rPr>
          <w:rFonts w:ascii="Calibri" w:hAnsi="Calibri" w:cs="Arial"/>
          <w:b/>
          <w:noProof/>
          <w:sz w:val="20"/>
          <w:szCs w:val="20"/>
          <w:lang w:val="sk-SK"/>
        </w:rPr>
        <w:t> </w:t>
      </w:r>
      <w:r w:rsidR="00635466" w:rsidRPr="00F435D8">
        <w:rPr>
          <w:rFonts w:ascii="Calibri" w:hAnsi="Calibri" w:cs="Arial"/>
          <w:b/>
          <w:noProof/>
          <w:sz w:val="20"/>
          <w:szCs w:val="20"/>
          <w:lang w:val="sk-SK"/>
        </w:rPr>
        <w:t> </w:t>
      </w:r>
      <w:r w:rsidR="00635466" w:rsidRPr="00F435D8">
        <w:rPr>
          <w:rFonts w:ascii="Calibri" w:hAnsi="Calibri" w:cs="Arial"/>
          <w:b/>
          <w:noProof/>
          <w:sz w:val="20"/>
          <w:szCs w:val="20"/>
          <w:lang w:val="sk-SK"/>
        </w:rPr>
        <w:t> </w:t>
      </w:r>
      <w:r w:rsidR="00635466" w:rsidRPr="00F435D8">
        <w:rPr>
          <w:rFonts w:ascii="Calibri" w:hAnsi="Calibri" w:cs="Arial"/>
          <w:b/>
          <w:sz w:val="20"/>
          <w:szCs w:val="20"/>
          <w:lang w:val="sk-SK"/>
        </w:rPr>
        <w:fldChar w:fldCharType="end"/>
      </w:r>
      <w:r w:rsidR="00635466" w:rsidRPr="00F435D8">
        <w:rPr>
          <w:rFonts w:ascii="Calibri" w:hAnsi="Calibri" w:cs="Arial"/>
          <w:b/>
          <w:sz w:val="20"/>
          <w:szCs w:val="20"/>
          <w:lang w:val="sk-SK"/>
        </w:rPr>
        <w:t xml:space="preserve"> </w:t>
      </w:r>
      <w:r w:rsidR="00F435D8" w:rsidRPr="00F435D8">
        <w:rPr>
          <w:rFonts w:ascii="Calibri" w:hAnsi="Calibri" w:cs="Arial"/>
          <w:sz w:val="20"/>
          <w:szCs w:val="20"/>
          <w:lang w:val="sk-SK"/>
        </w:rPr>
        <w:t>(uveď dátum)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820"/>
        <w:gridCol w:w="3372"/>
      </w:tblGrid>
      <w:tr w:rsidR="00635466" w:rsidRPr="00F435D8" w14:paraId="38B92BB6" w14:textId="77777777" w:rsidTr="00AD5365">
        <w:tc>
          <w:tcPr>
            <w:tcW w:w="2988" w:type="dxa"/>
            <w:shd w:val="clear" w:color="auto" w:fill="99CCFF"/>
          </w:tcPr>
          <w:p w14:paraId="20DB0F93" w14:textId="77777777" w:rsidR="00635466" w:rsidRPr="00F435D8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  <w:p w14:paraId="0EF150DF" w14:textId="04C51F40" w:rsidR="00635466" w:rsidRPr="00F435D8" w:rsidRDefault="00F435D8" w:rsidP="00ED3057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Čas</w:t>
            </w:r>
          </w:p>
        </w:tc>
        <w:tc>
          <w:tcPr>
            <w:tcW w:w="6192" w:type="dxa"/>
            <w:gridSpan w:val="2"/>
            <w:shd w:val="clear" w:color="auto" w:fill="99CCFF"/>
          </w:tcPr>
          <w:p w14:paraId="27311645" w14:textId="77777777" w:rsidR="00F435D8" w:rsidRPr="00F435D8" w:rsidRDefault="00F435D8" w:rsidP="00F435D8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a) Predstavenie osôb a/alebo priestorov</w:t>
            </w:r>
          </w:p>
          <w:p w14:paraId="21301E46" w14:textId="77777777" w:rsidR="00F435D8" w:rsidRPr="00F435D8" w:rsidRDefault="00F435D8" w:rsidP="00F435D8">
            <w:pPr>
              <w:jc w:val="left"/>
              <w:rPr>
                <w:rFonts w:ascii="Calibri" w:hAnsi="Calibri" w:cs="Arial"/>
                <w:b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b) Peer </w:t>
            </w:r>
            <w:r w:rsidRPr="00F435D8">
              <w:rPr>
                <w:rFonts w:ascii="Calibri" w:hAnsi="Calibri" w:cs="Arial"/>
                <w:b/>
                <w:sz w:val="20"/>
                <w:lang w:val="sk-SK"/>
              </w:rPr>
              <w:t>tandemy 1&amp;2</w:t>
            </w:r>
          </w:p>
          <w:p w14:paraId="6D6437AF" w14:textId="4E0628AA" w:rsidR="00635466" w:rsidRPr="00F435D8" w:rsidRDefault="00F435D8" w:rsidP="00F435D8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c) Miestnosť</w:t>
            </w:r>
          </w:p>
        </w:tc>
      </w:tr>
      <w:tr w:rsidR="00635466" w:rsidRPr="00F435D8" w14:paraId="142B92E1" w14:textId="77777777" w:rsidTr="00ED3057">
        <w:tc>
          <w:tcPr>
            <w:tcW w:w="2988" w:type="dxa"/>
            <w:shd w:val="clear" w:color="auto" w:fill="auto"/>
          </w:tcPr>
          <w:p w14:paraId="32CEB7C4" w14:textId="77777777" w:rsidR="00635466" w:rsidRPr="00F435D8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8.30 – 8.40</w:t>
            </w:r>
          </w:p>
          <w:p w14:paraId="3F6C9B17" w14:textId="517111EC" w:rsidR="00635466" w:rsidRPr="00F435D8" w:rsidRDefault="00F435D8" w:rsidP="00ED3057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Privítani</w:t>
            </w:r>
            <w:r w:rsidR="00635466" w:rsidRPr="00F435D8">
              <w:rPr>
                <w:rFonts w:ascii="Calibri" w:hAnsi="Calibri" w:cs="Arial"/>
                <w:sz w:val="20"/>
                <w:lang w:val="sk-SK"/>
              </w:rPr>
              <w:t xml:space="preserve">e </w:t>
            </w:r>
          </w:p>
        </w:tc>
        <w:tc>
          <w:tcPr>
            <w:tcW w:w="6192" w:type="dxa"/>
            <w:gridSpan w:val="2"/>
            <w:shd w:val="clear" w:color="auto" w:fill="auto"/>
          </w:tcPr>
          <w:p w14:paraId="4486A6BC" w14:textId="63C710F4" w:rsidR="00635466" w:rsidRPr="00F435D8" w:rsidRDefault="00F435D8" w:rsidP="00C81120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a) napr</w:t>
            </w:r>
            <w:r w:rsidR="00635466" w:rsidRPr="00F435D8">
              <w:rPr>
                <w:rFonts w:ascii="Calibri" w:hAnsi="Calibri" w:cs="Arial"/>
                <w:sz w:val="20"/>
                <w:lang w:val="sk-SK"/>
              </w:rPr>
              <w:t xml:space="preserve">. 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>Riaditeľ/Manažér</w:t>
            </w:r>
            <w:r w:rsidR="00AD5365" w:rsidRPr="00F435D8">
              <w:rPr>
                <w:rFonts w:ascii="Calibri" w:hAnsi="Calibri" w:cs="Arial"/>
                <w:sz w:val="20"/>
                <w:lang w:val="sk-SK"/>
              </w:rPr>
              <w:t>r</w:t>
            </w:r>
            <w:r w:rsidR="00635466" w:rsidRPr="00F435D8">
              <w:rPr>
                <w:rFonts w:ascii="Calibri" w:hAnsi="Calibri" w:cs="Arial"/>
                <w:sz w:val="20"/>
                <w:lang w:val="sk-SK"/>
              </w:rPr>
              <w:t xml:space="preserve"> &amp; facilit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>átor</w:t>
            </w:r>
          </w:p>
          <w:p w14:paraId="7CB74AEB" w14:textId="77777777" w:rsidR="00635466" w:rsidRPr="00F435D8" w:rsidRDefault="00635466" w:rsidP="00C81120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1&amp;2</w:t>
            </w:r>
          </w:p>
          <w:p w14:paraId="1EC2044C" w14:textId="7858AC02" w:rsidR="00635466" w:rsidRPr="00F435D8" w:rsidRDefault="00635466" w:rsidP="00F435D8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F435D8" w:rsidRPr="00F435D8">
              <w:rPr>
                <w:rFonts w:ascii="Calibri" w:hAnsi="Calibri" w:cs="Arial"/>
                <w:sz w:val="20"/>
                <w:lang w:val="sk-SK"/>
              </w:rPr>
              <w:t>Kancelária riaditeľa</w:t>
            </w:r>
          </w:p>
        </w:tc>
      </w:tr>
      <w:tr w:rsidR="00635466" w:rsidRPr="00F435D8" w14:paraId="00CCA038" w14:textId="77777777" w:rsidTr="00ED3057">
        <w:tc>
          <w:tcPr>
            <w:tcW w:w="2988" w:type="dxa"/>
            <w:shd w:val="clear" w:color="auto" w:fill="FFCC00"/>
          </w:tcPr>
          <w:p w14:paraId="66AE8F36" w14:textId="77777777" w:rsidR="00635466" w:rsidRPr="00F435D8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8.40 – 9.20</w:t>
            </w:r>
          </w:p>
          <w:p w14:paraId="51B903C7" w14:textId="2490EBE7" w:rsidR="00635466" w:rsidRPr="00F435D8" w:rsidRDefault="00F435D8" w:rsidP="00ED3057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Vstup</w:t>
            </w:r>
            <w:r w:rsidR="00635466" w:rsidRPr="00F435D8">
              <w:rPr>
                <w:rFonts w:ascii="Calibri" w:hAnsi="Calibri" w:cs="Arial"/>
                <w:sz w:val="20"/>
                <w:lang w:val="sk-SK"/>
              </w:rPr>
              <w:t xml:space="preserve"> </w:t>
            </w:r>
          </w:p>
          <w:p w14:paraId="41D2B81E" w14:textId="638BF0F5" w:rsidR="00635466" w:rsidRPr="00F435D8" w:rsidRDefault="00F435D8" w:rsidP="00ED3057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Otázky a diskusia</w:t>
            </w:r>
          </w:p>
        </w:tc>
        <w:tc>
          <w:tcPr>
            <w:tcW w:w="6192" w:type="dxa"/>
            <w:gridSpan w:val="2"/>
            <w:shd w:val="clear" w:color="auto" w:fill="FFEDA3"/>
          </w:tcPr>
          <w:p w14:paraId="4BEE3409" w14:textId="6EA6C8F9" w:rsidR="00635466" w:rsidRPr="00F435D8" w:rsidRDefault="00635466" w:rsidP="00C81120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a) </w:t>
            </w:r>
            <w:r w:rsidR="00F435D8" w:rsidRPr="00F435D8">
              <w:rPr>
                <w:rFonts w:ascii="Calibri" w:hAnsi="Calibri" w:cs="Arial"/>
                <w:sz w:val="20"/>
                <w:lang w:val="sk-SK"/>
              </w:rPr>
              <w:t>Riaditeľ/Manažér</w:t>
            </w:r>
            <w:r w:rsidR="00AD5365" w:rsidRPr="00F435D8">
              <w:rPr>
                <w:rFonts w:ascii="Calibri" w:hAnsi="Calibri" w:cs="Arial"/>
                <w:sz w:val="20"/>
                <w:lang w:val="sk-SK"/>
              </w:rPr>
              <w:t>, Q</w:t>
            </w:r>
          </w:p>
          <w:p w14:paraId="0C4F0EA5" w14:textId="77777777" w:rsidR="00635466" w:rsidRPr="00F435D8" w:rsidRDefault="00635466" w:rsidP="00C81120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1&amp;2</w:t>
            </w:r>
          </w:p>
          <w:p w14:paraId="4FF18D75" w14:textId="4892300F" w:rsidR="00635466" w:rsidRPr="00F435D8" w:rsidRDefault="00635466" w:rsidP="00F435D8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c)</w:t>
            </w:r>
            <w:r w:rsidR="00F435D8" w:rsidRPr="00F435D8">
              <w:rPr>
                <w:rFonts w:ascii="Calibri" w:hAnsi="Calibri" w:cs="Arial"/>
                <w:sz w:val="20"/>
                <w:lang w:val="sk-SK"/>
              </w:rPr>
              <w:t xml:space="preserve"> Miestnosť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 xml:space="preserve"> (</w:t>
            </w:r>
            <w:r w:rsidR="00F435D8" w:rsidRPr="00F435D8">
              <w:rPr>
                <w:rFonts w:ascii="Calibri" w:hAnsi="Calibri" w:cs="Arial"/>
                <w:sz w:val="20"/>
                <w:lang w:val="sk-SK"/>
              </w:rPr>
              <w:t>uveďte kde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>)</w:t>
            </w:r>
          </w:p>
        </w:tc>
      </w:tr>
      <w:tr w:rsidR="00635466" w:rsidRPr="00F435D8" w14:paraId="216E04BE" w14:textId="77777777" w:rsidTr="00ED3057">
        <w:tc>
          <w:tcPr>
            <w:tcW w:w="2988" w:type="dxa"/>
            <w:shd w:val="clear" w:color="auto" w:fill="FFCC00"/>
          </w:tcPr>
          <w:p w14:paraId="452B283C" w14:textId="77777777" w:rsidR="00635466" w:rsidRPr="00F435D8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9.20 - 9.30</w:t>
            </w:r>
          </w:p>
          <w:p w14:paraId="23B35FDD" w14:textId="29BCF4FF" w:rsidR="00635466" w:rsidRPr="00F435D8" w:rsidRDefault="00F435D8" w:rsidP="00C81120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Rýchle hodnotenie</w:t>
            </w:r>
          </w:p>
        </w:tc>
        <w:tc>
          <w:tcPr>
            <w:tcW w:w="6192" w:type="dxa"/>
            <w:gridSpan w:val="2"/>
            <w:shd w:val="clear" w:color="auto" w:fill="FFEDA3"/>
          </w:tcPr>
          <w:p w14:paraId="33716CF7" w14:textId="0F66DF9D" w:rsidR="00635466" w:rsidRPr="00F435D8" w:rsidRDefault="00635466" w:rsidP="00F435D8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a) </w:t>
            </w:r>
            <w:r w:rsidR="00F435D8">
              <w:rPr>
                <w:rFonts w:ascii="Calibri" w:hAnsi="Calibri" w:cs="Arial"/>
                <w:sz w:val="20"/>
                <w:lang w:val="sk-SK"/>
              </w:rPr>
              <w:t>Kandidáti</w:t>
            </w:r>
            <w:r w:rsidR="000358AC" w:rsidRPr="00F435D8">
              <w:rPr>
                <w:rFonts w:ascii="Calibri" w:hAnsi="Calibri" w:cs="Arial"/>
                <w:sz w:val="20"/>
                <w:lang w:val="sk-SK"/>
              </w:rPr>
              <w:t xml:space="preserve"> 3&amp;4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 xml:space="preserve"> (</w:t>
            </w:r>
            <w:r w:rsidR="00F435D8">
              <w:rPr>
                <w:rFonts w:ascii="Calibri" w:hAnsi="Calibri" w:cs="Arial"/>
                <w:sz w:val="20"/>
                <w:lang w:val="sk-SK"/>
              </w:rPr>
              <w:t>Oblasť kvality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 xml:space="preserve"> X; </w:t>
            </w:r>
            <w:r w:rsidR="00F435D8">
              <w:rPr>
                <w:rFonts w:ascii="Calibri" w:hAnsi="Calibri" w:cs="Arial"/>
                <w:sz w:val="20"/>
                <w:lang w:val="sk-SK"/>
              </w:rPr>
              <w:t>hodnotenie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 xml:space="preserve"> (</w:t>
            </w:r>
            <w:r w:rsidR="00F435D8">
              <w:rPr>
                <w:rFonts w:ascii="Calibri" w:hAnsi="Calibri" w:cs="Arial"/>
                <w:sz w:val="20"/>
                <w:lang w:val="sk-SK"/>
              </w:rPr>
              <w:t>dátum)</w:t>
            </w:r>
          </w:p>
        </w:tc>
      </w:tr>
      <w:tr w:rsidR="00635466" w:rsidRPr="00F435D8" w14:paraId="266BDEB1" w14:textId="77777777" w:rsidTr="00ED3057">
        <w:tc>
          <w:tcPr>
            <w:tcW w:w="2988" w:type="dxa"/>
            <w:shd w:val="clear" w:color="auto" w:fill="FFCC00"/>
          </w:tcPr>
          <w:p w14:paraId="14B8ABAB" w14:textId="77777777" w:rsidR="00635466" w:rsidRPr="00F435D8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9.30 - 10.15</w:t>
            </w:r>
          </w:p>
          <w:p w14:paraId="0B9E6CE8" w14:textId="7B7D6F74" w:rsidR="00635466" w:rsidRPr="00F435D8" w:rsidRDefault="00635466" w:rsidP="00F435D8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Interview </w:t>
            </w:r>
            <w:r w:rsidR="00F435D8">
              <w:rPr>
                <w:rFonts w:ascii="Calibri" w:hAnsi="Calibri" w:cs="Arial"/>
                <w:sz w:val="20"/>
                <w:lang w:val="sk-SK"/>
              </w:rPr>
              <w:t>kolo 1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 xml:space="preserve"> </w:t>
            </w:r>
          </w:p>
        </w:tc>
        <w:tc>
          <w:tcPr>
            <w:tcW w:w="2820" w:type="dxa"/>
            <w:shd w:val="clear" w:color="auto" w:fill="FFEDA3"/>
          </w:tcPr>
          <w:p w14:paraId="57C4B315" w14:textId="5ECE37B4" w:rsidR="00635466" w:rsidRPr="00F435D8" w:rsidRDefault="00635466" w:rsidP="00C81120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a) </w:t>
            </w:r>
            <w:r w:rsidR="00AD5365" w:rsidRPr="00F435D8">
              <w:rPr>
                <w:rFonts w:ascii="Calibri" w:hAnsi="Calibri" w:cs="Arial"/>
                <w:sz w:val="20"/>
                <w:lang w:val="sk-SK"/>
              </w:rPr>
              <w:t xml:space="preserve">Candidates 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 xml:space="preserve">1 </w:t>
            </w:r>
            <w:r w:rsidR="00C81120" w:rsidRPr="00F435D8">
              <w:rPr>
                <w:rFonts w:ascii="Calibri" w:hAnsi="Calibri" w:cs="Arial"/>
                <w:sz w:val="20"/>
                <w:lang w:val="sk-SK"/>
              </w:rPr>
              <w:t>(QA x)</w:t>
            </w:r>
          </w:p>
          <w:p w14:paraId="30170C50" w14:textId="77777777" w:rsidR="00635466" w:rsidRPr="00F435D8" w:rsidRDefault="00635466" w:rsidP="00C81120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2</w:t>
            </w:r>
          </w:p>
          <w:p w14:paraId="7F40312D" w14:textId="400F8FF8" w:rsidR="00635466" w:rsidRPr="00F435D8" w:rsidRDefault="00635466" w:rsidP="00C81120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F435D8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  <w:tc>
          <w:tcPr>
            <w:tcW w:w="3372" w:type="dxa"/>
            <w:shd w:val="clear" w:color="auto" w:fill="FFEDA3"/>
          </w:tcPr>
          <w:p w14:paraId="5CAB7C90" w14:textId="19216215" w:rsidR="00635466" w:rsidRPr="00F435D8" w:rsidRDefault="00635466" w:rsidP="00C81120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a)</w:t>
            </w:r>
            <w:r w:rsidR="00C81120" w:rsidRPr="00F435D8">
              <w:rPr>
                <w:rFonts w:ascii="Calibri" w:hAnsi="Calibri" w:cs="Arial"/>
                <w:sz w:val="20"/>
                <w:lang w:val="sk-SK"/>
              </w:rPr>
              <w:t xml:space="preserve"> </w:t>
            </w:r>
            <w:r w:rsidR="00AD5365" w:rsidRPr="00F435D8">
              <w:rPr>
                <w:rFonts w:ascii="Calibri" w:hAnsi="Calibri" w:cs="Arial"/>
                <w:sz w:val="20"/>
                <w:lang w:val="sk-SK"/>
              </w:rPr>
              <w:t>Candidates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 xml:space="preserve"> 2</w:t>
            </w:r>
            <w:r w:rsidR="00C81120" w:rsidRPr="00F435D8">
              <w:rPr>
                <w:rFonts w:ascii="Calibri" w:hAnsi="Calibri" w:cs="Arial"/>
                <w:sz w:val="20"/>
                <w:lang w:val="sk-SK"/>
              </w:rPr>
              <w:t xml:space="preserve"> (QA x)</w:t>
            </w:r>
          </w:p>
          <w:p w14:paraId="39D68BD6" w14:textId="77777777" w:rsidR="00635466" w:rsidRPr="00F435D8" w:rsidRDefault="00635466" w:rsidP="00C81120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1</w:t>
            </w:r>
          </w:p>
          <w:p w14:paraId="76BF5D51" w14:textId="734BB162" w:rsidR="00635466" w:rsidRPr="00F435D8" w:rsidRDefault="00635466" w:rsidP="00C81120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F435D8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</w:tr>
      <w:tr w:rsidR="00635466" w:rsidRPr="00F435D8" w14:paraId="4FA94D35" w14:textId="77777777" w:rsidTr="00ED3057">
        <w:tc>
          <w:tcPr>
            <w:tcW w:w="2988" w:type="dxa"/>
            <w:shd w:val="clear" w:color="auto" w:fill="auto"/>
          </w:tcPr>
          <w:p w14:paraId="134B064B" w14:textId="77777777" w:rsidR="00635466" w:rsidRPr="00F435D8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10.15 – 11.00</w:t>
            </w:r>
          </w:p>
          <w:p w14:paraId="403D247E" w14:textId="17EDB20B" w:rsidR="00635466" w:rsidRPr="00F435D8" w:rsidRDefault="00F435D8" w:rsidP="00ED3057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Analýza v tandemoch</w:t>
            </w:r>
          </w:p>
          <w:p w14:paraId="04ADC6ED" w14:textId="487FD589" w:rsidR="00635466" w:rsidRPr="00F435D8" w:rsidRDefault="00F435D8" w:rsidP="00ED3057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Vrátane</w:t>
            </w:r>
            <w:r w:rsidR="00635466" w:rsidRPr="00F435D8">
              <w:rPr>
                <w:rFonts w:ascii="Calibri" w:hAnsi="Calibri" w:cs="Arial"/>
                <w:sz w:val="20"/>
                <w:lang w:val="sk-SK"/>
              </w:rPr>
              <w:t xml:space="preserve"> </w:t>
            </w:r>
            <w:r w:rsidR="00635466" w:rsidRPr="00F435D8">
              <w:rPr>
                <w:rFonts w:ascii="Calibri" w:hAnsi="Calibri" w:cs="Arial"/>
                <w:i/>
                <w:sz w:val="20"/>
                <w:lang w:val="sk-SK"/>
              </w:rPr>
              <w:t>Coffee Break</w:t>
            </w:r>
          </w:p>
        </w:tc>
        <w:tc>
          <w:tcPr>
            <w:tcW w:w="2820" w:type="dxa"/>
            <w:shd w:val="clear" w:color="auto" w:fill="auto"/>
          </w:tcPr>
          <w:p w14:paraId="19B51AB6" w14:textId="77777777" w:rsidR="00635466" w:rsidRPr="00F435D8" w:rsidRDefault="00635466" w:rsidP="00C81120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  <w:p w14:paraId="53CE7CD3" w14:textId="77777777" w:rsidR="00635466" w:rsidRPr="00F435D8" w:rsidRDefault="00635466" w:rsidP="00C81120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2</w:t>
            </w:r>
          </w:p>
          <w:p w14:paraId="33979A26" w14:textId="77777777" w:rsidR="00635466" w:rsidRPr="00F435D8" w:rsidRDefault="00635466" w:rsidP="00C81120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c) Room (indicate which)</w:t>
            </w:r>
          </w:p>
        </w:tc>
        <w:tc>
          <w:tcPr>
            <w:tcW w:w="3372" w:type="dxa"/>
            <w:shd w:val="clear" w:color="auto" w:fill="auto"/>
          </w:tcPr>
          <w:p w14:paraId="5A016212" w14:textId="77777777" w:rsidR="00635466" w:rsidRPr="00F435D8" w:rsidRDefault="00635466" w:rsidP="00C81120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  <w:p w14:paraId="021C2436" w14:textId="77777777" w:rsidR="00635466" w:rsidRPr="00F435D8" w:rsidRDefault="00635466" w:rsidP="00C81120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1</w:t>
            </w:r>
          </w:p>
          <w:p w14:paraId="0CA5CCAA" w14:textId="77777777" w:rsidR="00635466" w:rsidRPr="00F435D8" w:rsidRDefault="00635466" w:rsidP="00C81120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c) Room (indicate which)</w:t>
            </w:r>
          </w:p>
        </w:tc>
      </w:tr>
      <w:tr w:rsidR="00635466" w:rsidRPr="00F435D8" w14:paraId="1A8E2289" w14:textId="77777777" w:rsidTr="00ED3057">
        <w:tc>
          <w:tcPr>
            <w:tcW w:w="2988" w:type="dxa"/>
            <w:shd w:val="clear" w:color="auto" w:fill="FFCC00"/>
          </w:tcPr>
          <w:p w14:paraId="2D03C49C" w14:textId="77777777" w:rsidR="00635466" w:rsidRPr="00F435D8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11.00 – 11.45</w:t>
            </w:r>
          </w:p>
          <w:p w14:paraId="049A617A" w14:textId="4399ABF5" w:rsidR="00635466" w:rsidRPr="00F435D8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Observation</w:t>
            </w:r>
          </w:p>
        </w:tc>
        <w:tc>
          <w:tcPr>
            <w:tcW w:w="2820" w:type="dxa"/>
            <w:shd w:val="clear" w:color="auto" w:fill="FFEDA3"/>
          </w:tcPr>
          <w:p w14:paraId="319A3FC4" w14:textId="7BC5E2FB" w:rsidR="00635466" w:rsidRPr="00F435D8" w:rsidRDefault="00635466" w:rsidP="00C81120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a) </w:t>
            </w:r>
            <w:r w:rsidR="00C81120" w:rsidRPr="00F435D8">
              <w:rPr>
                <w:rFonts w:ascii="Calibri" w:hAnsi="Calibri" w:cs="Arial"/>
                <w:sz w:val="20"/>
                <w:lang w:val="sk-SK"/>
              </w:rPr>
              <w:t>VNFIL session</w:t>
            </w:r>
          </w:p>
          <w:p w14:paraId="058D0FC2" w14:textId="77777777" w:rsidR="00635466" w:rsidRPr="00F435D8" w:rsidRDefault="00635466" w:rsidP="00C81120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Tandem 1</w:t>
            </w:r>
          </w:p>
          <w:p w14:paraId="0FA238E1" w14:textId="05CF727F" w:rsidR="00635466" w:rsidRPr="00F435D8" w:rsidRDefault="00635466" w:rsidP="00C81120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F435D8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  <w:tc>
          <w:tcPr>
            <w:tcW w:w="3372" w:type="dxa"/>
            <w:shd w:val="clear" w:color="auto" w:fill="FFEDA3"/>
          </w:tcPr>
          <w:p w14:paraId="5D6CDA71" w14:textId="73CAFF42" w:rsidR="00635466" w:rsidRPr="00F435D8" w:rsidRDefault="00635466" w:rsidP="00C81120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a) </w:t>
            </w:r>
            <w:r w:rsidR="00C81120" w:rsidRPr="00F435D8">
              <w:rPr>
                <w:rFonts w:ascii="Calibri" w:hAnsi="Calibri" w:cs="Arial"/>
                <w:sz w:val="20"/>
                <w:lang w:val="sk-SK"/>
              </w:rPr>
              <w:t>VNFIL session</w:t>
            </w:r>
          </w:p>
          <w:p w14:paraId="3404FE90" w14:textId="77777777" w:rsidR="00635466" w:rsidRPr="00F435D8" w:rsidRDefault="00635466" w:rsidP="00C81120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Tandem 2</w:t>
            </w:r>
          </w:p>
          <w:p w14:paraId="3EA6A82A" w14:textId="773992D0" w:rsidR="00635466" w:rsidRPr="00F435D8" w:rsidRDefault="00635466" w:rsidP="00C81120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F435D8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</w:tr>
      <w:tr w:rsidR="00635466" w:rsidRPr="00F435D8" w14:paraId="7BC5377D" w14:textId="77777777" w:rsidTr="00ED3057">
        <w:tc>
          <w:tcPr>
            <w:tcW w:w="2988" w:type="dxa"/>
            <w:shd w:val="clear" w:color="auto" w:fill="auto"/>
          </w:tcPr>
          <w:p w14:paraId="59CF9BFD" w14:textId="77777777" w:rsidR="00635466" w:rsidRPr="00F435D8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11.45 – 12.30</w:t>
            </w:r>
          </w:p>
          <w:p w14:paraId="0CA017EC" w14:textId="14FC38FC" w:rsidR="00635466" w:rsidRPr="00F435D8" w:rsidRDefault="00F435D8" w:rsidP="00F435D8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Analýza v tandemoch</w:t>
            </w:r>
          </w:p>
        </w:tc>
        <w:tc>
          <w:tcPr>
            <w:tcW w:w="6192" w:type="dxa"/>
            <w:gridSpan w:val="2"/>
            <w:shd w:val="clear" w:color="auto" w:fill="auto"/>
          </w:tcPr>
          <w:p w14:paraId="74C2787F" w14:textId="77777777" w:rsidR="00635466" w:rsidRPr="00F435D8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1&amp;2</w:t>
            </w:r>
          </w:p>
          <w:p w14:paraId="63959014" w14:textId="31FA92D2" w:rsidR="00635466" w:rsidRPr="00F435D8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F435D8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</w:tr>
      <w:tr w:rsidR="00635466" w:rsidRPr="00F435D8" w14:paraId="5BBD652F" w14:textId="77777777" w:rsidTr="00ED3057">
        <w:tc>
          <w:tcPr>
            <w:tcW w:w="2988" w:type="dxa"/>
            <w:shd w:val="clear" w:color="auto" w:fill="auto"/>
          </w:tcPr>
          <w:p w14:paraId="57EEA9A6" w14:textId="77777777" w:rsidR="00635466" w:rsidRPr="00F435D8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12.30 – 13.30</w:t>
            </w:r>
          </w:p>
          <w:p w14:paraId="79EF2D3A" w14:textId="0C3EDBF6" w:rsidR="00635466" w:rsidRPr="00F435D8" w:rsidRDefault="00F435D8" w:rsidP="00ED3057">
            <w:pPr>
              <w:ind w:left="-117"/>
              <w:jc w:val="left"/>
              <w:rPr>
                <w:rFonts w:ascii="Calibri" w:hAnsi="Calibri" w:cs="Arial"/>
                <w:i/>
                <w:sz w:val="20"/>
                <w:lang w:val="sk-SK"/>
              </w:rPr>
            </w:pPr>
            <w:r>
              <w:rPr>
                <w:rFonts w:ascii="Calibri" w:hAnsi="Calibri" w:cs="Arial"/>
                <w:i/>
                <w:sz w:val="20"/>
                <w:lang w:val="sk-SK"/>
              </w:rPr>
              <w:t>Obed</w:t>
            </w:r>
          </w:p>
        </w:tc>
        <w:tc>
          <w:tcPr>
            <w:tcW w:w="6192" w:type="dxa"/>
            <w:gridSpan w:val="2"/>
            <w:shd w:val="clear" w:color="auto" w:fill="auto"/>
          </w:tcPr>
          <w:p w14:paraId="67A707CC" w14:textId="77777777" w:rsidR="00635466" w:rsidRPr="00F435D8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  <w:p w14:paraId="0DE31586" w14:textId="77777777" w:rsidR="00635466" w:rsidRPr="00F435D8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c) Restaurant</w:t>
            </w:r>
          </w:p>
        </w:tc>
      </w:tr>
      <w:tr w:rsidR="00635466" w:rsidRPr="00F435D8" w14:paraId="0D44C4B6" w14:textId="77777777" w:rsidTr="00ED3057">
        <w:tc>
          <w:tcPr>
            <w:tcW w:w="2988" w:type="dxa"/>
            <w:shd w:val="clear" w:color="auto" w:fill="FFCC00"/>
          </w:tcPr>
          <w:p w14:paraId="0BDF9C10" w14:textId="77777777" w:rsidR="00635466" w:rsidRPr="00F435D8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13.30 – 14.00</w:t>
            </w:r>
          </w:p>
          <w:p w14:paraId="1C72B914" w14:textId="47DFE205" w:rsidR="00635466" w:rsidRPr="00F435D8" w:rsidRDefault="00F435D8" w:rsidP="00ED3057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Obhliadka priestorov</w:t>
            </w:r>
          </w:p>
        </w:tc>
        <w:tc>
          <w:tcPr>
            <w:tcW w:w="6192" w:type="dxa"/>
            <w:gridSpan w:val="2"/>
            <w:shd w:val="clear" w:color="auto" w:fill="FFEDA3"/>
          </w:tcPr>
          <w:p w14:paraId="7832EEA2" w14:textId="5F27C028" w:rsidR="00635466" w:rsidRPr="00F435D8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a) </w:t>
            </w:r>
            <w:r w:rsidR="00F435D8">
              <w:rPr>
                <w:rFonts w:ascii="Calibri" w:hAnsi="Calibri" w:cs="Arial"/>
                <w:sz w:val="20"/>
                <w:lang w:val="sk-SK"/>
              </w:rPr>
              <w:t>Zamestnatnci</w:t>
            </w:r>
            <w:r w:rsidR="00C81120" w:rsidRPr="00F435D8">
              <w:rPr>
                <w:rFonts w:ascii="Calibri" w:hAnsi="Calibri" w:cs="Arial"/>
                <w:sz w:val="20"/>
                <w:lang w:val="sk-SK"/>
              </w:rPr>
              <w:t xml:space="preserve"> (Facilit</w:t>
            </w:r>
            <w:r w:rsidR="00F435D8">
              <w:rPr>
                <w:rFonts w:ascii="Calibri" w:hAnsi="Calibri" w:cs="Arial"/>
                <w:sz w:val="20"/>
                <w:lang w:val="sk-SK"/>
              </w:rPr>
              <w:t>átor, riaditeľ, ostatní</w:t>
            </w:r>
            <w:r w:rsidR="00C81120" w:rsidRPr="00F435D8">
              <w:rPr>
                <w:rFonts w:ascii="Calibri" w:hAnsi="Calibri" w:cs="Arial"/>
                <w:sz w:val="20"/>
                <w:lang w:val="sk-SK"/>
              </w:rPr>
              <w:t>)</w:t>
            </w:r>
          </w:p>
          <w:p w14:paraId="54F9A9CC" w14:textId="77777777" w:rsidR="00635466" w:rsidRPr="00F435D8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1&amp;2</w:t>
            </w:r>
          </w:p>
          <w:p w14:paraId="08F3D526" w14:textId="622D00A0" w:rsidR="00635466" w:rsidRPr="00F435D8" w:rsidRDefault="00635466" w:rsidP="00F435D8">
            <w:pPr>
              <w:ind w:left="131" w:hanging="13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F435D8">
              <w:rPr>
                <w:rFonts w:ascii="Calibri" w:hAnsi="Calibri" w:cs="Arial"/>
                <w:sz w:val="20"/>
                <w:lang w:val="sk-SK"/>
              </w:rPr>
              <w:t>Inštitúcia</w:t>
            </w:r>
          </w:p>
        </w:tc>
      </w:tr>
      <w:tr w:rsidR="00635466" w:rsidRPr="00F435D8" w14:paraId="1198A951" w14:textId="77777777" w:rsidTr="00ED3057">
        <w:tc>
          <w:tcPr>
            <w:tcW w:w="2988" w:type="dxa"/>
            <w:shd w:val="clear" w:color="auto" w:fill="FFCC00"/>
          </w:tcPr>
          <w:p w14:paraId="223B2C8C" w14:textId="77777777" w:rsidR="00635466" w:rsidRPr="00F435D8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14.00 – 14.45</w:t>
            </w:r>
          </w:p>
          <w:p w14:paraId="5328B3B3" w14:textId="25A0FBE5" w:rsidR="00635466" w:rsidRPr="00F435D8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Interview </w:t>
            </w:r>
            <w:r w:rsidR="00F435D8">
              <w:rPr>
                <w:rFonts w:ascii="Calibri" w:hAnsi="Calibri" w:cs="Arial"/>
                <w:sz w:val="20"/>
                <w:lang w:val="sk-SK"/>
              </w:rPr>
              <w:t>kolo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>2</w:t>
            </w:r>
          </w:p>
          <w:p w14:paraId="5B82C6BF" w14:textId="77777777" w:rsidR="00635466" w:rsidRPr="00F435D8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</w:tc>
        <w:tc>
          <w:tcPr>
            <w:tcW w:w="2820" w:type="dxa"/>
            <w:shd w:val="clear" w:color="auto" w:fill="FFEDA3"/>
          </w:tcPr>
          <w:p w14:paraId="430F7CBB" w14:textId="27FF0F7D" w:rsidR="00635466" w:rsidRPr="00F435D8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a) </w:t>
            </w:r>
            <w:r w:rsidR="00F435D8">
              <w:rPr>
                <w:rFonts w:ascii="Calibri" w:hAnsi="Calibri" w:cs="Arial"/>
                <w:sz w:val="20"/>
                <w:lang w:val="sk-SK"/>
              </w:rPr>
              <w:t>Poradcovia</w:t>
            </w:r>
            <w:r w:rsidR="00C81120" w:rsidRPr="00F435D8">
              <w:rPr>
                <w:rFonts w:ascii="Calibri" w:hAnsi="Calibri" w:cs="Arial"/>
                <w:sz w:val="20"/>
                <w:lang w:val="sk-SK"/>
              </w:rPr>
              <w:t xml:space="preserve"> 1 (QA x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>)</w:t>
            </w:r>
          </w:p>
          <w:p w14:paraId="4430E8A0" w14:textId="77777777" w:rsidR="00635466" w:rsidRPr="00F435D8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2</w:t>
            </w:r>
          </w:p>
          <w:p w14:paraId="23592209" w14:textId="04BB1A30" w:rsidR="00635466" w:rsidRPr="00F435D8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F435D8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  <w:tc>
          <w:tcPr>
            <w:tcW w:w="3372" w:type="dxa"/>
            <w:shd w:val="clear" w:color="auto" w:fill="FFEDA3"/>
          </w:tcPr>
          <w:p w14:paraId="2D7B79EE" w14:textId="25E7E332" w:rsidR="00635466" w:rsidRPr="00F435D8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a) </w:t>
            </w:r>
            <w:r w:rsidR="00F435D8">
              <w:rPr>
                <w:rFonts w:ascii="Calibri" w:hAnsi="Calibri" w:cs="Arial"/>
                <w:sz w:val="20"/>
                <w:lang w:val="sk-SK"/>
              </w:rPr>
              <w:t>Poradcovia</w:t>
            </w:r>
            <w:r w:rsidR="00C81120" w:rsidRPr="00F435D8">
              <w:rPr>
                <w:rFonts w:ascii="Calibri" w:hAnsi="Calibri" w:cs="Arial"/>
                <w:sz w:val="20"/>
                <w:lang w:val="sk-SK"/>
              </w:rPr>
              <w:t xml:space="preserve"> </w:t>
            </w:r>
            <w:r w:rsidR="000358AC" w:rsidRPr="00F435D8">
              <w:rPr>
                <w:rFonts w:ascii="Calibri" w:hAnsi="Calibri" w:cs="Arial"/>
                <w:sz w:val="20"/>
                <w:lang w:val="sk-SK"/>
              </w:rPr>
              <w:t xml:space="preserve">2 </w:t>
            </w:r>
            <w:r w:rsidR="00C81120" w:rsidRPr="00F435D8">
              <w:rPr>
                <w:rFonts w:ascii="Calibri" w:hAnsi="Calibri" w:cs="Arial"/>
                <w:sz w:val="20"/>
                <w:lang w:val="sk-SK"/>
              </w:rPr>
              <w:t>(QA x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>)</w:t>
            </w:r>
          </w:p>
          <w:p w14:paraId="75015DF3" w14:textId="77777777" w:rsidR="00635466" w:rsidRPr="00F435D8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1</w:t>
            </w:r>
          </w:p>
          <w:p w14:paraId="507E1FD9" w14:textId="074E5CDE" w:rsidR="00635466" w:rsidRPr="00F435D8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F435D8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</w:tr>
      <w:tr w:rsidR="00635466" w:rsidRPr="00F435D8" w14:paraId="62D628CA" w14:textId="77777777" w:rsidTr="00ED3057">
        <w:tc>
          <w:tcPr>
            <w:tcW w:w="2988" w:type="dxa"/>
            <w:shd w:val="clear" w:color="auto" w:fill="auto"/>
          </w:tcPr>
          <w:p w14:paraId="28A447F7" w14:textId="77777777" w:rsidR="00635466" w:rsidRPr="00F435D8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14.45 – 15.30</w:t>
            </w:r>
          </w:p>
          <w:p w14:paraId="1630D551" w14:textId="77777777" w:rsidR="00F435D8" w:rsidRPr="00F435D8" w:rsidRDefault="00F435D8" w:rsidP="00F435D8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Analýza v tandemoch</w:t>
            </w:r>
          </w:p>
          <w:p w14:paraId="0DA2B8A5" w14:textId="1F8A77BB" w:rsidR="00635466" w:rsidRPr="00F435D8" w:rsidRDefault="00F435D8" w:rsidP="00ED3057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Vrátane</w:t>
            </w:r>
            <w:r w:rsidR="00635466" w:rsidRPr="00F435D8">
              <w:rPr>
                <w:rFonts w:ascii="Calibri" w:hAnsi="Calibri" w:cs="Arial"/>
                <w:sz w:val="20"/>
                <w:lang w:val="sk-SK"/>
              </w:rPr>
              <w:t xml:space="preserve"> </w:t>
            </w:r>
            <w:r w:rsidR="00635466" w:rsidRPr="00F435D8">
              <w:rPr>
                <w:rFonts w:ascii="Calibri" w:hAnsi="Calibri" w:cs="Arial"/>
                <w:i/>
                <w:sz w:val="20"/>
                <w:lang w:val="sk-SK"/>
              </w:rPr>
              <w:t>Coffee Break</w:t>
            </w:r>
          </w:p>
        </w:tc>
        <w:tc>
          <w:tcPr>
            <w:tcW w:w="2820" w:type="dxa"/>
            <w:shd w:val="clear" w:color="auto" w:fill="auto"/>
          </w:tcPr>
          <w:p w14:paraId="36924FC2" w14:textId="77777777" w:rsidR="00635466" w:rsidRPr="00F435D8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  <w:p w14:paraId="260A99B3" w14:textId="77777777" w:rsidR="00635466" w:rsidRPr="00F435D8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2</w:t>
            </w:r>
          </w:p>
          <w:p w14:paraId="7FB721CB" w14:textId="65B7120E" w:rsidR="00635466" w:rsidRPr="00F435D8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F435D8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  <w:tc>
          <w:tcPr>
            <w:tcW w:w="3372" w:type="dxa"/>
            <w:shd w:val="clear" w:color="auto" w:fill="auto"/>
          </w:tcPr>
          <w:p w14:paraId="2F986AAC" w14:textId="77777777" w:rsidR="00635466" w:rsidRPr="00F435D8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  <w:p w14:paraId="05412121" w14:textId="77777777" w:rsidR="00635466" w:rsidRPr="00F435D8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1</w:t>
            </w:r>
          </w:p>
          <w:p w14:paraId="2EA09DE5" w14:textId="11A853D0" w:rsidR="00635466" w:rsidRPr="00F435D8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F435D8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</w:tr>
      <w:tr w:rsidR="00635466" w:rsidRPr="00F435D8" w14:paraId="3E960A74" w14:textId="77777777" w:rsidTr="00ED3057">
        <w:tc>
          <w:tcPr>
            <w:tcW w:w="2988" w:type="dxa"/>
            <w:shd w:val="clear" w:color="auto" w:fill="FFCC00"/>
          </w:tcPr>
          <w:p w14:paraId="4CE7BBFA" w14:textId="77777777" w:rsidR="00635466" w:rsidRPr="00F435D8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15.30 – 16.15</w:t>
            </w:r>
          </w:p>
          <w:p w14:paraId="7123438E" w14:textId="77777777" w:rsidR="00635466" w:rsidRPr="00F435D8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Interview round 3</w:t>
            </w:r>
          </w:p>
        </w:tc>
        <w:tc>
          <w:tcPr>
            <w:tcW w:w="2820" w:type="dxa"/>
            <w:shd w:val="clear" w:color="auto" w:fill="FFEDA3"/>
          </w:tcPr>
          <w:p w14:paraId="70E38157" w14:textId="14728380" w:rsidR="00635466" w:rsidRPr="00F435D8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a) </w:t>
            </w:r>
            <w:r w:rsidR="00BD5ABE">
              <w:rPr>
                <w:rFonts w:ascii="Calibri" w:hAnsi="Calibri" w:cs="Arial"/>
                <w:sz w:val="20"/>
                <w:lang w:val="sk-SK"/>
              </w:rPr>
              <w:t>Klienti</w:t>
            </w:r>
            <w:r w:rsidR="00C81120" w:rsidRPr="00F435D8">
              <w:rPr>
                <w:rFonts w:ascii="Calibri" w:hAnsi="Calibri" w:cs="Arial"/>
                <w:sz w:val="20"/>
                <w:lang w:val="sk-SK"/>
              </w:rPr>
              <w:t xml:space="preserve"> (QA x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>)</w:t>
            </w:r>
          </w:p>
          <w:p w14:paraId="62E5D007" w14:textId="77777777" w:rsidR="00635466" w:rsidRPr="00F435D8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2</w:t>
            </w:r>
          </w:p>
          <w:p w14:paraId="256A8C43" w14:textId="664DDD04" w:rsidR="00635466" w:rsidRPr="00F435D8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F435D8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  <w:tc>
          <w:tcPr>
            <w:tcW w:w="3372" w:type="dxa"/>
            <w:shd w:val="clear" w:color="auto" w:fill="FFEDA3"/>
          </w:tcPr>
          <w:p w14:paraId="0393B984" w14:textId="64F7CE8A" w:rsidR="00635466" w:rsidRPr="00F435D8" w:rsidRDefault="00C81120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a)</w:t>
            </w:r>
            <w:r w:rsidR="00BD5ABE">
              <w:rPr>
                <w:rFonts w:ascii="Calibri" w:hAnsi="Calibri" w:cs="Arial"/>
                <w:sz w:val="20"/>
                <w:lang w:val="sk-SK"/>
              </w:rPr>
              <w:t xml:space="preserve"> Partneri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 xml:space="preserve"> (</w:t>
            </w:r>
            <w:r w:rsidR="00BD5ABE">
              <w:rPr>
                <w:rFonts w:ascii="Calibri" w:hAnsi="Calibri" w:cs="Arial"/>
                <w:sz w:val="20"/>
                <w:lang w:val="sk-SK"/>
              </w:rPr>
              <w:t>Firmy, vzdelávacie inštitúcie, úrady práce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 xml:space="preserve">… </w:t>
            </w:r>
          </w:p>
          <w:p w14:paraId="5540A1E4" w14:textId="77777777" w:rsidR="00635466" w:rsidRPr="00F435D8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1</w:t>
            </w:r>
          </w:p>
          <w:p w14:paraId="2B8F96B9" w14:textId="407D673E" w:rsidR="00635466" w:rsidRPr="00F435D8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F435D8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</w:tr>
      <w:tr w:rsidR="00635466" w:rsidRPr="00F435D8" w14:paraId="701ED628" w14:textId="77777777" w:rsidTr="00ED3057">
        <w:tc>
          <w:tcPr>
            <w:tcW w:w="2988" w:type="dxa"/>
            <w:shd w:val="clear" w:color="auto" w:fill="auto"/>
          </w:tcPr>
          <w:p w14:paraId="1D1BD66A" w14:textId="77777777" w:rsidR="00635466" w:rsidRPr="00F435D8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16.15 – 16.45</w:t>
            </w:r>
          </w:p>
          <w:p w14:paraId="4FFD64EB" w14:textId="359C6F18" w:rsidR="00635466" w:rsidRPr="00F435D8" w:rsidRDefault="00F435D8" w:rsidP="00F435D8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Analýza v tandemoch</w:t>
            </w:r>
          </w:p>
        </w:tc>
        <w:tc>
          <w:tcPr>
            <w:tcW w:w="2820" w:type="dxa"/>
            <w:shd w:val="clear" w:color="auto" w:fill="auto"/>
          </w:tcPr>
          <w:p w14:paraId="47155EFE" w14:textId="77777777" w:rsidR="00635466" w:rsidRPr="00F435D8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2</w:t>
            </w:r>
          </w:p>
          <w:p w14:paraId="19EA0507" w14:textId="13E8A92F" w:rsidR="00635466" w:rsidRPr="00F435D8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F435D8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  <w:tc>
          <w:tcPr>
            <w:tcW w:w="3372" w:type="dxa"/>
            <w:shd w:val="clear" w:color="auto" w:fill="auto"/>
          </w:tcPr>
          <w:p w14:paraId="41CF8D59" w14:textId="77777777" w:rsidR="00635466" w:rsidRPr="00F435D8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1</w:t>
            </w:r>
          </w:p>
          <w:p w14:paraId="526E64D3" w14:textId="08BDA43F" w:rsidR="00635466" w:rsidRPr="00F435D8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F435D8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</w:tr>
      <w:tr w:rsidR="00635466" w:rsidRPr="00F435D8" w14:paraId="56870BD8" w14:textId="77777777" w:rsidTr="00ED3057">
        <w:tc>
          <w:tcPr>
            <w:tcW w:w="2988" w:type="dxa"/>
            <w:shd w:val="clear" w:color="auto" w:fill="auto"/>
          </w:tcPr>
          <w:p w14:paraId="6A0A9EC3" w14:textId="77777777" w:rsidR="00635466" w:rsidRPr="00F435D8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16.45 – 17.30</w:t>
            </w:r>
          </w:p>
          <w:p w14:paraId="34797DC6" w14:textId="17800D2B" w:rsidR="00635466" w:rsidRPr="00F435D8" w:rsidRDefault="00BD5ABE" w:rsidP="00BD5ABE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Interná analýza</w:t>
            </w:r>
            <w:r w:rsidR="00635466" w:rsidRPr="00F435D8">
              <w:rPr>
                <w:rFonts w:ascii="Calibri" w:hAnsi="Calibri" w:cs="Arial"/>
                <w:sz w:val="20"/>
                <w:lang w:val="sk-SK"/>
              </w:rPr>
              <w:t xml:space="preserve"> I &amp; (Meta) </w:t>
            </w:r>
            <w:r>
              <w:rPr>
                <w:rFonts w:ascii="Calibri" w:hAnsi="Calibri" w:cs="Arial"/>
                <w:sz w:val="20"/>
                <w:lang w:val="sk-SK"/>
              </w:rPr>
              <w:t>hodnotenie</w:t>
            </w:r>
          </w:p>
        </w:tc>
        <w:tc>
          <w:tcPr>
            <w:tcW w:w="6192" w:type="dxa"/>
            <w:gridSpan w:val="2"/>
            <w:shd w:val="clear" w:color="auto" w:fill="auto"/>
          </w:tcPr>
          <w:p w14:paraId="33DAF417" w14:textId="77777777" w:rsidR="00635466" w:rsidRPr="00F435D8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  <w:p w14:paraId="71D2E40E" w14:textId="77777777" w:rsidR="00635466" w:rsidRPr="00F435D8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1&amp;2</w:t>
            </w:r>
          </w:p>
          <w:p w14:paraId="4283D4C9" w14:textId="14B9C045" w:rsidR="00635466" w:rsidRPr="00F435D8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F435D8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</w:tr>
      <w:tr w:rsidR="00635466" w:rsidRPr="00F435D8" w14:paraId="494EB473" w14:textId="77777777" w:rsidTr="00ED3057">
        <w:tc>
          <w:tcPr>
            <w:tcW w:w="2988" w:type="dxa"/>
            <w:shd w:val="clear" w:color="auto" w:fill="auto"/>
          </w:tcPr>
          <w:p w14:paraId="15DE3BBB" w14:textId="64364EF3" w:rsidR="00635466" w:rsidRPr="00F435D8" w:rsidRDefault="00BD5ABE" w:rsidP="00ED3057">
            <w:pPr>
              <w:ind w:left="-117"/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Večer</w:t>
            </w:r>
          </w:p>
        </w:tc>
        <w:tc>
          <w:tcPr>
            <w:tcW w:w="6192" w:type="dxa"/>
            <w:gridSpan w:val="2"/>
            <w:shd w:val="clear" w:color="auto" w:fill="auto"/>
          </w:tcPr>
          <w:p w14:paraId="09A63BBF" w14:textId="653A7920" w:rsidR="00635466" w:rsidRPr="00F435D8" w:rsidRDefault="00BD5ABE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Voľný program</w:t>
            </w:r>
          </w:p>
        </w:tc>
      </w:tr>
    </w:tbl>
    <w:p w14:paraId="6B6D841B" w14:textId="77777777" w:rsidR="00635466" w:rsidRPr="00F435D8" w:rsidRDefault="00635466" w:rsidP="00635466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  <w:lang w:val="sk-SK"/>
        </w:rPr>
      </w:pPr>
    </w:p>
    <w:p w14:paraId="6371E1F6" w14:textId="149B02A3" w:rsidR="00635466" w:rsidRPr="00F435D8" w:rsidRDefault="00854061" w:rsidP="00635466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  <w:lang w:val="sk-SK"/>
        </w:rPr>
      </w:pPr>
      <w:r>
        <w:rPr>
          <w:rFonts w:ascii="Calibri" w:hAnsi="Calibri" w:cs="Arial"/>
          <w:b/>
          <w:sz w:val="20"/>
          <w:szCs w:val="20"/>
          <w:lang w:val="sk-SK"/>
        </w:rPr>
        <w:t>Deň</w:t>
      </w:r>
      <w:r w:rsidR="00635466" w:rsidRPr="00F435D8">
        <w:rPr>
          <w:rFonts w:ascii="Calibri" w:hAnsi="Calibri" w:cs="Arial"/>
          <w:b/>
          <w:sz w:val="20"/>
          <w:szCs w:val="20"/>
          <w:lang w:val="sk-SK"/>
        </w:rPr>
        <w:t xml:space="preserve"> 2: </w:t>
      </w:r>
      <w:r w:rsidR="00635466" w:rsidRPr="00F435D8">
        <w:rPr>
          <w:rFonts w:ascii="Calibri" w:hAnsi="Calibri" w:cs="Arial"/>
          <w:b/>
          <w:sz w:val="20"/>
          <w:szCs w:val="20"/>
          <w:lang w:val="sk-SK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635466" w:rsidRPr="00F435D8">
        <w:rPr>
          <w:rFonts w:ascii="Calibri" w:hAnsi="Calibri" w:cs="Arial"/>
          <w:b/>
          <w:sz w:val="20"/>
          <w:szCs w:val="20"/>
          <w:lang w:val="sk-SK"/>
        </w:rPr>
        <w:instrText xml:space="preserve"> FORMTEXT </w:instrText>
      </w:r>
      <w:r w:rsidR="00635466" w:rsidRPr="00F435D8">
        <w:rPr>
          <w:rFonts w:ascii="Calibri" w:hAnsi="Calibri" w:cs="Arial"/>
          <w:b/>
          <w:sz w:val="20"/>
          <w:szCs w:val="20"/>
          <w:lang w:val="sk-SK"/>
        </w:rPr>
      </w:r>
      <w:r w:rsidR="00635466" w:rsidRPr="00F435D8">
        <w:rPr>
          <w:rFonts w:ascii="Calibri" w:hAnsi="Calibri" w:cs="Arial"/>
          <w:b/>
          <w:sz w:val="20"/>
          <w:szCs w:val="20"/>
          <w:lang w:val="sk-SK"/>
        </w:rPr>
        <w:fldChar w:fldCharType="separate"/>
      </w:r>
      <w:r w:rsidR="00635466" w:rsidRPr="00F435D8">
        <w:rPr>
          <w:rFonts w:ascii="Calibri" w:hAnsi="Calibri" w:cs="Arial"/>
          <w:b/>
          <w:noProof/>
          <w:sz w:val="20"/>
          <w:szCs w:val="20"/>
          <w:lang w:val="sk-SK"/>
        </w:rPr>
        <w:t> </w:t>
      </w:r>
      <w:r w:rsidR="00635466" w:rsidRPr="00F435D8">
        <w:rPr>
          <w:rFonts w:ascii="Calibri" w:hAnsi="Calibri" w:cs="Arial"/>
          <w:b/>
          <w:noProof/>
          <w:sz w:val="20"/>
          <w:szCs w:val="20"/>
          <w:lang w:val="sk-SK"/>
        </w:rPr>
        <w:t> </w:t>
      </w:r>
      <w:r w:rsidR="00635466" w:rsidRPr="00F435D8">
        <w:rPr>
          <w:rFonts w:ascii="Calibri" w:hAnsi="Calibri" w:cs="Arial"/>
          <w:b/>
          <w:noProof/>
          <w:sz w:val="20"/>
          <w:szCs w:val="20"/>
          <w:lang w:val="sk-SK"/>
        </w:rPr>
        <w:t> </w:t>
      </w:r>
      <w:r w:rsidR="00635466" w:rsidRPr="00F435D8">
        <w:rPr>
          <w:rFonts w:ascii="Calibri" w:hAnsi="Calibri" w:cs="Arial"/>
          <w:b/>
          <w:noProof/>
          <w:sz w:val="20"/>
          <w:szCs w:val="20"/>
          <w:lang w:val="sk-SK"/>
        </w:rPr>
        <w:t> </w:t>
      </w:r>
      <w:r w:rsidR="00635466" w:rsidRPr="00F435D8">
        <w:rPr>
          <w:rFonts w:ascii="Calibri" w:hAnsi="Calibri" w:cs="Arial"/>
          <w:b/>
          <w:noProof/>
          <w:sz w:val="20"/>
          <w:szCs w:val="20"/>
          <w:lang w:val="sk-SK"/>
        </w:rPr>
        <w:t> </w:t>
      </w:r>
      <w:r w:rsidR="00635466" w:rsidRPr="00F435D8">
        <w:rPr>
          <w:rFonts w:ascii="Calibri" w:hAnsi="Calibri" w:cs="Arial"/>
          <w:b/>
          <w:sz w:val="20"/>
          <w:szCs w:val="20"/>
          <w:lang w:val="sk-SK"/>
        </w:rPr>
        <w:fldChar w:fldCharType="end"/>
      </w:r>
      <w:r w:rsidR="00635466" w:rsidRPr="00F435D8">
        <w:rPr>
          <w:rFonts w:ascii="Calibri" w:hAnsi="Calibri" w:cs="Arial"/>
          <w:b/>
          <w:sz w:val="20"/>
          <w:szCs w:val="20"/>
          <w:lang w:val="sk-SK"/>
        </w:rPr>
        <w:t xml:space="preserve"> </w:t>
      </w:r>
      <w:r w:rsidR="00635466" w:rsidRPr="00F435D8">
        <w:rPr>
          <w:rFonts w:ascii="Calibri" w:hAnsi="Calibri" w:cs="Arial"/>
          <w:sz w:val="20"/>
          <w:szCs w:val="20"/>
          <w:lang w:val="sk-SK"/>
        </w:rPr>
        <w:t>(</w:t>
      </w:r>
      <w:r>
        <w:rPr>
          <w:rFonts w:ascii="Calibri" w:hAnsi="Calibri" w:cs="Arial"/>
          <w:sz w:val="20"/>
          <w:szCs w:val="20"/>
          <w:lang w:val="sk-SK"/>
        </w:rPr>
        <w:t>uveď dátum</w:t>
      </w:r>
      <w:r w:rsidR="00635466" w:rsidRPr="00F435D8">
        <w:rPr>
          <w:rFonts w:ascii="Calibri" w:hAnsi="Calibri" w:cs="Arial"/>
          <w:sz w:val="20"/>
          <w:szCs w:val="20"/>
          <w:lang w:val="sk-SK"/>
        </w:rPr>
        <w:t>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3240"/>
        <w:gridCol w:w="3132"/>
      </w:tblGrid>
      <w:tr w:rsidR="00635466" w:rsidRPr="00F435D8" w14:paraId="2CD2006A" w14:textId="77777777" w:rsidTr="0085163A">
        <w:tc>
          <w:tcPr>
            <w:tcW w:w="2808" w:type="dxa"/>
            <w:shd w:val="clear" w:color="auto" w:fill="99CCFF"/>
          </w:tcPr>
          <w:p w14:paraId="22F698C6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  <w:p w14:paraId="694FA7D0" w14:textId="67F21E8E" w:rsidR="00635466" w:rsidRPr="00F435D8" w:rsidRDefault="00D042B8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Čas</w:t>
            </w:r>
          </w:p>
        </w:tc>
        <w:tc>
          <w:tcPr>
            <w:tcW w:w="6372" w:type="dxa"/>
            <w:gridSpan w:val="2"/>
            <w:shd w:val="clear" w:color="auto" w:fill="99CCFF"/>
          </w:tcPr>
          <w:p w14:paraId="012C7872" w14:textId="77777777" w:rsidR="00D042B8" w:rsidRPr="00F435D8" w:rsidRDefault="00D042B8" w:rsidP="00D042B8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a) Predstavenie osôb a/alebo priestorov</w:t>
            </w:r>
          </w:p>
          <w:p w14:paraId="22156563" w14:textId="77777777" w:rsidR="00D042B8" w:rsidRPr="00F435D8" w:rsidRDefault="00D042B8" w:rsidP="00D042B8">
            <w:pPr>
              <w:jc w:val="left"/>
              <w:rPr>
                <w:rFonts w:ascii="Calibri" w:hAnsi="Calibri" w:cs="Arial"/>
                <w:b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b) Peer </w:t>
            </w:r>
            <w:r w:rsidRPr="00F435D8">
              <w:rPr>
                <w:rFonts w:ascii="Calibri" w:hAnsi="Calibri" w:cs="Arial"/>
                <w:b/>
                <w:sz w:val="20"/>
                <w:lang w:val="sk-SK"/>
              </w:rPr>
              <w:t>tandemy 1&amp;2</w:t>
            </w:r>
          </w:p>
          <w:p w14:paraId="10050D0A" w14:textId="29DF54BE" w:rsidR="00635466" w:rsidRPr="00F435D8" w:rsidRDefault="00D042B8" w:rsidP="00D042B8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c) Miestnosť</w:t>
            </w:r>
          </w:p>
        </w:tc>
      </w:tr>
      <w:tr w:rsidR="00635466" w:rsidRPr="00F435D8" w14:paraId="6916F617" w14:textId="77777777" w:rsidTr="00ED3057">
        <w:tc>
          <w:tcPr>
            <w:tcW w:w="2808" w:type="dxa"/>
            <w:shd w:val="clear" w:color="auto" w:fill="FFCC00"/>
          </w:tcPr>
          <w:p w14:paraId="0F66BCCD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8.30 – 9.15</w:t>
            </w:r>
          </w:p>
          <w:p w14:paraId="7365B33A" w14:textId="04E43243" w:rsidR="00635466" w:rsidRPr="00F435D8" w:rsidRDefault="00635466" w:rsidP="00D042B8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Interview </w:t>
            </w:r>
            <w:r w:rsidR="00D042B8">
              <w:rPr>
                <w:rFonts w:ascii="Calibri" w:hAnsi="Calibri" w:cs="Arial"/>
                <w:sz w:val="20"/>
                <w:lang w:val="sk-SK"/>
              </w:rPr>
              <w:t>kolo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 xml:space="preserve"> 4</w:t>
            </w:r>
          </w:p>
        </w:tc>
        <w:tc>
          <w:tcPr>
            <w:tcW w:w="3240" w:type="dxa"/>
            <w:shd w:val="clear" w:color="auto" w:fill="FFE781"/>
          </w:tcPr>
          <w:p w14:paraId="1F999F19" w14:textId="7C36FAA5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a) </w:t>
            </w:r>
            <w:r w:rsidR="00854061">
              <w:rPr>
                <w:rFonts w:ascii="Calibri" w:hAnsi="Calibri" w:cs="Arial"/>
                <w:sz w:val="20"/>
                <w:lang w:val="sk-SK"/>
              </w:rPr>
              <w:t>Kandidáti</w:t>
            </w:r>
            <w:r w:rsidR="00C81120" w:rsidRPr="00F435D8">
              <w:rPr>
                <w:rFonts w:ascii="Calibri" w:hAnsi="Calibri" w:cs="Arial"/>
                <w:sz w:val="20"/>
                <w:lang w:val="sk-SK"/>
              </w:rPr>
              <w:t xml:space="preserve"> </w:t>
            </w:r>
            <w:r w:rsidR="000358AC" w:rsidRPr="00F435D8">
              <w:rPr>
                <w:rFonts w:ascii="Calibri" w:hAnsi="Calibri" w:cs="Arial"/>
                <w:sz w:val="20"/>
                <w:lang w:val="sk-SK"/>
              </w:rPr>
              <w:t>3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 xml:space="preserve"> (QA </w:t>
            </w:r>
            <w:r w:rsidR="00C81120" w:rsidRPr="00F435D8">
              <w:rPr>
                <w:rFonts w:ascii="Calibri" w:hAnsi="Calibri" w:cs="Arial"/>
                <w:sz w:val="20"/>
                <w:lang w:val="sk-SK"/>
              </w:rPr>
              <w:t>x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>)</w:t>
            </w:r>
          </w:p>
          <w:p w14:paraId="637952A1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1</w:t>
            </w:r>
          </w:p>
          <w:p w14:paraId="4063CE71" w14:textId="71E4CFDF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F435D8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  <w:tc>
          <w:tcPr>
            <w:tcW w:w="3132" w:type="dxa"/>
            <w:shd w:val="clear" w:color="auto" w:fill="FFE781"/>
          </w:tcPr>
          <w:p w14:paraId="4FF3AABA" w14:textId="0872B392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a) </w:t>
            </w:r>
            <w:r w:rsidR="00854061">
              <w:rPr>
                <w:rFonts w:ascii="Calibri" w:hAnsi="Calibri" w:cs="Arial"/>
                <w:sz w:val="20"/>
                <w:lang w:val="sk-SK"/>
              </w:rPr>
              <w:t xml:space="preserve">Kandidáti  </w:t>
            </w:r>
            <w:r w:rsidR="000358AC" w:rsidRPr="00F435D8">
              <w:rPr>
                <w:rFonts w:ascii="Calibri" w:hAnsi="Calibri" w:cs="Arial"/>
                <w:sz w:val="20"/>
                <w:lang w:val="sk-SK"/>
              </w:rPr>
              <w:t>4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 xml:space="preserve"> (QA </w:t>
            </w:r>
            <w:r w:rsidR="00C81120" w:rsidRPr="00F435D8">
              <w:rPr>
                <w:rFonts w:ascii="Calibri" w:hAnsi="Calibri" w:cs="Arial"/>
                <w:sz w:val="20"/>
                <w:lang w:val="sk-SK"/>
              </w:rPr>
              <w:t>x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>)</w:t>
            </w:r>
          </w:p>
          <w:p w14:paraId="51E98E11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2</w:t>
            </w:r>
          </w:p>
          <w:p w14:paraId="07FBFC9E" w14:textId="518B8A1B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F435D8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</w:tr>
      <w:tr w:rsidR="00635466" w:rsidRPr="00F435D8" w14:paraId="0B303CAE" w14:textId="77777777" w:rsidTr="00ED3057">
        <w:tc>
          <w:tcPr>
            <w:tcW w:w="2808" w:type="dxa"/>
            <w:shd w:val="clear" w:color="auto" w:fill="auto"/>
          </w:tcPr>
          <w:p w14:paraId="30EBAF24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9.15 – 9.45</w:t>
            </w:r>
          </w:p>
          <w:p w14:paraId="5CAAC94D" w14:textId="47077DB8" w:rsidR="00635466" w:rsidRPr="00F435D8" w:rsidRDefault="00D042B8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Analýza v teams</w:t>
            </w:r>
          </w:p>
        </w:tc>
        <w:tc>
          <w:tcPr>
            <w:tcW w:w="3240" w:type="dxa"/>
            <w:shd w:val="clear" w:color="auto" w:fill="auto"/>
          </w:tcPr>
          <w:p w14:paraId="1EF964EB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  <w:p w14:paraId="60A14BF5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1</w:t>
            </w:r>
          </w:p>
          <w:p w14:paraId="26EBE5E0" w14:textId="28329013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8B5FA9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  <w:tc>
          <w:tcPr>
            <w:tcW w:w="3132" w:type="dxa"/>
            <w:shd w:val="clear" w:color="auto" w:fill="auto"/>
          </w:tcPr>
          <w:p w14:paraId="42DE7D1E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  <w:p w14:paraId="6C72D152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2</w:t>
            </w:r>
          </w:p>
          <w:p w14:paraId="0BD52670" w14:textId="595318F0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8B5FA9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</w:tr>
      <w:tr w:rsidR="00635466" w:rsidRPr="00F435D8" w14:paraId="75074A8B" w14:textId="77777777" w:rsidTr="00ED3057">
        <w:tc>
          <w:tcPr>
            <w:tcW w:w="2808" w:type="dxa"/>
            <w:shd w:val="clear" w:color="auto" w:fill="auto"/>
          </w:tcPr>
          <w:p w14:paraId="54949635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9.45 – 10.15</w:t>
            </w:r>
          </w:p>
          <w:p w14:paraId="63535587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i/>
                <w:sz w:val="20"/>
                <w:lang w:val="sk-SK"/>
              </w:rPr>
            </w:pPr>
            <w:r w:rsidRPr="00F435D8">
              <w:rPr>
                <w:rFonts w:ascii="Calibri" w:hAnsi="Calibri" w:cs="Arial"/>
                <w:i/>
                <w:sz w:val="20"/>
                <w:lang w:val="sk-SK"/>
              </w:rPr>
              <w:t xml:space="preserve">Coffee Break </w:t>
            </w:r>
          </w:p>
        </w:tc>
        <w:tc>
          <w:tcPr>
            <w:tcW w:w="6372" w:type="dxa"/>
            <w:gridSpan w:val="2"/>
            <w:shd w:val="clear" w:color="auto" w:fill="auto"/>
          </w:tcPr>
          <w:p w14:paraId="0F0519ED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  <w:p w14:paraId="51C05291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  <w:p w14:paraId="5A2C6ABA" w14:textId="658E9302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854061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</w:tr>
      <w:tr w:rsidR="00635466" w:rsidRPr="00F435D8" w14:paraId="7407EF52" w14:textId="77777777" w:rsidTr="00ED3057">
        <w:tc>
          <w:tcPr>
            <w:tcW w:w="2808" w:type="dxa"/>
            <w:shd w:val="clear" w:color="auto" w:fill="FFCC00"/>
          </w:tcPr>
          <w:p w14:paraId="33C3A2B2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10.15 – 11.00</w:t>
            </w:r>
          </w:p>
          <w:p w14:paraId="7345453A" w14:textId="68AEFAD9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Interview </w:t>
            </w:r>
            <w:r w:rsidR="00D042B8">
              <w:rPr>
                <w:rFonts w:ascii="Calibri" w:hAnsi="Calibri" w:cs="Arial"/>
                <w:sz w:val="20"/>
                <w:lang w:val="sk-SK"/>
              </w:rPr>
              <w:t>kolo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 xml:space="preserve"> 5</w:t>
            </w:r>
          </w:p>
          <w:p w14:paraId="437DB59C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</w:tc>
        <w:tc>
          <w:tcPr>
            <w:tcW w:w="3240" w:type="dxa"/>
            <w:shd w:val="clear" w:color="auto" w:fill="FFE781"/>
          </w:tcPr>
          <w:p w14:paraId="48ACFF1B" w14:textId="7D794BC9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a) </w:t>
            </w:r>
            <w:r w:rsidR="00854061">
              <w:rPr>
                <w:rFonts w:ascii="Calibri" w:hAnsi="Calibri" w:cs="Arial"/>
                <w:sz w:val="20"/>
                <w:lang w:val="sk-SK"/>
              </w:rPr>
              <w:t>Hodnotitelia</w:t>
            </w:r>
            <w:r w:rsidR="00C81120" w:rsidRPr="00F435D8">
              <w:rPr>
                <w:rFonts w:ascii="Calibri" w:hAnsi="Calibri" w:cs="Arial"/>
                <w:sz w:val="20"/>
                <w:lang w:val="sk-SK"/>
              </w:rPr>
              <w:t xml:space="preserve">  (QA x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>)</w:t>
            </w:r>
          </w:p>
          <w:p w14:paraId="2FC39C0E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1</w:t>
            </w:r>
          </w:p>
          <w:p w14:paraId="7E46987A" w14:textId="05414A1C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8B5FA9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  <w:tc>
          <w:tcPr>
            <w:tcW w:w="3132" w:type="dxa"/>
            <w:shd w:val="clear" w:color="auto" w:fill="FFE781"/>
          </w:tcPr>
          <w:p w14:paraId="755486E3" w14:textId="52352ECF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a)</w:t>
            </w:r>
            <w:r w:rsidR="00C81120" w:rsidRPr="00F435D8">
              <w:rPr>
                <w:rFonts w:ascii="Calibri" w:hAnsi="Calibri" w:cs="Arial"/>
                <w:sz w:val="20"/>
                <w:lang w:val="sk-SK"/>
              </w:rPr>
              <w:t xml:space="preserve"> </w:t>
            </w:r>
            <w:r w:rsidR="00854061">
              <w:rPr>
                <w:rFonts w:ascii="Calibri" w:hAnsi="Calibri" w:cs="Arial"/>
                <w:sz w:val="20"/>
                <w:lang w:val="sk-SK"/>
              </w:rPr>
              <w:t>Ostatní zamestnanci</w:t>
            </w:r>
            <w:r w:rsidR="000358AC" w:rsidRPr="00F435D8">
              <w:rPr>
                <w:rFonts w:ascii="Calibri" w:hAnsi="Calibri" w:cs="Arial"/>
                <w:sz w:val="20"/>
                <w:lang w:val="sk-SK"/>
              </w:rPr>
              <w:t xml:space="preserve"> </w:t>
            </w:r>
            <w:r w:rsidR="00C81120" w:rsidRPr="00F435D8">
              <w:rPr>
                <w:rFonts w:ascii="Calibri" w:hAnsi="Calibri" w:cs="Arial"/>
                <w:sz w:val="20"/>
                <w:lang w:val="sk-SK"/>
              </w:rPr>
              <w:t xml:space="preserve"> (QA x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 xml:space="preserve">) </w:t>
            </w:r>
          </w:p>
          <w:p w14:paraId="46C7BB5C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2</w:t>
            </w:r>
          </w:p>
          <w:p w14:paraId="776B8CDD" w14:textId="388CC6BC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F435D8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</w:tr>
      <w:tr w:rsidR="00635466" w:rsidRPr="00F435D8" w14:paraId="5E125EC0" w14:textId="77777777" w:rsidTr="00ED3057">
        <w:tc>
          <w:tcPr>
            <w:tcW w:w="2808" w:type="dxa"/>
            <w:shd w:val="clear" w:color="auto" w:fill="auto"/>
          </w:tcPr>
          <w:p w14:paraId="6F751280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11.00 – 11.30</w:t>
            </w:r>
          </w:p>
          <w:p w14:paraId="7953A01F" w14:textId="14123B9B" w:rsidR="00635466" w:rsidRPr="00F435D8" w:rsidRDefault="00D042B8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Analýza v tandemoch</w:t>
            </w:r>
          </w:p>
        </w:tc>
        <w:tc>
          <w:tcPr>
            <w:tcW w:w="3240" w:type="dxa"/>
            <w:shd w:val="clear" w:color="auto" w:fill="auto"/>
          </w:tcPr>
          <w:p w14:paraId="1832CD8F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  <w:p w14:paraId="7004AA02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1</w:t>
            </w:r>
          </w:p>
          <w:p w14:paraId="7DFAFE5E" w14:textId="715589E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F435D8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  <w:tc>
          <w:tcPr>
            <w:tcW w:w="3132" w:type="dxa"/>
            <w:shd w:val="clear" w:color="auto" w:fill="auto"/>
          </w:tcPr>
          <w:p w14:paraId="20FD4EDE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  <w:p w14:paraId="30C751B9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2</w:t>
            </w:r>
          </w:p>
          <w:p w14:paraId="6996ED16" w14:textId="18FA155A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F435D8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</w:tr>
      <w:tr w:rsidR="00635466" w:rsidRPr="00F435D8" w14:paraId="1E49F948" w14:textId="77777777" w:rsidTr="00ED3057">
        <w:tc>
          <w:tcPr>
            <w:tcW w:w="2808" w:type="dxa"/>
            <w:shd w:val="clear" w:color="auto" w:fill="auto"/>
          </w:tcPr>
          <w:p w14:paraId="01C9CBF6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11.30 – 12.30</w:t>
            </w:r>
          </w:p>
          <w:p w14:paraId="35A25889" w14:textId="43AA0C61" w:rsidR="00635466" w:rsidRPr="00F435D8" w:rsidRDefault="00D042B8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Interná analýza</w:t>
            </w:r>
            <w:r w:rsidR="00635466" w:rsidRPr="00F435D8">
              <w:rPr>
                <w:rFonts w:ascii="Calibri" w:hAnsi="Calibri" w:cs="Arial"/>
                <w:sz w:val="20"/>
                <w:lang w:val="sk-SK"/>
              </w:rPr>
              <w:t xml:space="preserve"> II:</w:t>
            </w:r>
          </w:p>
        </w:tc>
        <w:tc>
          <w:tcPr>
            <w:tcW w:w="6372" w:type="dxa"/>
            <w:gridSpan w:val="2"/>
            <w:shd w:val="clear" w:color="auto" w:fill="auto"/>
          </w:tcPr>
          <w:p w14:paraId="302B5424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  <w:p w14:paraId="0947C7CB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1&amp;2</w:t>
            </w:r>
          </w:p>
          <w:p w14:paraId="21C85AA4" w14:textId="01F75FE6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F435D8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</w:tr>
      <w:tr w:rsidR="00635466" w:rsidRPr="00F435D8" w14:paraId="697497AF" w14:textId="77777777" w:rsidTr="00ED3057">
        <w:tc>
          <w:tcPr>
            <w:tcW w:w="2808" w:type="dxa"/>
            <w:shd w:val="clear" w:color="auto" w:fill="auto"/>
          </w:tcPr>
          <w:p w14:paraId="16ECFF5F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12.30 – 13.30</w:t>
            </w:r>
          </w:p>
          <w:p w14:paraId="1D0DAC8A" w14:textId="0772B0E2" w:rsidR="00635466" w:rsidRPr="00F435D8" w:rsidRDefault="00D042B8" w:rsidP="00ED3057">
            <w:pPr>
              <w:jc w:val="left"/>
              <w:rPr>
                <w:rFonts w:ascii="Calibri" w:hAnsi="Calibri" w:cs="Arial"/>
                <w:i/>
                <w:sz w:val="20"/>
                <w:lang w:val="sk-SK"/>
              </w:rPr>
            </w:pPr>
            <w:r>
              <w:rPr>
                <w:rFonts w:ascii="Calibri" w:hAnsi="Calibri" w:cs="Arial"/>
                <w:i/>
                <w:sz w:val="20"/>
                <w:lang w:val="sk-SK"/>
              </w:rPr>
              <w:t>Obed</w:t>
            </w:r>
          </w:p>
        </w:tc>
        <w:tc>
          <w:tcPr>
            <w:tcW w:w="6372" w:type="dxa"/>
            <w:gridSpan w:val="2"/>
            <w:shd w:val="clear" w:color="auto" w:fill="auto"/>
          </w:tcPr>
          <w:p w14:paraId="30A0F97C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  <w:p w14:paraId="2A8FCB3C" w14:textId="36012CD1" w:rsidR="00635466" w:rsidRPr="00F435D8" w:rsidRDefault="00635466" w:rsidP="00685AF5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c) Re</w:t>
            </w:r>
            <w:r w:rsidR="00685AF5">
              <w:rPr>
                <w:rFonts w:ascii="Calibri" w:hAnsi="Calibri" w:cs="Arial"/>
                <w:sz w:val="20"/>
                <w:lang w:val="sk-SK"/>
              </w:rPr>
              <w:t>štaurácia</w:t>
            </w:r>
          </w:p>
        </w:tc>
      </w:tr>
      <w:tr w:rsidR="00635466" w:rsidRPr="00F435D8" w14:paraId="146E9046" w14:textId="77777777" w:rsidTr="00ED3057">
        <w:tc>
          <w:tcPr>
            <w:tcW w:w="2808" w:type="dxa"/>
            <w:shd w:val="clear" w:color="auto" w:fill="auto"/>
          </w:tcPr>
          <w:p w14:paraId="38EBFB14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13.30 – 14.30</w:t>
            </w:r>
          </w:p>
          <w:p w14:paraId="500BF453" w14:textId="29F995B3" w:rsidR="00635466" w:rsidRPr="00F435D8" w:rsidRDefault="00D042B8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Interná analýza &amp; príprava na záverečné stretnutie</w:t>
            </w:r>
          </w:p>
        </w:tc>
        <w:tc>
          <w:tcPr>
            <w:tcW w:w="6372" w:type="dxa"/>
            <w:gridSpan w:val="2"/>
            <w:shd w:val="clear" w:color="auto" w:fill="auto"/>
          </w:tcPr>
          <w:p w14:paraId="75A8E79F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  <w:p w14:paraId="6BCAA5F0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1&amp;2</w:t>
            </w:r>
          </w:p>
          <w:p w14:paraId="584CC6AC" w14:textId="6A0810ED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F435D8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</w:tr>
      <w:tr w:rsidR="00635466" w:rsidRPr="00F435D8" w14:paraId="1A3BAADF" w14:textId="77777777" w:rsidTr="00ED3057">
        <w:tc>
          <w:tcPr>
            <w:tcW w:w="2808" w:type="dxa"/>
            <w:shd w:val="clear" w:color="auto" w:fill="auto"/>
          </w:tcPr>
          <w:p w14:paraId="70A19476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14.30 – 15.00</w:t>
            </w:r>
          </w:p>
          <w:p w14:paraId="01C95434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i/>
                <w:sz w:val="20"/>
                <w:lang w:val="sk-SK"/>
              </w:rPr>
            </w:pPr>
            <w:r w:rsidRPr="00F435D8">
              <w:rPr>
                <w:rFonts w:ascii="Calibri" w:hAnsi="Calibri" w:cs="Arial"/>
                <w:i/>
                <w:sz w:val="20"/>
                <w:lang w:val="sk-SK"/>
              </w:rPr>
              <w:t>Coffee Break</w:t>
            </w:r>
          </w:p>
        </w:tc>
        <w:tc>
          <w:tcPr>
            <w:tcW w:w="6372" w:type="dxa"/>
            <w:gridSpan w:val="2"/>
            <w:shd w:val="clear" w:color="auto" w:fill="auto"/>
          </w:tcPr>
          <w:p w14:paraId="23B00092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  <w:p w14:paraId="3212A4ED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1&amp;2</w:t>
            </w:r>
          </w:p>
          <w:p w14:paraId="104DF84F" w14:textId="0D5E8F33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685AF5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</w:tr>
      <w:tr w:rsidR="00635466" w:rsidRPr="00F435D8" w14:paraId="3D1B908C" w14:textId="77777777" w:rsidTr="00ED3057">
        <w:tc>
          <w:tcPr>
            <w:tcW w:w="2808" w:type="dxa"/>
            <w:shd w:val="clear" w:color="auto" w:fill="99CC00"/>
          </w:tcPr>
          <w:p w14:paraId="7E16DB04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15.00 – 16.30</w:t>
            </w:r>
          </w:p>
          <w:p w14:paraId="35B5E613" w14:textId="54DC2C76" w:rsidR="00635466" w:rsidRPr="00F435D8" w:rsidRDefault="00D042B8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Finálne stretnutie</w:t>
            </w:r>
          </w:p>
        </w:tc>
        <w:tc>
          <w:tcPr>
            <w:tcW w:w="6372" w:type="dxa"/>
            <w:gridSpan w:val="2"/>
            <w:shd w:val="clear" w:color="auto" w:fill="EAFFAF"/>
          </w:tcPr>
          <w:p w14:paraId="1E48471D" w14:textId="48C23CDF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a) </w:t>
            </w:r>
            <w:r w:rsidR="000358AC" w:rsidRPr="00F435D8">
              <w:rPr>
                <w:rFonts w:ascii="Calibri" w:hAnsi="Calibri" w:cs="Arial"/>
                <w:sz w:val="20"/>
                <w:lang w:val="sk-SK"/>
              </w:rPr>
              <w:t>VNFIL provider</w:t>
            </w:r>
          </w:p>
          <w:p w14:paraId="55DCDFB4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1&amp;2</w:t>
            </w:r>
          </w:p>
          <w:p w14:paraId="157ED0C3" w14:textId="2413C2C3" w:rsidR="00635466" w:rsidRPr="00F435D8" w:rsidRDefault="00635466" w:rsidP="00D042B8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D042B8">
              <w:rPr>
                <w:rFonts w:ascii="Calibri" w:hAnsi="Calibri" w:cs="Arial"/>
                <w:sz w:val="20"/>
                <w:lang w:val="sk-SK"/>
              </w:rPr>
              <w:t>Hlavná hala</w:t>
            </w:r>
          </w:p>
        </w:tc>
      </w:tr>
      <w:tr w:rsidR="00635466" w:rsidRPr="00F435D8" w14:paraId="6A7BA5DB" w14:textId="77777777" w:rsidTr="00ED3057">
        <w:tc>
          <w:tcPr>
            <w:tcW w:w="2808" w:type="dxa"/>
            <w:shd w:val="clear" w:color="auto" w:fill="auto"/>
          </w:tcPr>
          <w:p w14:paraId="65851E2D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16.30 – 17.30</w:t>
            </w:r>
          </w:p>
          <w:p w14:paraId="3EE3A3F3" w14:textId="63D5BBFD" w:rsidR="00635466" w:rsidRPr="00F435D8" w:rsidRDefault="00D042B8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(Meta)hodnotenie</w:t>
            </w:r>
          </w:p>
        </w:tc>
        <w:tc>
          <w:tcPr>
            <w:tcW w:w="6372" w:type="dxa"/>
            <w:gridSpan w:val="2"/>
            <w:shd w:val="clear" w:color="auto" w:fill="auto"/>
          </w:tcPr>
          <w:p w14:paraId="3E1587EE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  <w:p w14:paraId="5B0C8974" w14:textId="77777777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1&amp;2</w:t>
            </w:r>
          </w:p>
          <w:p w14:paraId="0B0218BC" w14:textId="298B8A08" w:rsidR="00635466" w:rsidRPr="00F435D8" w:rsidRDefault="00635466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F435D8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</w:tr>
    </w:tbl>
    <w:p w14:paraId="2496C04A" w14:textId="77777777" w:rsidR="00635466" w:rsidRPr="00F435D8" w:rsidRDefault="00AD5365" w:rsidP="00635466">
      <w:pPr>
        <w:jc w:val="left"/>
        <w:rPr>
          <w:rFonts w:ascii="Calibri" w:hAnsi="Calibri" w:cs="Arial"/>
          <w:sz w:val="20"/>
          <w:lang w:val="sk-SK"/>
        </w:rPr>
      </w:pPr>
      <w:r w:rsidRPr="00F435D8">
        <w:rPr>
          <w:rFonts w:ascii="Calibri" w:hAnsi="Calibri" w:cs="Arial"/>
          <w:sz w:val="20"/>
          <w:lang w:val="sk-SK"/>
        </w:rPr>
        <w:t xml:space="preserve"> </w:t>
      </w:r>
    </w:p>
    <w:p w14:paraId="7BF98211" w14:textId="77777777" w:rsidR="00FA7E82" w:rsidRPr="00FA7E82" w:rsidRDefault="00FA7E82" w:rsidP="00FA7E82">
      <w:pPr>
        <w:jc w:val="left"/>
        <w:rPr>
          <w:rFonts w:ascii="Calibri" w:hAnsi="Calibri" w:cs="Arial"/>
          <w:sz w:val="20"/>
          <w:lang w:val="sk-SK"/>
        </w:rPr>
      </w:pPr>
    </w:p>
    <w:p w14:paraId="4566C896" w14:textId="2DFFD058" w:rsidR="00635466" w:rsidRPr="00F435D8" w:rsidRDefault="00FA7E82" w:rsidP="00FA7E82">
      <w:pPr>
        <w:jc w:val="left"/>
        <w:rPr>
          <w:rFonts w:ascii="Calibri" w:hAnsi="Calibri" w:cs="Arial"/>
          <w:sz w:val="20"/>
          <w:lang w:val="sk-SK"/>
        </w:rPr>
      </w:pPr>
      <w:r w:rsidRPr="00FA7E82">
        <w:rPr>
          <w:rFonts w:ascii="Calibri" w:hAnsi="Calibri" w:cs="Arial"/>
          <w:sz w:val="20"/>
          <w:lang w:val="sk-SK"/>
        </w:rPr>
        <w:t>Zdroj: Na základe programu "Peer Visit Agenda" od Evy Doussetovej, Školy pre podnikanie a cestovný ruch Hertha Firnberg, Wassermanngasse Wien 21, Peer Review z októbra 2006 a skúseností počas pilotnej fázy projektu "Peer Review VNFIL Extended"</w:t>
      </w:r>
    </w:p>
    <w:p w14:paraId="73F0D0B4" w14:textId="2949F14F" w:rsidR="006720EC" w:rsidRPr="00F435D8" w:rsidRDefault="00635466" w:rsidP="00CC749D">
      <w:pPr>
        <w:pStyle w:val="Titel"/>
        <w:spacing w:before="360"/>
        <w:rPr>
          <w:rFonts w:ascii="Calibri" w:hAnsi="Calibri"/>
          <w:lang w:val="sk-SK"/>
        </w:rPr>
      </w:pPr>
      <w:r w:rsidRPr="00F435D8">
        <w:rPr>
          <w:rFonts w:ascii="Calibri" w:hAnsi="Calibri"/>
          <w:lang w:val="sk-SK"/>
        </w:rPr>
        <w:br w:type="page"/>
      </w:r>
      <w:r w:rsidR="006720EC" w:rsidRPr="00F435D8">
        <w:rPr>
          <w:rFonts w:ascii="Calibri" w:hAnsi="Calibri"/>
          <w:lang w:val="sk-SK"/>
        </w:rPr>
        <w:lastRenderedPageBreak/>
        <w:t>Model</w:t>
      </w:r>
      <w:r w:rsidRPr="00F435D8">
        <w:rPr>
          <w:rFonts w:ascii="Calibri" w:hAnsi="Calibri"/>
          <w:lang w:val="sk-SK"/>
        </w:rPr>
        <w:t xml:space="preserve"> 2)</w:t>
      </w:r>
      <w:r w:rsidR="006720EC" w:rsidRPr="00F435D8">
        <w:rPr>
          <w:rFonts w:ascii="Calibri" w:hAnsi="Calibri"/>
          <w:lang w:val="sk-SK"/>
        </w:rPr>
        <w:t xml:space="preserve"> </w:t>
      </w:r>
      <w:r w:rsidR="005F114A">
        <w:rPr>
          <w:rFonts w:ascii="Calibri" w:hAnsi="Calibri"/>
          <w:lang w:val="sk-SK"/>
        </w:rPr>
        <w:t xml:space="preserve">Agenda </w:t>
      </w:r>
      <w:r w:rsidR="006720EC" w:rsidRPr="00F435D8">
        <w:rPr>
          <w:rFonts w:ascii="Calibri" w:hAnsi="Calibri"/>
          <w:lang w:val="sk-SK"/>
        </w:rPr>
        <w:t xml:space="preserve">Peer </w:t>
      </w:r>
      <w:r w:rsidR="00767249" w:rsidRPr="00F435D8">
        <w:rPr>
          <w:rFonts w:ascii="Calibri" w:hAnsi="Calibri"/>
          <w:lang w:val="sk-SK"/>
        </w:rPr>
        <w:t>Visit</w:t>
      </w:r>
      <w:r w:rsidRPr="00F435D8">
        <w:rPr>
          <w:rFonts w:ascii="Calibri" w:hAnsi="Calibri"/>
          <w:lang w:val="sk-SK"/>
        </w:rPr>
        <w:t xml:space="preserve"> (</w:t>
      </w:r>
      <w:r w:rsidR="0085163A" w:rsidRPr="00F435D8">
        <w:rPr>
          <w:rFonts w:ascii="Calibri" w:hAnsi="Calibri"/>
          <w:lang w:val="sk-SK"/>
        </w:rPr>
        <w:t xml:space="preserve">1 </w:t>
      </w:r>
      <w:r w:rsidR="005F114A">
        <w:rPr>
          <w:rFonts w:ascii="Calibri" w:hAnsi="Calibri"/>
          <w:lang w:val="sk-SK"/>
        </w:rPr>
        <w:t>skupina s</w:t>
      </w:r>
      <w:r w:rsidR="0085163A" w:rsidRPr="00F435D8">
        <w:rPr>
          <w:rFonts w:ascii="Calibri" w:hAnsi="Calibri"/>
          <w:lang w:val="sk-SK"/>
        </w:rPr>
        <w:t xml:space="preserve"> </w:t>
      </w:r>
      <w:r w:rsidR="0085163A" w:rsidRPr="00F435D8">
        <w:rPr>
          <w:rFonts w:ascii="Calibri" w:hAnsi="Calibri"/>
          <w:u w:val="single"/>
          <w:lang w:val="sk-SK"/>
        </w:rPr>
        <w:t>2 (</w:t>
      </w:r>
      <w:r w:rsidR="005F114A">
        <w:rPr>
          <w:rFonts w:ascii="Calibri" w:hAnsi="Calibri"/>
          <w:u w:val="single"/>
          <w:lang w:val="sk-SK"/>
        </w:rPr>
        <w:t>alebo viacerými</w:t>
      </w:r>
      <w:r w:rsidR="0085163A" w:rsidRPr="00F435D8">
        <w:rPr>
          <w:rFonts w:ascii="Calibri" w:hAnsi="Calibri"/>
          <w:u w:val="single"/>
          <w:lang w:val="sk-SK"/>
        </w:rPr>
        <w:t>) Peer</w:t>
      </w:r>
      <w:r w:rsidR="005F114A">
        <w:rPr>
          <w:rFonts w:ascii="Calibri" w:hAnsi="Calibri"/>
          <w:u w:val="single"/>
          <w:lang w:val="sk-SK"/>
        </w:rPr>
        <w:t>mi</w:t>
      </w:r>
      <w:r w:rsidR="0085163A" w:rsidRPr="00F435D8">
        <w:rPr>
          <w:rFonts w:ascii="Calibri" w:hAnsi="Calibri"/>
          <w:lang w:val="sk-SK"/>
        </w:rPr>
        <w:t>)</w:t>
      </w:r>
    </w:p>
    <w:p w14:paraId="78838312" w14:textId="015A31D7" w:rsidR="006720EC" w:rsidRPr="00F435D8" w:rsidRDefault="00D042B8" w:rsidP="00F42B83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  <w:lang w:val="sk-SK"/>
        </w:rPr>
      </w:pPr>
      <w:r>
        <w:rPr>
          <w:rFonts w:ascii="Calibri" w:hAnsi="Calibri" w:cs="Arial"/>
          <w:b/>
          <w:sz w:val="20"/>
          <w:szCs w:val="20"/>
          <w:lang w:val="sk-SK"/>
        </w:rPr>
        <w:t>Večer pred peer visit</w:t>
      </w:r>
      <w:r w:rsidR="006720EC" w:rsidRPr="00F435D8">
        <w:rPr>
          <w:rFonts w:ascii="Calibri" w:hAnsi="Calibri" w:cs="Arial"/>
          <w:b/>
          <w:sz w:val="20"/>
          <w:szCs w:val="20"/>
          <w:lang w:val="sk-SK"/>
        </w:rPr>
        <w:t xml:space="preserve">: </w:t>
      </w:r>
      <w:r w:rsidR="0097028F" w:rsidRPr="00F435D8">
        <w:rPr>
          <w:rFonts w:ascii="Calibri" w:hAnsi="Calibri" w:cs="Arial"/>
          <w:b/>
          <w:sz w:val="20"/>
          <w:szCs w:val="20"/>
          <w:lang w:val="sk-SK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97028F" w:rsidRPr="00F435D8">
        <w:rPr>
          <w:rFonts w:ascii="Calibri" w:hAnsi="Calibri" w:cs="Arial"/>
          <w:b/>
          <w:sz w:val="20"/>
          <w:szCs w:val="20"/>
          <w:lang w:val="sk-SK"/>
        </w:rPr>
        <w:instrText xml:space="preserve"> FORMTEXT </w:instrText>
      </w:r>
      <w:r w:rsidR="0097028F" w:rsidRPr="00F435D8">
        <w:rPr>
          <w:rFonts w:ascii="Calibri" w:hAnsi="Calibri" w:cs="Arial"/>
          <w:b/>
          <w:sz w:val="20"/>
          <w:szCs w:val="20"/>
          <w:lang w:val="sk-SK"/>
        </w:rPr>
      </w:r>
      <w:r w:rsidR="0097028F" w:rsidRPr="00F435D8">
        <w:rPr>
          <w:rFonts w:ascii="Calibri" w:hAnsi="Calibri" w:cs="Arial"/>
          <w:b/>
          <w:sz w:val="20"/>
          <w:szCs w:val="20"/>
          <w:lang w:val="sk-SK"/>
        </w:rPr>
        <w:fldChar w:fldCharType="separate"/>
      </w:r>
      <w:r w:rsidR="0097028F" w:rsidRPr="00F435D8">
        <w:rPr>
          <w:rFonts w:ascii="Calibri" w:hAnsi="Calibri" w:cs="Arial"/>
          <w:b/>
          <w:noProof/>
          <w:sz w:val="20"/>
          <w:szCs w:val="20"/>
          <w:lang w:val="sk-SK"/>
        </w:rPr>
        <w:t> </w:t>
      </w:r>
      <w:r w:rsidR="0097028F" w:rsidRPr="00F435D8">
        <w:rPr>
          <w:rFonts w:ascii="Calibri" w:hAnsi="Calibri" w:cs="Arial"/>
          <w:b/>
          <w:noProof/>
          <w:sz w:val="20"/>
          <w:szCs w:val="20"/>
          <w:lang w:val="sk-SK"/>
        </w:rPr>
        <w:t> </w:t>
      </w:r>
      <w:r w:rsidR="0097028F" w:rsidRPr="00F435D8">
        <w:rPr>
          <w:rFonts w:ascii="Calibri" w:hAnsi="Calibri" w:cs="Arial"/>
          <w:b/>
          <w:noProof/>
          <w:sz w:val="20"/>
          <w:szCs w:val="20"/>
          <w:lang w:val="sk-SK"/>
        </w:rPr>
        <w:t> </w:t>
      </w:r>
      <w:r w:rsidR="0097028F" w:rsidRPr="00F435D8">
        <w:rPr>
          <w:rFonts w:ascii="Calibri" w:hAnsi="Calibri" w:cs="Arial"/>
          <w:b/>
          <w:noProof/>
          <w:sz w:val="20"/>
          <w:szCs w:val="20"/>
          <w:lang w:val="sk-SK"/>
        </w:rPr>
        <w:t> </w:t>
      </w:r>
      <w:r w:rsidR="0097028F" w:rsidRPr="00F435D8">
        <w:rPr>
          <w:rFonts w:ascii="Calibri" w:hAnsi="Calibri" w:cs="Arial"/>
          <w:b/>
          <w:noProof/>
          <w:sz w:val="20"/>
          <w:szCs w:val="20"/>
          <w:lang w:val="sk-SK"/>
        </w:rPr>
        <w:t> </w:t>
      </w:r>
      <w:r w:rsidR="0097028F" w:rsidRPr="00F435D8">
        <w:rPr>
          <w:rFonts w:ascii="Calibri" w:hAnsi="Calibri" w:cs="Arial"/>
          <w:b/>
          <w:sz w:val="20"/>
          <w:szCs w:val="20"/>
          <w:lang w:val="sk-SK"/>
        </w:rPr>
        <w:fldChar w:fldCharType="end"/>
      </w:r>
      <w:bookmarkEnd w:id="1"/>
      <w:r w:rsidR="0097028F" w:rsidRPr="00F435D8">
        <w:rPr>
          <w:rFonts w:ascii="Calibri" w:hAnsi="Calibri" w:cs="Arial"/>
          <w:b/>
          <w:sz w:val="20"/>
          <w:szCs w:val="20"/>
          <w:lang w:val="sk-SK"/>
        </w:rPr>
        <w:t xml:space="preserve"> </w:t>
      </w:r>
      <w:r w:rsidR="006720EC" w:rsidRPr="00F435D8">
        <w:rPr>
          <w:rFonts w:ascii="Calibri" w:hAnsi="Calibri" w:cs="Arial"/>
          <w:sz w:val="20"/>
          <w:szCs w:val="20"/>
          <w:lang w:val="sk-SK"/>
        </w:rPr>
        <w:t>(</w:t>
      </w:r>
      <w:r>
        <w:rPr>
          <w:rFonts w:ascii="Calibri" w:hAnsi="Calibri" w:cs="Arial"/>
          <w:sz w:val="20"/>
          <w:szCs w:val="20"/>
          <w:lang w:val="sk-SK"/>
        </w:rPr>
        <w:t>uveďte dátum</w:t>
      </w:r>
      <w:r w:rsidR="006720EC" w:rsidRPr="00F435D8">
        <w:rPr>
          <w:rFonts w:ascii="Calibri" w:hAnsi="Calibri" w:cs="Arial"/>
          <w:sz w:val="20"/>
          <w:szCs w:val="20"/>
          <w:lang w:val="sk-SK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192"/>
      </w:tblGrid>
      <w:tr w:rsidR="006720EC" w:rsidRPr="00F435D8" w14:paraId="1F028206" w14:textId="77777777" w:rsidTr="00477D1E">
        <w:tc>
          <w:tcPr>
            <w:tcW w:w="2988" w:type="dxa"/>
            <w:shd w:val="clear" w:color="auto" w:fill="99CCFF"/>
            <w:vAlign w:val="center"/>
          </w:tcPr>
          <w:p w14:paraId="382AD0CE" w14:textId="2C6B8A41" w:rsidR="006720EC" w:rsidRPr="00F435D8" w:rsidRDefault="00D042B8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Čas</w:t>
            </w:r>
          </w:p>
        </w:tc>
        <w:tc>
          <w:tcPr>
            <w:tcW w:w="6192" w:type="dxa"/>
            <w:shd w:val="clear" w:color="auto" w:fill="99CCFF"/>
            <w:vAlign w:val="center"/>
          </w:tcPr>
          <w:p w14:paraId="72EFA783" w14:textId="77777777" w:rsidR="00D042B8" w:rsidRPr="00F435D8" w:rsidRDefault="00D042B8" w:rsidP="00D042B8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a) Predstavenie osôb a/alebo priestorov</w:t>
            </w:r>
          </w:p>
          <w:p w14:paraId="6EFA4153" w14:textId="77777777" w:rsidR="00D042B8" w:rsidRPr="00F435D8" w:rsidRDefault="00D042B8" w:rsidP="00D042B8">
            <w:pPr>
              <w:jc w:val="left"/>
              <w:rPr>
                <w:rFonts w:ascii="Calibri" w:hAnsi="Calibri" w:cs="Arial"/>
                <w:b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b) Peer </w:t>
            </w:r>
            <w:r w:rsidRPr="00F435D8">
              <w:rPr>
                <w:rFonts w:ascii="Calibri" w:hAnsi="Calibri" w:cs="Arial"/>
                <w:b/>
                <w:sz w:val="20"/>
                <w:lang w:val="sk-SK"/>
              </w:rPr>
              <w:t>tandemy 1&amp;2</w:t>
            </w:r>
          </w:p>
          <w:p w14:paraId="0E098A12" w14:textId="11A90D5C" w:rsidR="006720EC" w:rsidRPr="00F435D8" w:rsidRDefault="00D042B8" w:rsidP="00D042B8">
            <w:pPr>
              <w:ind w:left="-11"/>
              <w:jc w:val="left"/>
              <w:rPr>
                <w:rFonts w:ascii="Calibri" w:hAnsi="Calibri" w:cs="Arial"/>
                <w:b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c) Miestnosť</w:t>
            </w:r>
          </w:p>
        </w:tc>
      </w:tr>
      <w:tr w:rsidR="006720EC" w:rsidRPr="00F435D8" w14:paraId="4559E831" w14:textId="77777777" w:rsidTr="0085163A">
        <w:trPr>
          <w:trHeight w:val="559"/>
        </w:trPr>
        <w:tc>
          <w:tcPr>
            <w:tcW w:w="2988" w:type="dxa"/>
            <w:shd w:val="clear" w:color="auto" w:fill="FFCC00"/>
            <w:vAlign w:val="center"/>
          </w:tcPr>
          <w:p w14:paraId="3E42DD79" w14:textId="77777777" w:rsidR="006720EC" w:rsidRPr="00F435D8" w:rsidRDefault="006720EC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15.00 – 18.00</w:t>
            </w:r>
          </w:p>
          <w:p w14:paraId="263734C3" w14:textId="43FCA8C4" w:rsidR="006720EC" w:rsidRPr="00F435D8" w:rsidRDefault="00D042B8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Príprava hodnotenia</w:t>
            </w:r>
          </w:p>
        </w:tc>
        <w:tc>
          <w:tcPr>
            <w:tcW w:w="6192" w:type="dxa"/>
            <w:shd w:val="clear" w:color="auto" w:fill="FFF0AF"/>
            <w:vAlign w:val="center"/>
          </w:tcPr>
          <w:p w14:paraId="2EEFF375" w14:textId="77777777" w:rsidR="006720EC" w:rsidRPr="00F435D8" w:rsidRDefault="006720EC" w:rsidP="00CC749D">
            <w:pPr>
              <w:ind w:left="-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1&amp;2</w:t>
            </w:r>
          </w:p>
          <w:p w14:paraId="465BA872" w14:textId="77777777" w:rsidR="006720EC" w:rsidRPr="00F435D8" w:rsidRDefault="006720EC" w:rsidP="00CC749D">
            <w:pPr>
              <w:ind w:left="-11"/>
              <w:jc w:val="left"/>
              <w:rPr>
                <w:rFonts w:ascii="Calibri" w:hAnsi="Calibri" w:cs="Arial"/>
                <w:b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c) Room (indicate which)</w:t>
            </w:r>
          </w:p>
        </w:tc>
      </w:tr>
      <w:tr w:rsidR="006720EC" w:rsidRPr="00F435D8" w14:paraId="39C1DF1D" w14:textId="77777777" w:rsidTr="00CC749D">
        <w:trPr>
          <w:trHeight w:val="382"/>
        </w:trPr>
        <w:tc>
          <w:tcPr>
            <w:tcW w:w="2988" w:type="dxa"/>
            <w:vAlign w:val="center"/>
          </w:tcPr>
          <w:p w14:paraId="252D8448" w14:textId="4FDEC2DD" w:rsidR="006720EC" w:rsidRPr="00F435D8" w:rsidRDefault="00D042B8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Večer</w:t>
            </w:r>
          </w:p>
        </w:tc>
        <w:tc>
          <w:tcPr>
            <w:tcW w:w="6192" w:type="dxa"/>
            <w:vAlign w:val="center"/>
          </w:tcPr>
          <w:p w14:paraId="5E3887E2" w14:textId="21A480C0" w:rsidR="006720EC" w:rsidRPr="00F435D8" w:rsidRDefault="00D042B8" w:rsidP="00F42B83">
            <w:pPr>
              <w:jc w:val="left"/>
              <w:rPr>
                <w:rFonts w:ascii="Calibri" w:hAnsi="Calibri" w:cs="Arial"/>
                <w:b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Spoločná večera</w:t>
            </w:r>
          </w:p>
        </w:tc>
      </w:tr>
    </w:tbl>
    <w:p w14:paraId="5D993898" w14:textId="6B9FC8FE" w:rsidR="006720EC" w:rsidRPr="00F435D8" w:rsidRDefault="00D042B8" w:rsidP="00F42B83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  <w:lang w:val="sk-SK"/>
        </w:rPr>
      </w:pPr>
      <w:r>
        <w:rPr>
          <w:rFonts w:ascii="Calibri" w:hAnsi="Calibri" w:cs="Arial"/>
          <w:b/>
          <w:sz w:val="20"/>
          <w:szCs w:val="20"/>
          <w:lang w:val="sk-SK"/>
        </w:rPr>
        <w:t>Deň</w:t>
      </w:r>
      <w:r w:rsidR="006720EC" w:rsidRPr="00F435D8">
        <w:rPr>
          <w:rFonts w:ascii="Calibri" w:hAnsi="Calibri" w:cs="Arial"/>
          <w:b/>
          <w:sz w:val="20"/>
          <w:szCs w:val="20"/>
          <w:lang w:val="sk-SK"/>
        </w:rPr>
        <w:t xml:space="preserve"> 1: </w:t>
      </w:r>
      <w:r w:rsidR="0097028F" w:rsidRPr="00F435D8">
        <w:rPr>
          <w:rFonts w:ascii="Calibri" w:hAnsi="Calibri" w:cs="Arial"/>
          <w:b/>
          <w:sz w:val="20"/>
          <w:szCs w:val="20"/>
          <w:lang w:val="sk-SK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7028F" w:rsidRPr="00F435D8">
        <w:rPr>
          <w:rFonts w:ascii="Calibri" w:hAnsi="Calibri" w:cs="Arial"/>
          <w:b/>
          <w:sz w:val="20"/>
          <w:szCs w:val="20"/>
          <w:lang w:val="sk-SK"/>
        </w:rPr>
        <w:instrText xml:space="preserve"> FORMTEXT </w:instrText>
      </w:r>
      <w:r w:rsidR="0097028F" w:rsidRPr="00F435D8">
        <w:rPr>
          <w:rFonts w:ascii="Calibri" w:hAnsi="Calibri" w:cs="Arial"/>
          <w:b/>
          <w:sz w:val="20"/>
          <w:szCs w:val="20"/>
          <w:lang w:val="sk-SK"/>
        </w:rPr>
      </w:r>
      <w:r w:rsidR="0097028F" w:rsidRPr="00F435D8">
        <w:rPr>
          <w:rFonts w:ascii="Calibri" w:hAnsi="Calibri" w:cs="Arial"/>
          <w:b/>
          <w:sz w:val="20"/>
          <w:szCs w:val="20"/>
          <w:lang w:val="sk-SK"/>
        </w:rPr>
        <w:fldChar w:fldCharType="separate"/>
      </w:r>
      <w:r w:rsidR="0097028F" w:rsidRPr="00F435D8">
        <w:rPr>
          <w:rFonts w:ascii="Calibri" w:hAnsi="Calibri" w:cs="Arial"/>
          <w:b/>
          <w:noProof/>
          <w:sz w:val="20"/>
          <w:szCs w:val="20"/>
          <w:lang w:val="sk-SK"/>
        </w:rPr>
        <w:t> </w:t>
      </w:r>
      <w:r w:rsidR="0097028F" w:rsidRPr="00F435D8">
        <w:rPr>
          <w:rFonts w:ascii="Calibri" w:hAnsi="Calibri" w:cs="Arial"/>
          <w:b/>
          <w:noProof/>
          <w:sz w:val="20"/>
          <w:szCs w:val="20"/>
          <w:lang w:val="sk-SK"/>
        </w:rPr>
        <w:t> </w:t>
      </w:r>
      <w:r w:rsidR="0097028F" w:rsidRPr="00F435D8">
        <w:rPr>
          <w:rFonts w:ascii="Calibri" w:hAnsi="Calibri" w:cs="Arial"/>
          <w:b/>
          <w:noProof/>
          <w:sz w:val="20"/>
          <w:szCs w:val="20"/>
          <w:lang w:val="sk-SK"/>
        </w:rPr>
        <w:t> </w:t>
      </w:r>
      <w:r w:rsidR="0097028F" w:rsidRPr="00F435D8">
        <w:rPr>
          <w:rFonts w:ascii="Calibri" w:hAnsi="Calibri" w:cs="Arial"/>
          <w:b/>
          <w:noProof/>
          <w:sz w:val="20"/>
          <w:szCs w:val="20"/>
          <w:lang w:val="sk-SK"/>
        </w:rPr>
        <w:t> </w:t>
      </w:r>
      <w:r w:rsidR="0097028F" w:rsidRPr="00F435D8">
        <w:rPr>
          <w:rFonts w:ascii="Calibri" w:hAnsi="Calibri" w:cs="Arial"/>
          <w:b/>
          <w:noProof/>
          <w:sz w:val="20"/>
          <w:szCs w:val="20"/>
          <w:lang w:val="sk-SK"/>
        </w:rPr>
        <w:t> </w:t>
      </w:r>
      <w:r w:rsidR="0097028F" w:rsidRPr="00F435D8">
        <w:rPr>
          <w:rFonts w:ascii="Calibri" w:hAnsi="Calibri" w:cs="Arial"/>
          <w:b/>
          <w:sz w:val="20"/>
          <w:szCs w:val="20"/>
          <w:lang w:val="sk-SK"/>
        </w:rPr>
        <w:fldChar w:fldCharType="end"/>
      </w:r>
      <w:r w:rsidR="0097028F" w:rsidRPr="00F435D8">
        <w:rPr>
          <w:rFonts w:ascii="Calibri" w:hAnsi="Calibri" w:cs="Arial"/>
          <w:b/>
          <w:sz w:val="20"/>
          <w:szCs w:val="20"/>
          <w:lang w:val="sk-SK"/>
        </w:rPr>
        <w:t xml:space="preserve"> </w:t>
      </w:r>
      <w:r w:rsidR="0097028F" w:rsidRPr="00F435D8">
        <w:rPr>
          <w:rFonts w:ascii="Calibri" w:hAnsi="Calibri" w:cs="Arial"/>
          <w:sz w:val="20"/>
          <w:szCs w:val="20"/>
          <w:lang w:val="sk-SK"/>
        </w:rPr>
        <w:t>(</w:t>
      </w:r>
      <w:r>
        <w:rPr>
          <w:rFonts w:ascii="Calibri" w:hAnsi="Calibri" w:cs="Arial"/>
          <w:sz w:val="20"/>
          <w:szCs w:val="20"/>
          <w:lang w:val="sk-SK"/>
        </w:rPr>
        <w:t>uveďte dátum</w:t>
      </w:r>
      <w:r w:rsidR="0097028F" w:rsidRPr="00F435D8">
        <w:rPr>
          <w:rFonts w:ascii="Calibri" w:hAnsi="Calibri" w:cs="Arial"/>
          <w:sz w:val="20"/>
          <w:szCs w:val="20"/>
          <w:lang w:val="sk-SK"/>
        </w:rPr>
        <w:t>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192"/>
      </w:tblGrid>
      <w:tr w:rsidR="006720EC" w:rsidRPr="00F435D8" w14:paraId="32838543" w14:textId="77777777" w:rsidTr="00477D1E">
        <w:tc>
          <w:tcPr>
            <w:tcW w:w="2988" w:type="dxa"/>
            <w:shd w:val="clear" w:color="auto" w:fill="99CCFF"/>
            <w:vAlign w:val="center"/>
          </w:tcPr>
          <w:p w14:paraId="27FB1E8D" w14:textId="3EBC6C7A" w:rsidR="006720EC" w:rsidRPr="00F435D8" w:rsidRDefault="00D042B8" w:rsidP="0085163A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Čas</w:t>
            </w:r>
          </w:p>
        </w:tc>
        <w:tc>
          <w:tcPr>
            <w:tcW w:w="6192" w:type="dxa"/>
            <w:shd w:val="clear" w:color="auto" w:fill="99CCFF"/>
            <w:vAlign w:val="center"/>
          </w:tcPr>
          <w:p w14:paraId="7C37A1DA" w14:textId="77777777" w:rsidR="00D042B8" w:rsidRPr="00F435D8" w:rsidRDefault="00D042B8" w:rsidP="00D042B8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a) Predstavenie osôb a/alebo priestorov</w:t>
            </w:r>
          </w:p>
          <w:p w14:paraId="7D491164" w14:textId="77777777" w:rsidR="00D042B8" w:rsidRPr="00F435D8" w:rsidRDefault="00D042B8" w:rsidP="00D042B8">
            <w:pPr>
              <w:jc w:val="left"/>
              <w:rPr>
                <w:rFonts w:ascii="Calibri" w:hAnsi="Calibri" w:cs="Arial"/>
                <w:b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b) Peer </w:t>
            </w:r>
            <w:r w:rsidRPr="00F435D8">
              <w:rPr>
                <w:rFonts w:ascii="Calibri" w:hAnsi="Calibri" w:cs="Arial"/>
                <w:b/>
                <w:sz w:val="20"/>
                <w:lang w:val="sk-SK"/>
              </w:rPr>
              <w:t>tandemy 1&amp;2</w:t>
            </w:r>
          </w:p>
          <w:p w14:paraId="57D21BDB" w14:textId="772D2A6D" w:rsidR="006720EC" w:rsidRPr="00F435D8" w:rsidRDefault="00D042B8" w:rsidP="00D042B8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c) Miestnosť</w:t>
            </w:r>
          </w:p>
        </w:tc>
      </w:tr>
      <w:tr w:rsidR="006720EC" w:rsidRPr="00F435D8" w14:paraId="0A745303" w14:textId="77777777" w:rsidTr="00CC749D">
        <w:tc>
          <w:tcPr>
            <w:tcW w:w="2988" w:type="dxa"/>
            <w:vAlign w:val="center"/>
          </w:tcPr>
          <w:p w14:paraId="7A9C39F9" w14:textId="77777777" w:rsidR="006720EC" w:rsidRPr="00F435D8" w:rsidRDefault="006720EC" w:rsidP="00CC749D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8.30 – 8.40</w:t>
            </w:r>
          </w:p>
          <w:p w14:paraId="5668EF1B" w14:textId="15497896" w:rsidR="006720EC" w:rsidRPr="00F435D8" w:rsidRDefault="00D042B8" w:rsidP="00CC749D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Privítanie</w:t>
            </w:r>
            <w:r w:rsidR="006720EC" w:rsidRPr="00F435D8">
              <w:rPr>
                <w:rFonts w:ascii="Calibri" w:hAnsi="Calibri" w:cs="Arial"/>
                <w:sz w:val="20"/>
                <w:lang w:val="sk-SK"/>
              </w:rPr>
              <w:t xml:space="preserve"> </w:t>
            </w:r>
          </w:p>
        </w:tc>
        <w:tc>
          <w:tcPr>
            <w:tcW w:w="6192" w:type="dxa"/>
            <w:shd w:val="clear" w:color="auto" w:fill="auto"/>
            <w:vAlign w:val="center"/>
          </w:tcPr>
          <w:p w14:paraId="12A9BD25" w14:textId="77777777" w:rsidR="006720EC" w:rsidRPr="00F435D8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a) </w:t>
            </w:r>
          </w:p>
          <w:p w14:paraId="14CA0238" w14:textId="77777777" w:rsidR="006720EC" w:rsidRPr="00F435D8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1&amp;2</w:t>
            </w:r>
          </w:p>
          <w:p w14:paraId="24C3E6A7" w14:textId="0E4F4423" w:rsidR="006720EC" w:rsidRPr="00F435D8" w:rsidRDefault="006720EC" w:rsidP="00FD03A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FD03AD">
              <w:rPr>
                <w:rFonts w:ascii="Calibri" w:hAnsi="Calibri" w:cs="Arial"/>
                <w:sz w:val="20"/>
                <w:lang w:val="sk-SK"/>
              </w:rPr>
              <w:t>Kancelária manažéra</w:t>
            </w:r>
          </w:p>
        </w:tc>
      </w:tr>
      <w:tr w:rsidR="006720EC" w:rsidRPr="00F435D8" w14:paraId="1B1E754B" w14:textId="77777777" w:rsidTr="00CC749D">
        <w:tc>
          <w:tcPr>
            <w:tcW w:w="2988" w:type="dxa"/>
            <w:shd w:val="clear" w:color="auto" w:fill="FFCC00"/>
            <w:vAlign w:val="center"/>
          </w:tcPr>
          <w:p w14:paraId="2BA1525D" w14:textId="77777777" w:rsidR="006720EC" w:rsidRPr="00F435D8" w:rsidRDefault="006720EC" w:rsidP="00CC749D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8.40 – 9.20</w:t>
            </w:r>
          </w:p>
          <w:p w14:paraId="66E17D12" w14:textId="40E2E051" w:rsidR="00635466" w:rsidRPr="00F435D8" w:rsidRDefault="00D042B8" w:rsidP="00CC749D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Vstup</w:t>
            </w:r>
          </w:p>
          <w:p w14:paraId="7387F9B9" w14:textId="23DAD865" w:rsidR="006720EC" w:rsidRPr="00F435D8" w:rsidRDefault="00D042B8" w:rsidP="00CC749D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Otázky a diskusia</w:t>
            </w:r>
          </w:p>
        </w:tc>
        <w:tc>
          <w:tcPr>
            <w:tcW w:w="6192" w:type="dxa"/>
            <w:shd w:val="clear" w:color="auto" w:fill="FFEDA3"/>
            <w:vAlign w:val="center"/>
          </w:tcPr>
          <w:p w14:paraId="42841469" w14:textId="3EA42CDC" w:rsidR="006720EC" w:rsidRPr="00F435D8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a) 2 </w:t>
            </w:r>
            <w:r w:rsidR="00FD03AD">
              <w:rPr>
                <w:rFonts w:ascii="Calibri" w:hAnsi="Calibri" w:cs="Arial"/>
                <w:sz w:val="20"/>
                <w:lang w:val="sk-SK"/>
              </w:rPr>
              <w:t>kandidáti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 xml:space="preserve"> (</w:t>
            </w:r>
            <w:r w:rsidR="00FD03AD">
              <w:rPr>
                <w:rFonts w:ascii="Calibri" w:hAnsi="Calibri" w:cs="Arial"/>
                <w:sz w:val="20"/>
                <w:lang w:val="sk-SK"/>
              </w:rPr>
              <w:t>Oblasť kvality</w:t>
            </w:r>
            <w:r w:rsidR="00F109D9" w:rsidRPr="00F435D8">
              <w:rPr>
                <w:rFonts w:ascii="Calibri" w:hAnsi="Calibri" w:cs="Arial"/>
                <w:sz w:val="20"/>
                <w:lang w:val="sk-SK"/>
              </w:rPr>
              <w:t xml:space="preserve"> </w:t>
            </w:r>
            <w:r w:rsidR="001140E9" w:rsidRPr="00F435D8">
              <w:rPr>
                <w:rFonts w:ascii="Calibri" w:hAnsi="Calibri" w:cs="Arial"/>
                <w:sz w:val="20"/>
                <w:lang w:val="sk-SK"/>
              </w:rPr>
              <w:t>#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 xml:space="preserve">) / 2 </w:t>
            </w:r>
            <w:r w:rsidR="00FD03AD">
              <w:rPr>
                <w:rFonts w:ascii="Calibri" w:hAnsi="Calibri" w:cs="Arial"/>
                <w:sz w:val="20"/>
                <w:lang w:val="sk-SK"/>
              </w:rPr>
              <w:t>kandidáti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 xml:space="preserve"> (</w:t>
            </w:r>
            <w:r w:rsidR="00FD03AD">
              <w:rPr>
                <w:rFonts w:ascii="Calibri" w:hAnsi="Calibri" w:cs="Arial"/>
                <w:sz w:val="20"/>
                <w:lang w:val="sk-SK"/>
              </w:rPr>
              <w:t>Oblasť kvality</w:t>
            </w:r>
            <w:r w:rsidR="00F109D9" w:rsidRPr="00F435D8">
              <w:rPr>
                <w:rFonts w:ascii="Calibri" w:hAnsi="Calibri" w:cs="Arial"/>
                <w:sz w:val="20"/>
                <w:lang w:val="sk-SK"/>
              </w:rPr>
              <w:t xml:space="preserve"> </w:t>
            </w:r>
            <w:r w:rsidR="001140E9" w:rsidRPr="00F435D8">
              <w:rPr>
                <w:rFonts w:ascii="Calibri" w:hAnsi="Calibri" w:cs="Arial"/>
                <w:sz w:val="20"/>
                <w:lang w:val="sk-SK"/>
              </w:rPr>
              <w:t>#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>)</w:t>
            </w:r>
          </w:p>
          <w:p w14:paraId="600FD0B1" w14:textId="77777777" w:rsidR="006720EC" w:rsidRPr="00F435D8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b) </w:t>
            </w:r>
          </w:p>
          <w:p w14:paraId="59C5FA41" w14:textId="46F5C472" w:rsidR="006720EC" w:rsidRPr="00F435D8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8B5FA9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</w:tr>
      <w:tr w:rsidR="006720EC" w:rsidRPr="00F435D8" w14:paraId="605DDE92" w14:textId="77777777" w:rsidTr="00CC749D">
        <w:tc>
          <w:tcPr>
            <w:tcW w:w="2988" w:type="dxa"/>
            <w:shd w:val="clear" w:color="auto" w:fill="FFCC00"/>
            <w:vAlign w:val="center"/>
          </w:tcPr>
          <w:p w14:paraId="7A868460" w14:textId="77777777" w:rsidR="006720EC" w:rsidRPr="00F435D8" w:rsidRDefault="006720EC" w:rsidP="00CC749D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9.20 - 9.30</w:t>
            </w:r>
          </w:p>
          <w:p w14:paraId="159157AE" w14:textId="35637CE2" w:rsidR="006720EC" w:rsidRPr="00F435D8" w:rsidRDefault="00D042B8" w:rsidP="00CC749D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Stručné hodnotenie</w:t>
            </w:r>
          </w:p>
        </w:tc>
        <w:tc>
          <w:tcPr>
            <w:tcW w:w="6192" w:type="dxa"/>
            <w:shd w:val="clear" w:color="auto" w:fill="FFEDA3"/>
            <w:vAlign w:val="center"/>
          </w:tcPr>
          <w:p w14:paraId="03DD6AFB" w14:textId="172233B9" w:rsidR="006720EC" w:rsidRPr="00F435D8" w:rsidRDefault="006720EC" w:rsidP="00FD03A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a) </w:t>
            </w:r>
            <w:r w:rsidR="00FD03AD">
              <w:rPr>
                <w:rFonts w:ascii="Calibri" w:hAnsi="Calibri" w:cs="Arial"/>
                <w:sz w:val="20"/>
                <w:lang w:val="sk-SK"/>
              </w:rPr>
              <w:t>Kandidáti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 xml:space="preserve"> </w:t>
            </w:r>
            <w:r w:rsidR="00006459" w:rsidRPr="00F435D8">
              <w:rPr>
                <w:rFonts w:ascii="Calibri" w:hAnsi="Calibri" w:cs="Arial"/>
                <w:sz w:val="20"/>
                <w:lang w:val="sk-SK"/>
              </w:rPr>
              <w:t xml:space="preserve">1 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>(</w:t>
            </w:r>
            <w:r w:rsidR="00FD03AD">
              <w:rPr>
                <w:rFonts w:ascii="Calibri" w:hAnsi="Calibri" w:cs="Arial"/>
                <w:sz w:val="20"/>
                <w:lang w:val="sk-SK"/>
              </w:rPr>
              <w:t>Oblasť kvality</w:t>
            </w:r>
            <w:r w:rsidR="00A65651" w:rsidRPr="00F435D8">
              <w:rPr>
                <w:rFonts w:ascii="Calibri" w:hAnsi="Calibri" w:cs="Arial"/>
                <w:sz w:val="20"/>
                <w:lang w:val="sk-SK"/>
              </w:rPr>
              <w:t xml:space="preserve"> </w:t>
            </w:r>
            <w:r w:rsidR="001140E9" w:rsidRPr="00F435D8">
              <w:rPr>
                <w:rFonts w:ascii="Calibri" w:hAnsi="Calibri" w:cs="Arial"/>
                <w:sz w:val="20"/>
                <w:lang w:val="sk-SK"/>
              </w:rPr>
              <w:t>#</w:t>
            </w:r>
            <w:r w:rsidR="00006459" w:rsidRPr="00F435D8">
              <w:rPr>
                <w:rFonts w:ascii="Calibri" w:hAnsi="Calibri" w:cs="Arial"/>
                <w:sz w:val="20"/>
                <w:lang w:val="sk-SK"/>
              </w:rPr>
              <w:t>)</w:t>
            </w:r>
          </w:p>
        </w:tc>
      </w:tr>
      <w:tr w:rsidR="00BD03D0" w:rsidRPr="00F435D8" w14:paraId="5FD6434E" w14:textId="77777777" w:rsidTr="00CC749D">
        <w:tc>
          <w:tcPr>
            <w:tcW w:w="2988" w:type="dxa"/>
            <w:shd w:val="clear" w:color="auto" w:fill="FFCC00"/>
            <w:vAlign w:val="center"/>
          </w:tcPr>
          <w:p w14:paraId="0C307A82" w14:textId="77777777" w:rsidR="00BD03D0" w:rsidRPr="00F435D8" w:rsidRDefault="00BD03D0" w:rsidP="00CC749D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9.30 - 10.15</w:t>
            </w:r>
          </w:p>
          <w:p w14:paraId="3AD87D2E" w14:textId="24A5961D" w:rsidR="00BD03D0" w:rsidRPr="00F435D8" w:rsidRDefault="00D042B8" w:rsidP="00CC749D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Interview kolo</w:t>
            </w:r>
            <w:r w:rsidR="00BD03D0" w:rsidRPr="00F435D8">
              <w:rPr>
                <w:rFonts w:ascii="Calibri" w:hAnsi="Calibri" w:cs="Arial"/>
                <w:sz w:val="20"/>
                <w:lang w:val="sk-SK"/>
              </w:rPr>
              <w:t xml:space="preserve"> 1 </w:t>
            </w:r>
          </w:p>
        </w:tc>
        <w:tc>
          <w:tcPr>
            <w:tcW w:w="6192" w:type="dxa"/>
            <w:shd w:val="clear" w:color="auto" w:fill="FFEDA3"/>
            <w:vAlign w:val="center"/>
          </w:tcPr>
          <w:p w14:paraId="1E473125" w14:textId="459BE938" w:rsidR="00BD03D0" w:rsidRPr="00F435D8" w:rsidRDefault="00006459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a) </w:t>
            </w:r>
            <w:r w:rsidR="00FD03AD">
              <w:rPr>
                <w:rFonts w:ascii="Calibri" w:hAnsi="Calibri" w:cs="Arial"/>
                <w:sz w:val="20"/>
                <w:lang w:val="sk-SK"/>
              </w:rPr>
              <w:t>Kandidáti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 xml:space="preserve"> 2</w:t>
            </w:r>
            <w:r w:rsidR="00BD03D0" w:rsidRPr="00F435D8">
              <w:rPr>
                <w:rFonts w:ascii="Calibri" w:hAnsi="Calibri" w:cs="Arial"/>
                <w:sz w:val="20"/>
                <w:lang w:val="sk-SK"/>
              </w:rPr>
              <w:t xml:space="preserve"> (QA </w:t>
            </w:r>
            <w:r w:rsidR="001140E9" w:rsidRPr="00F435D8">
              <w:rPr>
                <w:rFonts w:ascii="Calibri" w:hAnsi="Calibri" w:cs="Arial"/>
                <w:sz w:val="20"/>
                <w:lang w:val="sk-SK"/>
              </w:rPr>
              <w:t>#</w:t>
            </w:r>
            <w:r w:rsidR="00FA69D1" w:rsidRPr="00F435D8">
              <w:rPr>
                <w:rFonts w:ascii="Calibri" w:hAnsi="Calibri" w:cs="Arial"/>
                <w:sz w:val="20"/>
                <w:lang w:val="sk-SK"/>
              </w:rPr>
              <w:t xml:space="preserve"> &amp; </w:t>
            </w:r>
            <w:r w:rsidR="001140E9" w:rsidRPr="00F435D8">
              <w:rPr>
                <w:rFonts w:ascii="Calibri" w:hAnsi="Calibri" w:cs="Arial"/>
                <w:sz w:val="20"/>
                <w:lang w:val="sk-SK"/>
              </w:rPr>
              <w:t>#</w:t>
            </w:r>
            <w:r w:rsidR="00BD03D0" w:rsidRPr="00F435D8">
              <w:rPr>
                <w:rFonts w:ascii="Calibri" w:hAnsi="Calibri" w:cs="Arial"/>
                <w:sz w:val="20"/>
                <w:lang w:val="sk-SK"/>
              </w:rPr>
              <w:t xml:space="preserve">) </w:t>
            </w:r>
          </w:p>
          <w:p w14:paraId="2C350D58" w14:textId="77777777" w:rsidR="00BD03D0" w:rsidRPr="00F435D8" w:rsidRDefault="00FA69D1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</w:t>
            </w:r>
          </w:p>
          <w:p w14:paraId="0A4DA597" w14:textId="555FD12D" w:rsidR="00BD03D0" w:rsidRPr="00F435D8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8B5FA9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</w:tr>
      <w:tr w:rsidR="00BD03D0" w:rsidRPr="00F435D8" w14:paraId="32C1DB75" w14:textId="77777777" w:rsidTr="00CC749D">
        <w:tc>
          <w:tcPr>
            <w:tcW w:w="2988" w:type="dxa"/>
            <w:vAlign w:val="center"/>
          </w:tcPr>
          <w:p w14:paraId="39E1030B" w14:textId="77777777" w:rsidR="00BD03D0" w:rsidRPr="00F435D8" w:rsidRDefault="00BD03D0" w:rsidP="00CC749D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10.15 – 11.00</w:t>
            </w:r>
          </w:p>
          <w:p w14:paraId="779D4B4F" w14:textId="77777777" w:rsidR="00D042B8" w:rsidRDefault="00D042B8" w:rsidP="00CC749D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Analýza v tandemoch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 xml:space="preserve"> </w:t>
            </w:r>
          </w:p>
          <w:p w14:paraId="638988C9" w14:textId="7BD56B5D" w:rsidR="00BD03D0" w:rsidRPr="00F435D8" w:rsidRDefault="00D042B8" w:rsidP="00CC749D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vrátane</w:t>
            </w:r>
            <w:r w:rsidR="00BD03D0" w:rsidRPr="00F435D8">
              <w:rPr>
                <w:rFonts w:ascii="Calibri" w:hAnsi="Calibri" w:cs="Arial"/>
                <w:sz w:val="20"/>
                <w:lang w:val="sk-SK"/>
              </w:rPr>
              <w:t xml:space="preserve"> </w:t>
            </w:r>
            <w:r w:rsidR="00BD03D0" w:rsidRPr="00F435D8">
              <w:rPr>
                <w:rFonts w:ascii="Calibri" w:hAnsi="Calibri" w:cs="Arial"/>
                <w:i/>
                <w:sz w:val="20"/>
                <w:lang w:val="sk-SK"/>
              </w:rPr>
              <w:t>Coffee Break</w:t>
            </w:r>
          </w:p>
        </w:tc>
        <w:tc>
          <w:tcPr>
            <w:tcW w:w="6192" w:type="dxa"/>
            <w:shd w:val="clear" w:color="auto" w:fill="auto"/>
            <w:vAlign w:val="center"/>
          </w:tcPr>
          <w:p w14:paraId="2E516522" w14:textId="77777777" w:rsidR="00BD03D0" w:rsidRPr="00F435D8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  <w:p w14:paraId="03A1823A" w14:textId="77777777" w:rsidR="00BD03D0" w:rsidRPr="00F435D8" w:rsidRDefault="00FA69D1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b) </w:t>
            </w:r>
          </w:p>
          <w:p w14:paraId="660D9960" w14:textId="56DC8777" w:rsidR="00BD03D0" w:rsidRPr="00F435D8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8B5FA9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</w:tr>
      <w:tr w:rsidR="00BD03D0" w:rsidRPr="00F435D8" w14:paraId="63C1C732" w14:textId="77777777" w:rsidTr="00CC749D">
        <w:tc>
          <w:tcPr>
            <w:tcW w:w="2988" w:type="dxa"/>
            <w:shd w:val="clear" w:color="auto" w:fill="FFCC00"/>
            <w:vAlign w:val="center"/>
          </w:tcPr>
          <w:p w14:paraId="520CDA57" w14:textId="77777777" w:rsidR="00BD03D0" w:rsidRPr="00F435D8" w:rsidRDefault="00BD03D0" w:rsidP="00CC749D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11.00 – 11.45</w:t>
            </w:r>
          </w:p>
          <w:p w14:paraId="52211658" w14:textId="1CDCBFB7" w:rsidR="00BD03D0" w:rsidRPr="00F435D8" w:rsidRDefault="00FD03AD" w:rsidP="00CC749D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Pozorovanie</w:t>
            </w:r>
            <w:r w:rsidR="00FA69D1" w:rsidRPr="00F435D8">
              <w:rPr>
                <w:rFonts w:ascii="Calibri" w:hAnsi="Calibri" w:cs="Arial"/>
                <w:sz w:val="20"/>
                <w:lang w:val="sk-SK"/>
              </w:rPr>
              <w:t xml:space="preserve"> </w:t>
            </w:r>
            <w:r w:rsidR="00C7187A" w:rsidRPr="00F435D8">
              <w:rPr>
                <w:rFonts w:ascii="Calibri" w:hAnsi="Calibri" w:cs="Arial"/>
                <w:sz w:val="20"/>
                <w:lang w:val="sk-SK"/>
              </w:rPr>
              <w:t>VNFIL</w:t>
            </w:r>
            <w:r>
              <w:rPr>
                <w:rFonts w:ascii="Calibri" w:hAnsi="Calibri" w:cs="Arial"/>
                <w:sz w:val="20"/>
                <w:lang w:val="sk-SK"/>
              </w:rPr>
              <w:t xml:space="preserve"> procedúry</w:t>
            </w:r>
          </w:p>
        </w:tc>
        <w:tc>
          <w:tcPr>
            <w:tcW w:w="6192" w:type="dxa"/>
            <w:shd w:val="clear" w:color="auto" w:fill="FFEDA3"/>
            <w:vAlign w:val="center"/>
          </w:tcPr>
          <w:p w14:paraId="5A630688" w14:textId="3DD0F6E4" w:rsidR="00BD03D0" w:rsidRPr="00F435D8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a) </w:t>
            </w:r>
            <w:r w:rsidR="00006459" w:rsidRPr="00F435D8">
              <w:rPr>
                <w:rFonts w:ascii="Calibri" w:hAnsi="Calibri" w:cs="Arial"/>
                <w:sz w:val="20"/>
                <w:lang w:val="sk-SK"/>
              </w:rPr>
              <w:t xml:space="preserve">VNFIL </w:t>
            </w:r>
            <w:r w:rsidR="00FD03AD">
              <w:rPr>
                <w:rFonts w:ascii="Calibri" w:hAnsi="Calibri" w:cs="Arial"/>
                <w:sz w:val="20"/>
                <w:lang w:val="sk-SK"/>
              </w:rPr>
              <w:t>schôdza</w:t>
            </w:r>
          </w:p>
          <w:p w14:paraId="23FE8412" w14:textId="77777777" w:rsidR="00BD03D0" w:rsidRPr="00F435D8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b) </w:t>
            </w:r>
          </w:p>
          <w:p w14:paraId="761D7942" w14:textId="173EF50B" w:rsidR="00BD03D0" w:rsidRPr="00F435D8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8B5FA9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</w:tr>
      <w:tr w:rsidR="006720EC" w:rsidRPr="00F435D8" w14:paraId="0555EA6B" w14:textId="77777777" w:rsidTr="00CC749D">
        <w:tc>
          <w:tcPr>
            <w:tcW w:w="2988" w:type="dxa"/>
            <w:vAlign w:val="center"/>
          </w:tcPr>
          <w:p w14:paraId="1C03AA80" w14:textId="77777777" w:rsidR="006720EC" w:rsidRPr="00F435D8" w:rsidRDefault="006720EC" w:rsidP="00CC749D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11.45 – 12.30</w:t>
            </w:r>
          </w:p>
          <w:p w14:paraId="53B0A21A" w14:textId="5BBF090A" w:rsidR="006720EC" w:rsidRPr="00F435D8" w:rsidRDefault="00D042B8" w:rsidP="00CC749D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Analýza v tandemoch</w:t>
            </w:r>
          </w:p>
        </w:tc>
        <w:tc>
          <w:tcPr>
            <w:tcW w:w="6192" w:type="dxa"/>
            <w:shd w:val="clear" w:color="auto" w:fill="auto"/>
            <w:vAlign w:val="center"/>
          </w:tcPr>
          <w:p w14:paraId="3A47A2BA" w14:textId="77777777" w:rsidR="006720EC" w:rsidRPr="00F435D8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1&amp;2</w:t>
            </w:r>
          </w:p>
          <w:p w14:paraId="693A86E5" w14:textId="2B6029FF" w:rsidR="006720EC" w:rsidRPr="00F435D8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8B5FA9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</w:tr>
      <w:tr w:rsidR="006720EC" w:rsidRPr="00F435D8" w14:paraId="015463B6" w14:textId="77777777" w:rsidTr="00CC749D">
        <w:tc>
          <w:tcPr>
            <w:tcW w:w="2988" w:type="dxa"/>
            <w:vAlign w:val="center"/>
          </w:tcPr>
          <w:p w14:paraId="4C0EBB93" w14:textId="77777777" w:rsidR="006720EC" w:rsidRPr="00F435D8" w:rsidRDefault="006720EC" w:rsidP="00CC749D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12.30 – 13.30</w:t>
            </w:r>
          </w:p>
          <w:p w14:paraId="6C3ED2C9" w14:textId="322042DE" w:rsidR="006720EC" w:rsidRPr="00F435D8" w:rsidRDefault="00D042B8" w:rsidP="00CC749D">
            <w:pPr>
              <w:jc w:val="left"/>
              <w:rPr>
                <w:rFonts w:ascii="Calibri" w:hAnsi="Calibri" w:cs="Arial"/>
                <w:i/>
                <w:sz w:val="20"/>
                <w:lang w:val="sk-SK"/>
              </w:rPr>
            </w:pPr>
            <w:r>
              <w:rPr>
                <w:rFonts w:ascii="Calibri" w:hAnsi="Calibri" w:cs="Arial"/>
                <w:i/>
                <w:sz w:val="20"/>
                <w:lang w:val="sk-SK"/>
              </w:rPr>
              <w:t>Obed</w:t>
            </w:r>
          </w:p>
        </w:tc>
        <w:tc>
          <w:tcPr>
            <w:tcW w:w="6192" w:type="dxa"/>
            <w:shd w:val="clear" w:color="auto" w:fill="auto"/>
            <w:vAlign w:val="center"/>
          </w:tcPr>
          <w:p w14:paraId="412967CC" w14:textId="77777777" w:rsidR="006720EC" w:rsidRPr="00F435D8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  <w:p w14:paraId="6C7FE3D5" w14:textId="77777777" w:rsidR="006720EC" w:rsidRPr="00F435D8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c) Restaurant</w:t>
            </w:r>
          </w:p>
        </w:tc>
      </w:tr>
      <w:tr w:rsidR="006720EC" w:rsidRPr="00F435D8" w14:paraId="51D8980D" w14:textId="77777777" w:rsidTr="00CC749D">
        <w:tc>
          <w:tcPr>
            <w:tcW w:w="2988" w:type="dxa"/>
            <w:shd w:val="clear" w:color="auto" w:fill="FFCC00"/>
            <w:vAlign w:val="center"/>
          </w:tcPr>
          <w:p w14:paraId="1D81DE03" w14:textId="77777777" w:rsidR="006720EC" w:rsidRPr="00F435D8" w:rsidRDefault="006720EC" w:rsidP="00CC749D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13.30 – 14.00</w:t>
            </w:r>
          </w:p>
          <w:p w14:paraId="1A2EE8F8" w14:textId="38447F46" w:rsidR="006720EC" w:rsidRPr="00F435D8" w:rsidRDefault="00FD03AD" w:rsidP="00CC749D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Prehliadka</w:t>
            </w:r>
          </w:p>
        </w:tc>
        <w:tc>
          <w:tcPr>
            <w:tcW w:w="6192" w:type="dxa"/>
            <w:shd w:val="clear" w:color="auto" w:fill="FFEDA3"/>
            <w:vAlign w:val="center"/>
          </w:tcPr>
          <w:p w14:paraId="14AC22D6" w14:textId="372E3062" w:rsidR="006720EC" w:rsidRPr="00F435D8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a) </w:t>
            </w:r>
            <w:r w:rsidR="00FD03AD">
              <w:rPr>
                <w:rFonts w:ascii="Calibri" w:hAnsi="Calibri" w:cs="Arial"/>
                <w:sz w:val="20"/>
                <w:lang w:val="sk-SK"/>
              </w:rPr>
              <w:t>Poradcovia</w:t>
            </w:r>
            <w:r w:rsidR="00006459" w:rsidRPr="00F435D8">
              <w:rPr>
                <w:rFonts w:ascii="Calibri" w:hAnsi="Calibri" w:cs="Arial"/>
                <w:sz w:val="20"/>
                <w:lang w:val="sk-SK"/>
              </w:rPr>
              <w:t>1</w:t>
            </w:r>
          </w:p>
          <w:p w14:paraId="2AC1386F" w14:textId="77777777" w:rsidR="006720EC" w:rsidRPr="00F435D8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b) </w:t>
            </w:r>
          </w:p>
          <w:p w14:paraId="519EBD7F" w14:textId="38765899" w:rsidR="006720EC" w:rsidRPr="00F435D8" w:rsidRDefault="006720EC" w:rsidP="00FD03A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C7187A" w:rsidRPr="00F435D8">
              <w:rPr>
                <w:rFonts w:ascii="Calibri" w:hAnsi="Calibri" w:cs="Arial"/>
                <w:sz w:val="20"/>
                <w:lang w:val="sk-SK"/>
              </w:rPr>
              <w:t>VNFIL</w:t>
            </w:r>
            <w:r w:rsidR="00FA69D1" w:rsidRPr="00F435D8">
              <w:rPr>
                <w:rFonts w:ascii="Calibri" w:hAnsi="Calibri" w:cs="Arial"/>
                <w:sz w:val="20"/>
                <w:lang w:val="sk-SK"/>
              </w:rPr>
              <w:t xml:space="preserve"> p</w:t>
            </w:r>
            <w:r w:rsidR="00FD03AD">
              <w:rPr>
                <w:rFonts w:ascii="Calibri" w:hAnsi="Calibri" w:cs="Arial"/>
                <w:sz w:val="20"/>
                <w:lang w:val="sk-SK"/>
              </w:rPr>
              <w:t>oskytovateľ</w:t>
            </w:r>
          </w:p>
        </w:tc>
      </w:tr>
      <w:tr w:rsidR="00BD03D0" w:rsidRPr="00F435D8" w14:paraId="1DDC904A" w14:textId="77777777" w:rsidTr="00CC749D">
        <w:tc>
          <w:tcPr>
            <w:tcW w:w="2988" w:type="dxa"/>
            <w:shd w:val="clear" w:color="auto" w:fill="FFCC00"/>
            <w:vAlign w:val="center"/>
          </w:tcPr>
          <w:p w14:paraId="7D4E03E2" w14:textId="77777777" w:rsidR="00BD03D0" w:rsidRPr="00F435D8" w:rsidRDefault="00BD03D0" w:rsidP="00CC749D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14.00 – 14.45</w:t>
            </w:r>
          </w:p>
          <w:p w14:paraId="34F7FB26" w14:textId="4633FEE2" w:rsidR="00BD03D0" w:rsidRPr="00F435D8" w:rsidRDefault="00BD03D0" w:rsidP="00CC749D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Interview </w:t>
            </w:r>
            <w:r w:rsidR="00D042B8">
              <w:rPr>
                <w:rFonts w:ascii="Calibri" w:hAnsi="Calibri" w:cs="Arial"/>
                <w:sz w:val="20"/>
                <w:lang w:val="sk-SK"/>
              </w:rPr>
              <w:t>kolo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 xml:space="preserve"> 2</w:t>
            </w:r>
          </w:p>
          <w:p w14:paraId="286AB8FF" w14:textId="77777777" w:rsidR="00BD03D0" w:rsidRPr="00F435D8" w:rsidRDefault="00BD03D0" w:rsidP="00CC749D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</w:tc>
        <w:tc>
          <w:tcPr>
            <w:tcW w:w="6192" w:type="dxa"/>
            <w:shd w:val="clear" w:color="auto" w:fill="FFEDA3"/>
            <w:vAlign w:val="center"/>
          </w:tcPr>
          <w:p w14:paraId="2147E076" w14:textId="7D31C3DE" w:rsidR="00BD03D0" w:rsidRPr="00F435D8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a) </w:t>
            </w:r>
            <w:r w:rsidR="00FD03AD">
              <w:rPr>
                <w:rFonts w:ascii="Calibri" w:hAnsi="Calibri" w:cs="Arial"/>
                <w:sz w:val="20"/>
                <w:lang w:val="sk-SK"/>
              </w:rPr>
              <w:t>Poradcovia</w:t>
            </w:r>
            <w:r w:rsidR="00006459" w:rsidRPr="00F435D8">
              <w:rPr>
                <w:rFonts w:ascii="Calibri" w:hAnsi="Calibri" w:cs="Arial"/>
                <w:sz w:val="20"/>
                <w:lang w:val="sk-SK"/>
              </w:rPr>
              <w:t xml:space="preserve"> 2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 xml:space="preserve"> (QA </w:t>
            </w:r>
            <w:r w:rsidR="001140E9" w:rsidRPr="00F435D8">
              <w:rPr>
                <w:rFonts w:ascii="Calibri" w:hAnsi="Calibri" w:cs="Arial"/>
                <w:sz w:val="20"/>
                <w:lang w:val="sk-SK"/>
              </w:rPr>
              <w:t>#</w:t>
            </w:r>
            <w:r w:rsidR="00870358" w:rsidRPr="00F435D8">
              <w:rPr>
                <w:rFonts w:ascii="Calibri" w:hAnsi="Calibri" w:cs="Arial"/>
                <w:sz w:val="20"/>
                <w:lang w:val="sk-SK"/>
              </w:rPr>
              <w:t xml:space="preserve"> &amp; </w:t>
            </w:r>
            <w:r w:rsidR="001140E9" w:rsidRPr="00F435D8">
              <w:rPr>
                <w:rFonts w:ascii="Calibri" w:hAnsi="Calibri" w:cs="Arial"/>
                <w:sz w:val="20"/>
                <w:lang w:val="sk-SK"/>
              </w:rPr>
              <w:t>#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>)</w:t>
            </w:r>
          </w:p>
          <w:p w14:paraId="5D7ACFD4" w14:textId="77777777" w:rsidR="00BD03D0" w:rsidRPr="00F435D8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2</w:t>
            </w:r>
          </w:p>
          <w:p w14:paraId="4B83E45D" w14:textId="37F5FECF" w:rsidR="00BD03D0" w:rsidRPr="00F435D8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8B5FA9" w:rsidRPr="00F435D8">
              <w:rPr>
                <w:rFonts w:ascii="Calibri" w:hAnsi="Calibri" w:cs="Arial"/>
                <w:sz w:val="20"/>
                <w:lang w:val="sk-SK"/>
              </w:rPr>
              <w:t>Miestnosť (uveďte kde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>)</w:t>
            </w:r>
          </w:p>
        </w:tc>
      </w:tr>
      <w:tr w:rsidR="00BD03D0" w:rsidRPr="00F435D8" w14:paraId="20C73F4C" w14:textId="77777777" w:rsidTr="00CC749D">
        <w:tc>
          <w:tcPr>
            <w:tcW w:w="2988" w:type="dxa"/>
            <w:vAlign w:val="center"/>
          </w:tcPr>
          <w:p w14:paraId="31982BD1" w14:textId="77777777" w:rsidR="00BD03D0" w:rsidRPr="00F435D8" w:rsidRDefault="00BD03D0" w:rsidP="00CC749D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14.45 – 15.30</w:t>
            </w:r>
          </w:p>
          <w:p w14:paraId="19128E01" w14:textId="77777777" w:rsidR="00D042B8" w:rsidRDefault="00D042B8" w:rsidP="00CC749D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Analýza v tandemoch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 xml:space="preserve"> </w:t>
            </w:r>
          </w:p>
          <w:p w14:paraId="66718BA1" w14:textId="09E451C8" w:rsidR="00BD03D0" w:rsidRPr="00F435D8" w:rsidRDefault="00D042B8" w:rsidP="00CC749D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Vrátane</w:t>
            </w:r>
            <w:r w:rsidR="00BD03D0" w:rsidRPr="00F435D8">
              <w:rPr>
                <w:rFonts w:ascii="Calibri" w:hAnsi="Calibri" w:cs="Arial"/>
                <w:sz w:val="20"/>
                <w:lang w:val="sk-SK"/>
              </w:rPr>
              <w:t xml:space="preserve"> </w:t>
            </w:r>
            <w:r w:rsidR="00BD03D0" w:rsidRPr="00F435D8">
              <w:rPr>
                <w:rFonts w:ascii="Calibri" w:hAnsi="Calibri" w:cs="Arial"/>
                <w:i/>
                <w:sz w:val="20"/>
                <w:lang w:val="sk-SK"/>
              </w:rPr>
              <w:t>Coffee Break</w:t>
            </w:r>
          </w:p>
        </w:tc>
        <w:tc>
          <w:tcPr>
            <w:tcW w:w="6192" w:type="dxa"/>
            <w:shd w:val="clear" w:color="auto" w:fill="auto"/>
            <w:vAlign w:val="center"/>
          </w:tcPr>
          <w:p w14:paraId="2D069EA5" w14:textId="77777777" w:rsidR="00BD03D0" w:rsidRPr="00F435D8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  <w:p w14:paraId="7200DCC8" w14:textId="77777777" w:rsidR="00BD03D0" w:rsidRPr="00F435D8" w:rsidRDefault="00FA69D1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b) </w:t>
            </w:r>
          </w:p>
          <w:p w14:paraId="2622D161" w14:textId="77777777" w:rsidR="00BD03D0" w:rsidRPr="00F435D8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c) Room (indicate which)</w:t>
            </w:r>
          </w:p>
        </w:tc>
      </w:tr>
      <w:tr w:rsidR="00BD03D0" w:rsidRPr="00F435D8" w14:paraId="2895F79A" w14:textId="77777777" w:rsidTr="00CC749D">
        <w:tc>
          <w:tcPr>
            <w:tcW w:w="2988" w:type="dxa"/>
            <w:shd w:val="clear" w:color="auto" w:fill="FFCC00"/>
            <w:vAlign w:val="center"/>
          </w:tcPr>
          <w:p w14:paraId="16D3FDE9" w14:textId="77777777" w:rsidR="00BD03D0" w:rsidRPr="00F435D8" w:rsidRDefault="00BD03D0" w:rsidP="00CC749D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15.30 – 16.15</w:t>
            </w:r>
          </w:p>
          <w:p w14:paraId="5DC08911" w14:textId="30CE1052" w:rsidR="00BD03D0" w:rsidRPr="00F435D8" w:rsidRDefault="00BD03D0" w:rsidP="00FD03AD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Interview </w:t>
            </w:r>
            <w:r w:rsidR="00FD03AD">
              <w:rPr>
                <w:rFonts w:ascii="Calibri" w:hAnsi="Calibri" w:cs="Arial"/>
                <w:sz w:val="20"/>
                <w:lang w:val="sk-SK"/>
              </w:rPr>
              <w:t>kolo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 xml:space="preserve"> 3</w:t>
            </w:r>
          </w:p>
        </w:tc>
        <w:tc>
          <w:tcPr>
            <w:tcW w:w="6192" w:type="dxa"/>
            <w:shd w:val="clear" w:color="auto" w:fill="FFEDA3"/>
            <w:vAlign w:val="center"/>
          </w:tcPr>
          <w:p w14:paraId="3E573E92" w14:textId="77777777" w:rsidR="00BD03D0" w:rsidRPr="00F435D8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a) </w:t>
            </w:r>
            <w:r w:rsidR="00870358" w:rsidRPr="00F435D8">
              <w:rPr>
                <w:rFonts w:ascii="Calibri" w:hAnsi="Calibri" w:cs="Arial"/>
                <w:sz w:val="20"/>
                <w:lang w:val="sk-SK"/>
              </w:rPr>
              <w:t>Former Candidates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 xml:space="preserve"> (QA </w:t>
            </w:r>
            <w:r w:rsidR="001140E9" w:rsidRPr="00F435D8">
              <w:rPr>
                <w:rFonts w:ascii="Calibri" w:hAnsi="Calibri" w:cs="Arial"/>
                <w:sz w:val="20"/>
                <w:lang w:val="sk-SK"/>
              </w:rPr>
              <w:t>#</w:t>
            </w:r>
            <w:r w:rsidR="00870358" w:rsidRPr="00F435D8">
              <w:rPr>
                <w:rFonts w:ascii="Calibri" w:hAnsi="Calibri" w:cs="Arial"/>
                <w:sz w:val="20"/>
                <w:lang w:val="sk-SK"/>
              </w:rPr>
              <w:t xml:space="preserve"> &amp; </w:t>
            </w:r>
            <w:r w:rsidR="001140E9" w:rsidRPr="00F435D8">
              <w:rPr>
                <w:rFonts w:ascii="Calibri" w:hAnsi="Calibri" w:cs="Arial"/>
                <w:sz w:val="20"/>
                <w:lang w:val="sk-SK"/>
              </w:rPr>
              <w:t>#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>)</w:t>
            </w:r>
          </w:p>
          <w:p w14:paraId="3408485F" w14:textId="77777777" w:rsidR="00BD03D0" w:rsidRPr="00F435D8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2</w:t>
            </w:r>
          </w:p>
          <w:p w14:paraId="3CCD3C7A" w14:textId="30D9ADD6" w:rsidR="00BD03D0" w:rsidRPr="00F435D8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8B5FA9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</w:tr>
      <w:tr w:rsidR="00BD03D0" w:rsidRPr="00F435D8" w14:paraId="76427B2C" w14:textId="77777777" w:rsidTr="00CC749D">
        <w:tc>
          <w:tcPr>
            <w:tcW w:w="2988" w:type="dxa"/>
            <w:vAlign w:val="center"/>
          </w:tcPr>
          <w:p w14:paraId="1C489C46" w14:textId="77777777" w:rsidR="00BD03D0" w:rsidRPr="00F435D8" w:rsidRDefault="00BD03D0" w:rsidP="00CC749D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16.15 – 16.45</w:t>
            </w:r>
          </w:p>
          <w:p w14:paraId="289FEE4A" w14:textId="2E1A0DF0" w:rsidR="00BD03D0" w:rsidRPr="00F435D8" w:rsidRDefault="00D042B8" w:rsidP="00CC749D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Analýza v tandemoch</w:t>
            </w:r>
          </w:p>
        </w:tc>
        <w:tc>
          <w:tcPr>
            <w:tcW w:w="6192" w:type="dxa"/>
            <w:shd w:val="clear" w:color="auto" w:fill="auto"/>
            <w:vAlign w:val="center"/>
          </w:tcPr>
          <w:p w14:paraId="1A8563F4" w14:textId="77777777" w:rsidR="00BD03D0" w:rsidRPr="00F435D8" w:rsidRDefault="001140E9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b) </w:t>
            </w:r>
          </w:p>
          <w:p w14:paraId="0A583DAB" w14:textId="144D9F91" w:rsidR="00BD03D0" w:rsidRPr="00F435D8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8B5FA9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</w:tr>
      <w:tr w:rsidR="006720EC" w:rsidRPr="00F435D8" w14:paraId="4C6D67D3" w14:textId="77777777" w:rsidTr="00CC749D">
        <w:tc>
          <w:tcPr>
            <w:tcW w:w="2988" w:type="dxa"/>
            <w:vAlign w:val="center"/>
          </w:tcPr>
          <w:p w14:paraId="6F7C2DB5" w14:textId="77777777" w:rsidR="006720EC" w:rsidRPr="00F435D8" w:rsidRDefault="006720EC" w:rsidP="00CC749D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16.45 – 17.30</w:t>
            </w:r>
          </w:p>
          <w:p w14:paraId="09F27A29" w14:textId="51CAF78A" w:rsidR="006720EC" w:rsidRPr="00F435D8" w:rsidRDefault="006720EC" w:rsidP="00D042B8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Intern</w:t>
            </w:r>
            <w:r w:rsidR="00D042B8">
              <w:rPr>
                <w:rFonts w:ascii="Calibri" w:hAnsi="Calibri" w:cs="Arial"/>
                <w:sz w:val="20"/>
                <w:lang w:val="sk-SK"/>
              </w:rPr>
              <w:t>á analýza</w:t>
            </w:r>
            <w:r w:rsidR="00FD03AD">
              <w:rPr>
                <w:rFonts w:ascii="Calibri" w:hAnsi="Calibri" w:cs="Arial"/>
                <w:sz w:val="20"/>
                <w:lang w:val="sk-SK"/>
              </w:rPr>
              <w:t xml:space="preserve"> 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>&amp; (Meta)</w:t>
            </w:r>
            <w:r w:rsidR="00D042B8">
              <w:rPr>
                <w:rFonts w:ascii="Calibri" w:hAnsi="Calibri" w:cs="Arial"/>
                <w:sz w:val="20"/>
                <w:lang w:val="sk-SK"/>
              </w:rPr>
              <w:t>hodnotenie</w:t>
            </w:r>
          </w:p>
        </w:tc>
        <w:tc>
          <w:tcPr>
            <w:tcW w:w="6192" w:type="dxa"/>
            <w:shd w:val="clear" w:color="auto" w:fill="auto"/>
            <w:vAlign w:val="center"/>
          </w:tcPr>
          <w:p w14:paraId="36451EAF" w14:textId="77777777" w:rsidR="006720EC" w:rsidRPr="00F435D8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  <w:p w14:paraId="14B6E45D" w14:textId="77777777" w:rsidR="006720EC" w:rsidRPr="00F435D8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1&amp;2</w:t>
            </w:r>
          </w:p>
          <w:p w14:paraId="47636D85" w14:textId="5FF470C7" w:rsidR="006720EC" w:rsidRPr="00F435D8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8B5FA9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</w:tr>
      <w:tr w:rsidR="006720EC" w:rsidRPr="00F435D8" w14:paraId="61B7436D" w14:textId="77777777" w:rsidTr="0085163A">
        <w:trPr>
          <w:trHeight w:val="375"/>
        </w:trPr>
        <w:tc>
          <w:tcPr>
            <w:tcW w:w="2988" w:type="dxa"/>
            <w:vAlign w:val="center"/>
          </w:tcPr>
          <w:p w14:paraId="1C34E1B2" w14:textId="1CF15776" w:rsidR="006720EC" w:rsidRPr="00F435D8" w:rsidRDefault="00D042B8" w:rsidP="00CC749D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Večer</w:t>
            </w:r>
          </w:p>
        </w:tc>
        <w:tc>
          <w:tcPr>
            <w:tcW w:w="6192" w:type="dxa"/>
            <w:shd w:val="clear" w:color="auto" w:fill="auto"/>
            <w:vAlign w:val="center"/>
          </w:tcPr>
          <w:p w14:paraId="33C32D8D" w14:textId="4DCD7107" w:rsidR="006720EC" w:rsidRPr="00F435D8" w:rsidRDefault="00D042B8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Voľný program</w:t>
            </w:r>
          </w:p>
        </w:tc>
      </w:tr>
    </w:tbl>
    <w:p w14:paraId="4EB589B5" w14:textId="3AC37C49" w:rsidR="006720EC" w:rsidRPr="00F435D8" w:rsidRDefault="00D042B8" w:rsidP="00F42B83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  <w:lang w:val="sk-SK"/>
        </w:rPr>
      </w:pPr>
      <w:r>
        <w:rPr>
          <w:rFonts w:ascii="Calibri" w:hAnsi="Calibri" w:cs="Arial"/>
          <w:b/>
          <w:sz w:val="20"/>
          <w:szCs w:val="20"/>
          <w:lang w:val="sk-SK"/>
        </w:rPr>
        <w:lastRenderedPageBreak/>
        <w:t>Deň</w:t>
      </w:r>
      <w:r w:rsidR="006720EC" w:rsidRPr="00F435D8">
        <w:rPr>
          <w:rFonts w:ascii="Calibri" w:hAnsi="Calibri" w:cs="Arial"/>
          <w:b/>
          <w:sz w:val="20"/>
          <w:szCs w:val="20"/>
          <w:lang w:val="sk-SK"/>
        </w:rPr>
        <w:t xml:space="preserve"> 2: </w:t>
      </w:r>
      <w:r w:rsidR="0097028F" w:rsidRPr="00F435D8">
        <w:rPr>
          <w:rFonts w:ascii="Calibri" w:hAnsi="Calibri" w:cs="Arial"/>
          <w:b/>
          <w:sz w:val="20"/>
          <w:szCs w:val="20"/>
          <w:lang w:val="sk-SK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7028F" w:rsidRPr="00F435D8">
        <w:rPr>
          <w:rFonts w:ascii="Calibri" w:hAnsi="Calibri" w:cs="Arial"/>
          <w:b/>
          <w:sz w:val="20"/>
          <w:szCs w:val="20"/>
          <w:lang w:val="sk-SK"/>
        </w:rPr>
        <w:instrText xml:space="preserve"> FORMTEXT </w:instrText>
      </w:r>
      <w:r w:rsidR="0097028F" w:rsidRPr="00F435D8">
        <w:rPr>
          <w:rFonts w:ascii="Calibri" w:hAnsi="Calibri" w:cs="Arial"/>
          <w:b/>
          <w:sz w:val="20"/>
          <w:szCs w:val="20"/>
          <w:lang w:val="sk-SK"/>
        </w:rPr>
      </w:r>
      <w:r w:rsidR="0097028F" w:rsidRPr="00F435D8">
        <w:rPr>
          <w:rFonts w:ascii="Calibri" w:hAnsi="Calibri" w:cs="Arial"/>
          <w:b/>
          <w:sz w:val="20"/>
          <w:szCs w:val="20"/>
          <w:lang w:val="sk-SK"/>
        </w:rPr>
        <w:fldChar w:fldCharType="separate"/>
      </w:r>
      <w:r w:rsidR="0097028F" w:rsidRPr="00F435D8">
        <w:rPr>
          <w:rFonts w:ascii="Calibri" w:hAnsi="Calibri" w:cs="Arial"/>
          <w:b/>
          <w:noProof/>
          <w:sz w:val="20"/>
          <w:szCs w:val="20"/>
          <w:lang w:val="sk-SK"/>
        </w:rPr>
        <w:t> </w:t>
      </w:r>
      <w:r w:rsidR="0097028F" w:rsidRPr="00F435D8">
        <w:rPr>
          <w:rFonts w:ascii="Calibri" w:hAnsi="Calibri" w:cs="Arial"/>
          <w:b/>
          <w:noProof/>
          <w:sz w:val="20"/>
          <w:szCs w:val="20"/>
          <w:lang w:val="sk-SK"/>
        </w:rPr>
        <w:t> </w:t>
      </w:r>
      <w:r w:rsidR="0097028F" w:rsidRPr="00F435D8">
        <w:rPr>
          <w:rFonts w:ascii="Calibri" w:hAnsi="Calibri" w:cs="Arial"/>
          <w:b/>
          <w:noProof/>
          <w:sz w:val="20"/>
          <w:szCs w:val="20"/>
          <w:lang w:val="sk-SK"/>
        </w:rPr>
        <w:t> </w:t>
      </w:r>
      <w:r w:rsidR="0097028F" w:rsidRPr="00F435D8">
        <w:rPr>
          <w:rFonts w:ascii="Calibri" w:hAnsi="Calibri" w:cs="Arial"/>
          <w:b/>
          <w:noProof/>
          <w:sz w:val="20"/>
          <w:szCs w:val="20"/>
          <w:lang w:val="sk-SK"/>
        </w:rPr>
        <w:t> </w:t>
      </w:r>
      <w:r w:rsidR="0097028F" w:rsidRPr="00F435D8">
        <w:rPr>
          <w:rFonts w:ascii="Calibri" w:hAnsi="Calibri" w:cs="Arial"/>
          <w:b/>
          <w:noProof/>
          <w:sz w:val="20"/>
          <w:szCs w:val="20"/>
          <w:lang w:val="sk-SK"/>
        </w:rPr>
        <w:t> </w:t>
      </w:r>
      <w:r w:rsidR="0097028F" w:rsidRPr="00F435D8">
        <w:rPr>
          <w:rFonts w:ascii="Calibri" w:hAnsi="Calibri" w:cs="Arial"/>
          <w:b/>
          <w:sz w:val="20"/>
          <w:szCs w:val="20"/>
          <w:lang w:val="sk-SK"/>
        </w:rPr>
        <w:fldChar w:fldCharType="end"/>
      </w:r>
      <w:r w:rsidR="0097028F" w:rsidRPr="00F435D8">
        <w:rPr>
          <w:rFonts w:ascii="Calibri" w:hAnsi="Calibri" w:cs="Arial"/>
          <w:b/>
          <w:sz w:val="20"/>
          <w:szCs w:val="20"/>
          <w:lang w:val="sk-SK"/>
        </w:rPr>
        <w:t xml:space="preserve"> </w:t>
      </w:r>
      <w:r w:rsidR="0097028F" w:rsidRPr="00F435D8">
        <w:rPr>
          <w:rFonts w:ascii="Calibri" w:hAnsi="Calibri" w:cs="Arial"/>
          <w:sz w:val="20"/>
          <w:szCs w:val="20"/>
          <w:lang w:val="sk-SK"/>
        </w:rPr>
        <w:t>(</w:t>
      </w:r>
      <w:r>
        <w:rPr>
          <w:rFonts w:ascii="Calibri" w:hAnsi="Calibri" w:cs="Arial"/>
          <w:sz w:val="20"/>
          <w:szCs w:val="20"/>
          <w:lang w:val="sk-SK"/>
        </w:rPr>
        <w:t>uveďte dátum</w:t>
      </w:r>
      <w:r w:rsidR="0097028F" w:rsidRPr="00F435D8">
        <w:rPr>
          <w:rFonts w:ascii="Calibri" w:hAnsi="Calibri" w:cs="Arial"/>
          <w:sz w:val="20"/>
          <w:szCs w:val="20"/>
          <w:lang w:val="sk-SK"/>
        </w:rPr>
        <w:t>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372"/>
      </w:tblGrid>
      <w:tr w:rsidR="006720EC" w:rsidRPr="00F435D8" w14:paraId="1A44DB5F" w14:textId="77777777" w:rsidTr="00477D1E">
        <w:tc>
          <w:tcPr>
            <w:tcW w:w="2808" w:type="dxa"/>
            <w:shd w:val="clear" w:color="auto" w:fill="99CCFF"/>
            <w:vAlign w:val="center"/>
          </w:tcPr>
          <w:p w14:paraId="2570D2E7" w14:textId="77777777" w:rsidR="006720EC" w:rsidRPr="00F435D8" w:rsidRDefault="006720EC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  <w:p w14:paraId="74579BD7" w14:textId="3ECF37CE" w:rsidR="006720EC" w:rsidRPr="00F435D8" w:rsidRDefault="00D042B8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Čas</w:t>
            </w:r>
          </w:p>
        </w:tc>
        <w:tc>
          <w:tcPr>
            <w:tcW w:w="6372" w:type="dxa"/>
            <w:shd w:val="clear" w:color="auto" w:fill="99CCFF"/>
            <w:vAlign w:val="center"/>
          </w:tcPr>
          <w:p w14:paraId="0A188A51" w14:textId="77777777" w:rsidR="00D042B8" w:rsidRPr="00F435D8" w:rsidRDefault="00D042B8" w:rsidP="00D042B8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a) Predstavenie osôb a/alebo priestorov</w:t>
            </w:r>
          </w:p>
          <w:p w14:paraId="6A7EE9EA" w14:textId="77777777" w:rsidR="00D042B8" w:rsidRPr="00F435D8" w:rsidRDefault="00D042B8" w:rsidP="00D042B8">
            <w:pPr>
              <w:jc w:val="left"/>
              <w:rPr>
                <w:rFonts w:ascii="Calibri" w:hAnsi="Calibri" w:cs="Arial"/>
                <w:b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b) Peer </w:t>
            </w:r>
            <w:r w:rsidRPr="00F435D8">
              <w:rPr>
                <w:rFonts w:ascii="Calibri" w:hAnsi="Calibri" w:cs="Arial"/>
                <w:b/>
                <w:sz w:val="20"/>
                <w:lang w:val="sk-SK"/>
              </w:rPr>
              <w:t>tandemy 1&amp;2</w:t>
            </w:r>
          </w:p>
          <w:p w14:paraId="71530DC9" w14:textId="21E0A175" w:rsidR="006720EC" w:rsidRPr="00F435D8" w:rsidRDefault="00D042B8" w:rsidP="00D042B8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c) Miestnosť</w:t>
            </w:r>
          </w:p>
        </w:tc>
      </w:tr>
      <w:tr w:rsidR="001140E9" w:rsidRPr="00F435D8" w14:paraId="67AAFEF2" w14:textId="77777777" w:rsidTr="00CC749D">
        <w:tc>
          <w:tcPr>
            <w:tcW w:w="2808" w:type="dxa"/>
            <w:shd w:val="clear" w:color="auto" w:fill="FFCC00"/>
            <w:vAlign w:val="center"/>
          </w:tcPr>
          <w:p w14:paraId="5EA08F05" w14:textId="77777777" w:rsidR="001140E9" w:rsidRPr="00F435D8" w:rsidRDefault="001140E9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8.30 – 9.15</w:t>
            </w:r>
          </w:p>
          <w:p w14:paraId="509BA5E8" w14:textId="0A22D96E" w:rsidR="001140E9" w:rsidRPr="00F435D8" w:rsidRDefault="003063F3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Interview kolo</w:t>
            </w:r>
            <w:r w:rsidR="001140E9" w:rsidRPr="00F435D8">
              <w:rPr>
                <w:rFonts w:ascii="Calibri" w:hAnsi="Calibri" w:cs="Arial"/>
                <w:sz w:val="20"/>
                <w:lang w:val="sk-SK"/>
              </w:rPr>
              <w:t xml:space="preserve"> 4</w:t>
            </w:r>
          </w:p>
        </w:tc>
        <w:tc>
          <w:tcPr>
            <w:tcW w:w="6372" w:type="dxa"/>
            <w:shd w:val="clear" w:color="auto" w:fill="FFE781"/>
            <w:vAlign w:val="center"/>
          </w:tcPr>
          <w:p w14:paraId="7E388F1E" w14:textId="3207DD03" w:rsidR="001140E9" w:rsidRPr="00F435D8" w:rsidRDefault="001140E9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a) </w:t>
            </w:r>
            <w:r w:rsidR="003063F3">
              <w:rPr>
                <w:rFonts w:ascii="Calibri" w:hAnsi="Calibri" w:cs="Arial"/>
                <w:sz w:val="20"/>
                <w:lang w:val="sk-SK"/>
              </w:rPr>
              <w:t xml:space="preserve">Kandidáti </w:t>
            </w:r>
            <w:r w:rsidR="00006459" w:rsidRPr="00F435D8">
              <w:rPr>
                <w:rFonts w:ascii="Calibri" w:hAnsi="Calibri" w:cs="Arial"/>
                <w:sz w:val="20"/>
                <w:lang w:val="sk-SK"/>
              </w:rPr>
              <w:t xml:space="preserve">1 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>(QA #</w:t>
            </w:r>
            <w:r w:rsidR="0085163A" w:rsidRPr="00F435D8">
              <w:rPr>
                <w:rFonts w:ascii="Calibri" w:hAnsi="Calibri" w:cs="Arial"/>
                <w:sz w:val="20"/>
                <w:lang w:val="sk-SK"/>
              </w:rPr>
              <w:t>)</w:t>
            </w:r>
          </w:p>
          <w:p w14:paraId="5AD769EF" w14:textId="77777777" w:rsidR="001140E9" w:rsidRPr="00F435D8" w:rsidRDefault="001140E9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</w:t>
            </w:r>
          </w:p>
          <w:p w14:paraId="1507CF5E" w14:textId="3738582F" w:rsidR="001140E9" w:rsidRPr="00F435D8" w:rsidRDefault="001140E9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BE410B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</w:tr>
      <w:tr w:rsidR="001140E9" w:rsidRPr="00F435D8" w14:paraId="4DB1628D" w14:textId="77777777" w:rsidTr="00CC749D">
        <w:tc>
          <w:tcPr>
            <w:tcW w:w="2808" w:type="dxa"/>
            <w:vAlign w:val="center"/>
          </w:tcPr>
          <w:p w14:paraId="260373CA" w14:textId="77777777" w:rsidR="001140E9" w:rsidRPr="00F435D8" w:rsidRDefault="001140E9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9.15 – 10.15</w:t>
            </w:r>
          </w:p>
          <w:p w14:paraId="6D7DD91B" w14:textId="7D6BBA3C" w:rsidR="001140E9" w:rsidRPr="00F435D8" w:rsidRDefault="003063F3" w:rsidP="003063F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Analýza v</w:t>
            </w:r>
            <w:r w:rsidR="001140E9" w:rsidRPr="00F435D8">
              <w:rPr>
                <w:rFonts w:ascii="Calibri" w:hAnsi="Calibri" w:cs="Arial"/>
                <w:sz w:val="20"/>
                <w:lang w:val="sk-SK"/>
              </w:rPr>
              <w:t xml:space="preserve"> peer t</w:t>
            </w:r>
            <w:r>
              <w:rPr>
                <w:rFonts w:ascii="Calibri" w:hAnsi="Calibri" w:cs="Arial"/>
                <w:sz w:val="20"/>
                <w:lang w:val="sk-SK"/>
              </w:rPr>
              <w:t>ímoch vrátane</w:t>
            </w:r>
            <w:r w:rsidR="001140E9" w:rsidRPr="00F435D8">
              <w:rPr>
                <w:rFonts w:ascii="Calibri" w:hAnsi="Calibri" w:cs="Arial"/>
                <w:sz w:val="20"/>
                <w:lang w:val="sk-SK"/>
              </w:rPr>
              <w:t xml:space="preserve"> Coffee Break</w:t>
            </w:r>
          </w:p>
        </w:tc>
        <w:tc>
          <w:tcPr>
            <w:tcW w:w="6372" w:type="dxa"/>
            <w:shd w:val="clear" w:color="auto" w:fill="auto"/>
            <w:vAlign w:val="center"/>
          </w:tcPr>
          <w:p w14:paraId="0FFEE104" w14:textId="77777777" w:rsidR="001140E9" w:rsidRPr="00F435D8" w:rsidRDefault="001140E9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  <w:p w14:paraId="400B01D6" w14:textId="77777777" w:rsidR="001140E9" w:rsidRPr="00F435D8" w:rsidRDefault="001140E9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</w:t>
            </w:r>
          </w:p>
          <w:p w14:paraId="01524F1B" w14:textId="5B4CE598" w:rsidR="001140E9" w:rsidRPr="00F435D8" w:rsidRDefault="001140E9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BE410B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</w:tr>
      <w:tr w:rsidR="001140E9" w:rsidRPr="00F435D8" w14:paraId="0385373B" w14:textId="77777777" w:rsidTr="00CC749D">
        <w:tc>
          <w:tcPr>
            <w:tcW w:w="2808" w:type="dxa"/>
            <w:shd w:val="clear" w:color="auto" w:fill="FFCC00"/>
            <w:vAlign w:val="center"/>
          </w:tcPr>
          <w:p w14:paraId="291E875A" w14:textId="77777777" w:rsidR="001140E9" w:rsidRPr="00F435D8" w:rsidRDefault="001140E9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10.15 – 11.00</w:t>
            </w:r>
          </w:p>
          <w:p w14:paraId="133B5B9E" w14:textId="3E44DA8A" w:rsidR="001140E9" w:rsidRPr="00F435D8" w:rsidRDefault="001140E9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Interview </w:t>
            </w:r>
            <w:r w:rsidR="003063F3">
              <w:rPr>
                <w:rFonts w:ascii="Calibri" w:hAnsi="Calibri" w:cs="Arial"/>
                <w:sz w:val="20"/>
                <w:lang w:val="sk-SK"/>
              </w:rPr>
              <w:t>kolo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 xml:space="preserve"> 5</w:t>
            </w:r>
          </w:p>
          <w:p w14:paraId="673680A8" w14:textId="77777777" w:rsidR="001140E9" w:rsidRPr="00F435D8" w:rsidRDefault="001140E9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</w:tc>
        <w:tc>
          <w:tcPr>
            <w:tcW w:w="6372" w:type="dxa"/>
            <w:shd w:val="clear" w:color="auto" w:fill="FFE781"/>
            <w:vAlign w:val="center"/>
          </w:tcPr>
          <w:p w14:paraId="30F29914" w14:textId="2C15BBDC" w:rsidR="001140E9" w:rsidRPr="00F435D8" w:rsidRDefault="001140E9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a) </w:t>
            </w:r>
            <w:r w:rsidR="003063F3">
              <w:rPr>
                <w:rFonts w:ascii="Calibri" w:hAnsi="Calibri" w:cs="Arial"/>
                <w:sz w:val="20"/>
                <w:lang w:val="sk-SK"/>
              </w:rPr>
              <w:t>Hodnotitelia</w:t>
            </w:r>
          </w:p>
          <w:p w14:paraId="65E76B41" w14:textId="77777777" w:rsidR="001140E9" w:rsidRPr="00F435D8" w:rsidRDefault="001140E9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</w:t>
            </w:r>
          </w:p>
          <w:p w14:paraId="7A0A9864" w14:textId="1789B7CA" w:rsidR="001140E9" w:rsidRPr="00F435D8" w:rsidRDefault="001140E9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BE410B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</w:tr>
      <w:tr w:rsidR="001140E9" w:rsidRPr="00F435D8" w14:paraId="007CF1FF" w14:textId="77777777" w:rsidTr="00CC749D">
        <w:tc>
          <w:tcPr>
            <w:tcW w:w="2808" w:type="dxa"/>
            <w:vAlign w:val="center"/>
          </w:tcPr>
          <w:p w14:paraId="28A49280" w14:textId="77777777" w:rsidR="001140E9" w:rsidRPr="00F435D8" w:rsidRDefault="001140E9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11.00 – 11.30</w:t>
            </w:r>
          </w:p>
          <w:p w14:paraId="4C94F797" w14:textId="03594B36" w:rsidR="001140E9" w:rsidRPr="00F435D8" w:rsidRDefault="00D042B8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Analýza v tandemoch</w:t>
            </w:r>
          </w:p>
        </w:tc>
        <w:tc>
          <w:tcPr>
            <w:tcW w:w="6372" w:type="dxa"/>
            <w:vAlign w:val="center"/>
          </w:tcPr>
          <w:p w14:paraId="09EB3373" w14:textId="77777777" w:rsidR="001140E9" w:rsidRPr="00F435D8" w:rsidRDefault="001140E9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  <w:p w14:paraId="1F218338" w14:textId="77777777" w:rsidR="001140E9" w:rsidRPr="00F435D8" w:rsidRDefault="001140E9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1</w:t>
            </w:r>
          </w:p>
          <w:p w14:paraId="63B3B6E9" w14:textId="63DCCD03" w:rsidR="001140E9" w:rsidRPr="00F435D8" w:rsidRDefault="001140E9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BE410B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</w:tr>
      <w:tr w:rsidR="001140E9" w:rsidRPr="00F435D8" w14:paraId="2FE0901E" w14:textId="77777777" w:rsidTr="00CC749D">
        <w:tc>
          <w:tcPr>
            <w:tcW w:w="2808" w:type="dxa"/>
            <w:shd w:val="clear" w:color="auto" w:fill="FFCC00"/>
            <w:vAlign w:val="center"/>
          </w:tcPr>
          <w:p w14:paraId="545C85F3" w14:textId="77777777" w:rsidR="001140E9" w:rsidRPr="00F435D8" w:rsidRDefault="001140E9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11.30 – 12.30</w:t>
            </w:r>
          </w:p>
          <w:p w14:paraId="7C8B8B99" w14:textId="30EB7267" w:rsidR="001140E9" w:rsidRPr="00F435D8" w:rsidRDefault="001140E9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Interview </w:t>
            </w:r>
            <w:r w:rsidR="00CA00D6">
              <w:rPr>
                <w:rFonts w:ascii="Calibri" w:hAnsi="Calibri" w:cs="Arial"/>
                <w:sz w:val="20"/>
                <w:lang w:val="sk-SK"/>
              </w:rPr>
              <w:t>kolo</w:t>
            </w:r>
            <w:r w:rsidRPr="00F435D8">
              <w:rPr>
                <w:rFonts w:ascii="Calibri" w:hAnsi="Calibri" w:cs="Arial"/>
                <w:sz w:val="20"/>
                <w:lang w:val="sk-SK"/>
              </w:rPr>
              <w:t xml:space="preserve"> 6</w:t>
            </w:r>
          </w:p>
          <w:p w14:paraId="10776D76" w14:textId="77777777" w:rsidR="001140E9" w:rsidRPr="00F435D8" w:rsidRDefault="001140E9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</w:tc>
        <w:tc>
          <w:tcPr>
            <w:tcW w:w="6372" w:type="dxa"/>
            <w:shd w:val="clear" w:color="auto" w:fill="FFE781"/>
            <w:vAlign w:val="center"/>
          </w:tcPr>
          <w:p w14:paraId="50AF0B87" w14:textId="77777777" w:rsidR="001140E9" w:rsidRPr="00F435D8" w:rsidRDefault="001140E9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a) Management</w:t>
            </w:r>
          </w:p>
          <w:p w14:paraId="665A14B4" w14:textId="77777777" w:rsidR="001140E9" w:rsidRPr="00F435D8" w:rsidRDefault="001140E9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</w:t>
            </w:r>
          </w:p>
          <w:p w14:paraId="28D9355A" w14:textId="08A85E35" w:rsidR="001140E9" w:rsidRPr="00F435D8" w:rsidRDefault="001140E9" w:rsidP="00ED3057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BE410B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</w:tr>
      <w:tr w:rsidR="006720EC" w:rsidRPr="00F435D8" w14:paraId="6822FB19" w14:textId="77777777" w:rsidTr="00CC749D">
        <w:tc>
          <w:tcPr>
            <w:tcW w:w="2808" w:type="dxa"/>
            <w:vAlign w:val="center"/>
          </w:tcPr>
          <w:p w14:paraId="5505A13E" w14:textId="77777777" w:rsidR="006720EC" w:rsidRPr="00F435D8" w:rsidRDefault="006720EC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12.30 – 13.30</w:t>
            </w:r>
          </w:p>
          <w:p w14:paraId="5407B944" w14:textId="77777777" w:rsidR="006720EC" w:rsidRPr="00F435D8" w:rsidRDefault="006720EC" w:rsidP="00F42B83">
            <w:pPr>
              <w:jc w:val="left"/>
              <w:rPr>
                <w:rFonts w:ascii="Calibri" w:hAnsi="Calibri" w:cs="Arial"/>
                <w:i/>
                <w:sz w:val="20"/>
                <w:lang w:val="sk-SK"/>
              </w:rPr>
            </w:pPr>
            <w:r w:rsidRPr="00F435D8">
              <w:rPr>
                <w:rFonts w:ascii="Calibri" w:hAnsi="Calibri" w:cs="Arial"/>
                <w:i/>
                <w:sz w:val="20"/>
                <w:lang w:val="sk-SK"/>
              </w:rPr>
              <w:t>Lunch</w:t>
            </w:r>
          </w:p>
        </w:tc>
        <w:tc>
          <w:tcPr>
            <w:tcW w:w="6372" w:type="dxa"/>
            <w:vAlign w:val="center"/>
          </w:tcPr>
          <w:p w14:paraId="475B3534" w14:textId="77777777" w:rsidR="006720EC" w:rsidRPr="00F435D8" w:rsidRDefault="006720EC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  <w:p w14:paraId="1114DB05" w14:textId="77777777" w:rsidR="006720EC" w:rsidRPr="00F435D8" w:rsidRDefault="006720EC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c) Restaurant</w:t>
            </w:r>
          </w:p>
        </w:tc>
      </w:tr>
      <w:tr w:rsidR="006720EC" w:rsidRPr="00F435D8" w14:paraId="164A22BF" w14:textId="77777777" w:rsidTr="00CC749D">
        <w:tc>
          <w:tcPr>
            <w:tcW w:w="2808" w:type="dxa"/>
            <w:vAlign w:val="center"/>
          </w:tcPr>
          <w:p w14:paraId="2107D556" w14:textId="77777777" w:rsidR="006720EC" w:rsidRPr="00F435D8" w:rsidRDefault="006720EC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13.30 – 14.30</w:t>
            </w:r>
          </w:p>
          <w:p w14:paraId="44900342" w14:textId="2FCA21F5" w:rsidR="006720EC" w:rsidRPr="00F435D8" w:rsidRDefault="00CA00D6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Interná analýza</w:t>
            </w:r>
            <w:r w:rsidR="006720EC" w:rsidRPr="00F435D8">
              <w:rPr>
                <w:rFonts w:ascii="Calibri" w:hAnsi="Calibri" w:cs="Arial"/>
                <w:sz w:val="20"/>
                <w:lang w:val="sk-SK"/>
              </w:rPr>
              <w:t xml:space="preserve"> &amp; </w:t>
            </w:r>
            <w:r w:rsidR="003D638E" w:rsidRPr="00F435D8">
              <w:rPr>
                <w:rFonts w:ascii="Calibri" w:hAnsi="Calibri" w:cs="Arial"/>
                <w:sz w:val="20"/>
                <w:lang w:val="sk-SK"/>
              </w:rPr>
              <w:t>p</w:t>
            </w:r>
            <w:r>
              <w:rPr>
                <w:rFonts w:ascii="Calibri" w:hAnsi="Calibri" w:cs="Arial"/>
                <w:sz w:val="20"/>
                <w:lang w:val="sk-SK"/>
              </w:rPr>
              <w:t>ríprava na finálne stretnutie</w:t>
            </w:r>
          </w:p>
        </w:tc>
        <w:tc>
          <w:tcPr>
            <w:tcW w:w="6372" w:type="dxa"/>
            <w:vAlign w:val="center"/>
          </w:tcPr>
          <w:p w14:paraId="63D9CB99" w14:textId="77777777" w:rsidR="006720EC" w:rsidRPr="00F435D8" w:rsidRDefault="006720EC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  <w:p w14:paraId="35649781" w14:textId="77777777" w:rsidR="006720EC" w:rsidRPr="00F435D8" w:rsidRDefault="006720EC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b) </w:t>
            </w:r>
          </w:p>
          <w:p w14:paraId="6F15116B" w14:textId="7F064126" w:rsidR="006720EC" w:rsidRPr="00F435D8" w:rsidRDefault="006720EC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BE410B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</w:tr>
      <w:tr w:rsidR="006720EC" w:rsidRPr="00F435D8" w14:paraId="1E5D5B29" w14:textId="77777777" w:rsidTr="00CC749D">
        <w:tc>
          <w:tcPr>
            <w:tcW w:w="2808" w:type="dxa"/>
            <w:vAlign w:val="center"/>
          </w:tcPr>
          <w:p w14:paraId="3523AA04" w14:textId="77777777" w:rsidR="006720EC" w:rsidRPr="00F435D8" w:rsidRDefault="006720EC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14.30 – 15.00</w:t>
            </w:r>
          </w:p>
          <w:p w14:paraId="343E30DF" w14:textId="77777777" w:rsidR="006720EC" w:rsidRPr="00F435D8" w:rsidRDefault="006720EC" w:rsidP="00F42B83">
            <w:pPr>
              <w:jc w:val="left"/>
              <w:rPr>
                <w:rFonts w:ascii="Calibri" w:hAnsi="Calibri" w:cs="Arial"/>
                <w:i/>
                <w:sz w:val="20"/>
                <w:lang w:val="sk-SK"/>
              </w:rPr>
            </w:pPr>
            <w:r w:rsidRPr="00F435D8">
              <w:rPr>
                <w:rFonts w:ascii="Calibri" w:hAnsi="Calibri" w:cs="Arial"/>
                <w:i/>
                <w:sz w:val="20"/>
                <w:lang w:val="sk-SK"/>
              </w:rPr>
              <w:t>Coffee Break</w:t>
            </w:r>
          </w:p>
        </w:tc>
        <w:tc>
          <w:tcPr>
            <w:tcW w:w="6372" w:type="dxa"/>
            <w:vAlign w:val="center"/>
          </w:tcPr>
          <w:p w14:paraId="50E5B78C" w14:textId="77777777" w:rsidR="006720EC" w:rsidRPr="00F435D8" w:rsidRDefault="006720EC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  <w:p w14:paraId="17BF5C37" w14:textId="77777777" w:rsidR="006720EC" w:rsidRPr="00F435D8" w:rsidRDefault="006720EC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b) </w:t>
            </w:r>
          </w:p>
          <w:p w14:paraId="2341621B" w14:textId="6454EEC1" w:rsidR="006720EC" w:rsidRPr="00F435D8" w:rsidRDefault="006720EC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BE410B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</w:tr>
      <w:tr w:rsidR="006720EC" w:rsidRPr="00F435D8" w14:paraId="160874A5" w14:textId="77777777" w:rsidTr="00CC749D">
        <w:tc>
          <w:tcPr>
            <w:tcW w:w="2808" w:type="dxa"/>
            <w:shd w:val="clear" w:color="auto" w:fill="99CC00"/>
            <w:vAlign w:val="center"/>
          </w:tcPr>
          <w:p w14:paraId="7E7EF3F4" w14:textId="77777777" w:rsidR="006720EC" w:rsidRPr="00F435D8" w:rsidRDefault="006720EC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15.00 – 16.30</w:t>
            </w:r>
          </w:p>
          <w:p w14:paraId="6761E374" w14:textId="2B73F4FA" w:rsidR="006720EC" w:rsidRPr="00F435D8" w:rsidRDefault="003063F3" w:rsidP="003063F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Finálne stretnutie</w:t>
            </w:r>
          </w:p>
        </w:tc>
        <w:tc>
          <w:tcPr>
            <w:tcW w:w="6372" w:type="dxa"/>
            <w:shd w:val="clear" w:color="auto" w:fill="EAFFAF"/>
            <w:vAlign w:val="center"/>
          </w:tcPr>
          <w:p w14:paraId="390510C4" w14:textId="75C9DED5" w:rsidR="00006459" w:rsidRPr="00F435D8" w:rsidRDefault="00006459" w:rsidP="00006459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a) VNFIL p</w:t>
            </w:r>
            <w:r w:rsidR="00ED5171">
              <w:rPr>
                <w:rFonts w:ascii="Calibri" w:hAnsi="Calibri" w:cs="Arial"/>
                <w:sz w:val="20"/>
                <w:lang w:val="sk-SK"/>
              </w:rPr>
              <w:t>oskytovateľ</w:t>
            </w:r>
          </w:p>
          <w:p w14:paraId="12610B5E" w14:textId="77777777" w:rsidR="00006459" w:rsidRPr="00F435D8" w:rsidRDefault="00006459" w:rsidP="00006459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1&amp;2</w:t>
            </w:r>
          </w:p>
          <w:p w14:paraId="2E809608" w14:textId="56112B3B" w:rsidR="006720EC" w:rsidRPr="00F435D8" w:rsidRDefault="006720EC" w:rsidP="00ED5171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ED5171">
              <w:rPr>
                <w:rFonts w:ascii="Calibri" w:hAnsi="Calibri" w:cs="Arial"/>
                <w:sz w:val="20"/>
                <w:lang w:val="sk-SK"/>
              </w:rPr>
              <w:t>Hlavná hala</w:t>
            </w:r>
          </w:p>
        </w:tc>
      </w:tr>
      <w:tr w:rsidR="006720EC" w:rsidRPr="00F435D8" w14:paraId="37B55755" w14:textId="77777777" w:rsidTr="00CC749D">
        <w:tc>
          <w:tcPr>
            <w:tcW w:w="2808" w:type="dxa"/>
            <w:vAlign w:val="center"/>
          </w:tcPr>
          <w:p w14:paraId="5D6F9935" w14:textId="77777777" w:rsidR="006720EC" w:rsidRPr="00F435D8" w:rsidRDefault="006720EC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16.30 – 17.30</w:t>
            </w:r>
          </w:p>
          <w:p w14:paraId="1D557A18" w14:textId="4E0CBA0F" w:rsidR="006720EC" w:rsidRPr="00F435D8" w:rsidRDefault="003063F3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>
              <w:rPr>
                <w:rFonts w:ascii="Calibri" w:hAnsi="Calibri" w:cs="Arial"/>
                <w:sz w:val="20"/>
                <w:lang w:val="sk-SK"/>
              </w:rPr>
              <w:t>(Meta)hodnotenie</w:t>
            </w:r>
          </w:p>
        </w:tc>
        <w:tc>
          <w:tcPr>
            <w:tcW w:w="6372" w:type="dxa"/>
            <w:vAlign w:val="center"/>
          </w:tcPr>
          <w:p w14:paraId="7339BD83" w14:textId="77777777" w:rsidR="006720EC" w:rsidRPr="00F435D8" w:rsidRDefault="006720EC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</w:p>
          <w:p w14:paraId="09283FC8" w14:textId="77777777" w:rsidR="006720EC" w:rsidRPr="00F435D8" w:rsidRDefault="006720EC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>b) 1&amp;2</w:t>
            </w:r>
          </w:p>
          <w:p w14:paraId="6823926D" w14:textId="071762E7" w:rsidR="006720EC" w:rsidRPr="00F435D8" w:rsidRDefault="006720EC" w:rsidP="00F42B83">
            <w:pPr>
              <w:jc w:val="left"/>
              <w:rPr>
                <w:rFonts w:ascii="Calibri" w:hAnsi="Calibri" w:cs="Arial"/>
                <w:sz w:val="20"/>
                <w:lang w:val="sk-SK"/>
              </w:rPr>
            </w:pPr>
            <w:r w:rsidRPr="00F435D8">
              <w:rPr>
                <w:rFonts w:ascii="Calibri" w:hAnsi="Calibri" w:cs="Arial"/>
                <w:sz w:val="20"/>
                <w:lang w:val="sk-SK"/>
              </w:rPr>
              <w:t xml:space="preserve">c) </w:t>
            </w:r>
            <w:r w:rsidR="00BE410B" w:rsidRPr="00F435D8">
              <w:rPr>
                <w:rFonts w:ascii="Calibri" w:hAnsi="Calibri" w:cs="Arial"/>
                <w:sz w:val="20"/>
                <w:lang w:val="sk-SK"/>
              </w:rPr>
              <w:t>Miestnosť (uveďte kde)</w:t>
            </w:r>
          </w:p>
        </w:tc>
      </w:tr>
    </w:tbl>
    <w:p w14:paraId="42E43BC2" w14:textId="77777777" w:rsidR="00974DDD" w:rsidRPr="00F435D8" w:rsidRDefault="00974DDD" w:rsidP="00F42B83">
      <w:pPr>
        <w:jc w:val="left"/>
        <w:rPr>
          <w:rFonts w:ascii="Calibri" w:hAnsi="Calibri" w:cs="Arial"/>
          <w:sz w:val="20"/>
          <w:lang w:val="sk-SK"/>
        </w:rPr>
      </w:pPr>
    </w:p>
    <w:p w14:paraId="5A21E8A2" w14:textId="1600B756" w:rsidR="00974DDD" w:rsidRPr="00F435D8" w:rsidRDefault="00974DDD" w:rsidP="00B520EB">
      <w:pPr>
        <w:rPr>
          <w:rFonts w:ascii="Calibri" w:hAnsi="Calibri" w:cs="Arial"/>
          <w:sz w:val="20"/>
          <w:lang w:val="sk-SK"/>
        </w:rPr>
      </w:pPr>
    </w:p>
    <w:sectPr w:rsidR="00974DDD" w:rsidRPr="00F435D8" w:rsidSect="0055077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134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B0CF71" w14:textId="77777777" w:rsidR="00EE491B" w:rsidRDefault="00EE491B">
      <w:r>
        <w:separator/>
      </w:r>
    </w:p>
  </w:endnote>
  <w:endnote w:type="continuationSeparator" w:id="0">
    <w:p w14:paraId="5F51454F" w14:textId="77777777" w:rsidR="00EE491B" w:rsidRDefault="00EE4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OfficinaSans-BookItalic">
    <w:altName w:val="Courier New"/>
    <w:charset w:val="00"/>
    <w:family w:val="auto"/>
    <w:pitch w:val="variable"/>
    <w:sig w:usb0="03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6ADD39" w14:textId="77777777" w:rsidR="008B5FA9" w:rsidRDefault="008B5FA9" w:rsidP="00E5078E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0BB5A888" w14:textId="77777777" w:rsidR="008B5FA9" w:rsidRDefault="008B5FA9" w:rsidP="00E5078E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A07520" w14:textId="4386F00B" w:rsidR="008B5FA9" w:rsidRPr="00477D1E" w:rsidRDefault="008B5FA9" w:rsidP="00AD5365">
    <w:pPr>
      <w:pStyle w:val="Voettekst"/>
      <w:rPr>
        <w:rFonts w:ascii="Calibri" w:hAnsi="Calibri"/>
      </w:rPr>
    </w:pPr>
    <w:r w:rsidRPr="00477D1E">
      <w:rPr>
        <w:rFonts w:ascii="Calibri" w:hAnsi="Calibri"/>
        <w:kern w:val="28"/>
        <w:sz w:val="20"/>
      </w:rPr>
      <w:t>Peer Review VNFIL Toolbox</w:t>
    </w:r>
    <w:r w:rsidRPr="00477D1E">
      <w:rPr>
        <w:rFonts w:ascii="Calibri" w:hAnsi="Calibri"/>
        <w:kern w:val="28"/>
        <w:szCs w:val="32"/>
      </w:rPr>
      <w:tab/>
    </w:r>
    <w:r w:rsidRPr="00477D1E">
      <w:rPr>
        <w:rFonts w:ascii="Calibri" w:hAnsi="Calibri"/>
        <w:kern w:val="28"/>
        <w:szCs w:val="32"/>
      </w:rPr>
      <w:tab/>
    </w:r>
    <w:r w:rsidRPr="00477D1E">
      <w:rPr>
        <w:rFonts w:ascii="Calibri" w:hAnsi="Calibri"/>
        <w:lang w:val="en-GB"/>
      </w:rPr>
      <w:fldChar w:fldCharType="begin"/>
    </w:r>
    <w:r w:rsidRPr="00477D1E">
      <w:rPr>
        <w:rFonts w:ascii="Calibri" w:hAnsi="Calibri"/>
        <w:lang w:val="en-GB"/>
      </w:rPr>
      <w:instrText xml:space="preserve"> PAGE </w:instrText>
    </w:r>
    <w:r w:rsidRPr="00477D1E">
      <w:rPr>
        <w:rFonts w:ascii="Calibri" w:hAnsi="Calibri"/>
        <w:lang w:val="en-GB"/>
      </w:rPr>
      <w:fldChar w:fldCharType="separate"/>
    </w:r>
    <w:r w:rsidR="009364C1">
      <w:rPr>
        <w:rFonts w:ascii="Calibri" w:hAnsi="Calibri"/>
        <w:noProof/>
        <w:lang w:val="en-GB"/>
      </w:rPr>
      <w:t>4</w:t>
    </w:r>
    <w:r w:rsidRPr="00477D1E">
      <w:rPr>
        <w:rFonts w:ascii="Calibri" w:hAnsi="Calibri"/>
      </w:rPr>
      <w:fldChar w:fldCharType="end"/>
    </w:r>
    <w:r w:rsidRPr="00477D1E">
      <w:rPr>
        <w:rFonts w:ascii="Calibri" w:hAnsi="Calibri"/>
        <w:lang w:val="en-GB"/>
      </w:rPr>
      <w:t>/</w:t>
    </w:r>
    <w:r w:rsidRPr="00477D1E">
      <w:rPr>
        <w:rFonts w:ascii="Calibri" w:hAnsi="Calibri"/>
        <w:lang w:val="en-GB"/>
      </w:rPr>
      <w:fldChar w:fldCharType="begin"/>
    </w:r>
    <w:r w:rsidRPr="00477D1E">
      <w:rPr>
        <w:rFonts w:ascii="Calibri" w:hAnsi="Calibri"/>
        <w:lang w:val="en-GB"/>
      </w:rPr>
      <w:instrText xml:space="preserve"> NUMPAGES </w:instrText>
    </w:r>
    <w:r w:rsidRPr="00477D1E">
      <w:rPr>
        <w:rFonts w:ascii="Calibri" w:hAnsi="Calibri"/>
        <w:lang w:val="en-GB"/>
      </w:rPr>
      <w:fldChar w:fldCharType="separate"/>
    </w:r>
    <w:r w:rsidR="009364C1">
      <w:rPr>
        <w:rFonts w:ascii="Calibri" w:hAnsi="Calibri"/>
        <w:noProof/>
        <w:lang w:val="en-GB"/>
      </w:rPr>
      <w:t>4</w:t>
    </w:r>
    <w:r w:rsidRPr="00477D1E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E07091" w14:textId="1C14BC95" w:rsidR="008B5FA9" w:rsidRPr="00477D1E" w:rsidRDefault="008B5FA9" w:rsidP="00AD5365">
    <w:pPr>
      <w:pStyle w:val="Voettekst"/>
      <w:rPr>
        <w:rFonts w:ascii="Calibri" w:hAnsi="Calibri"/>
      </w:rPr>
    </w:pPr>
    <w:r w:rsidRPr="00CA2F87">
      <w:rPr>
        <w:rFonts w:ascii="Calibri" w:hAnsi="Calibri"/>
        <w:kern w:val="28"/>
        <w:sz w:val="20"/>
      </w:rPr>
      <w:t>Peer Review VNFIL Toolbox</w:t>
    </w:r>
    <w:r w:rsidRPr="00477D1E">
      <w:rPr>
        <w:rFonts w:ascii="Calibri" w:hAnsi="Calibri"/>
      </w:rPr>
      <w:tab/>
    </w:r>
    <w:r w:rsidRPr="00477D1E">
      <w:rPr>
        <w:rFonts w:ascii="Calibri" w:hAnsi="Calibri"/>
      </w:rPr>
      <w:tab/>
    </w:r>
    <w:r w:rsidRPr="00477D1E">
      <w:rPr>
        <w:rFonts w:ascii="Calibri" w:hAnsi="Calibri"/>
        <w:lang w:val="en-GB"/>
      </w:rPr>
      <w:fldChar w:fldCharType="begin"/>
    </w:r>
    <w:r w:rsidRPr="00477D1E">
      <w:rPr>
        <w:rFonts w:ascii="Calibri" w:hAnsi="Calibri"/>
        <w:lang w:val="en-GB"/>
      </w:rPr>
      <w:instrText xml:space="preserve"> PAGE </w:instrText>
    </w:r>
    <w:r w:rsidRPr="00477D1E">
      <w:rPr>
        <w:rFonts w:ascii="Calibri" w:hAnsi="Calibri"/>
        <w:lang w:val="en-GB"/>
      </w:rPr>
      <w:fldChar w:fldCharType="separate"/>
    </w:r>
    <w:r w:rsidR="009364C1">
      <w:rPr>
        <w:rFonts w:ascii="Calibri" w:hAnsi="Calibri"/>
        <w:noProof/>
        <w:lang w:val="en-GB"/>
      </w:rPr>
      <w:t>1</w:t>
    </w:r>
    <w:r w:rsidRPr="00477D1E">
      <w:rPr>
        <w:rFonts w:ascii="Calibri" w:hAnsi="Calibri"/>
      </w:rPr>
      <w:fldChar w:fldCharType="end"/>
    </w:r>
    <w:r w:rsidRPr="00477D1E">
      <w:rPr>
        <w:rFonts w:ascii="Calibri" w:hAnsi="Calibri"/>
        <w:lang w:val="en-GB"/>
      </w:rPr>
      <w:t>/</w:t>
    </w:r>
    <w:r w:rsidRPr="00477D1E">
      <w:rPr>
        <w:rFonts w:ascii="Calibri" w:hAnsi="Calibri"/>
        <w:lang w:val="en-GB"/>
      </w:rPr>
      <w:fldChar w:fldCharType="begin"/>
    </w:r>
    <w:r w:rsidRPr="00477D1E">
      <w:rPr>
        <w:rFonts w:ascii="Calibri" w:hAnsi="Calibri"/>
        <w:lang w:val="en-GB"/>
      </w:rPr>
      <w:instrText xml:space="preserve"> NUMPAGES </w:instrText>
    </w:r>
    <w:r w:rsidRPr="00477D1E">
      <w:rPr>
        <w:rFonts w:ascii="Calibri" w:hAnsi="Calibri"/>
        <w:lang w:val="en-GB"/>
      </w:rPr>
      <w:fldChar w:fldCharType="separate"/>
    </w:r>
    <w:r w:rsidR="009364C1">
      <w:rPr>
        <w:rFonts w:ascii="Calibri" w:hAnsi="Calibri"/>
        <w:noProof/>
        <w:lang w:val="en-GB"/>
      </w:rPr>
      <w:t>1</w:t>
    </w:r>
    <w:r w:rsidRPr="00477D1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260FD2" w14:textId="77777777" w:rsidR="00EE491B" w:rsidRDefault="00EE491B">
      <w:r>
        <w:separator/>
      </w:r>
    </w:p>
  </w:footnote>
  <w:footnote w:type="continuationSeparator" w:id="0">
    <w:p w14:paraId="46A5C7AC" w14:textId="77777777" w:rsidR="00EE491B" w:rsidRDefault="00EE491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60A6B6" w14:textId="77777777" w:rsidR="008B5FA9" w:rsidRPr="00477D1E" w:rsidRDefault="008B5FA9" w:rsidP="00E208C7">
    <w:pPr>
      <w:pStyle w:val="Koptekst"/>
      <w:pBdr>
        <w:bottom w:val="single" w:sz="4" w:space="1" w:color="auto"/>
      </w:pBdr>
      <w:tabs>
        <w:tab w:val="clear" w:pos="4536"/>
      </w:tabs>
      <w:jc w:val="left"/>
      <w:rPr>
        <w:rFonts w:ascii="Calibri" w:hAnsi="Calibri" w:cs="Arial"/>
        <w:sz w:val="20"/>
      </w:rPr>
    </w:pPr>
    <w:r w:rsidRPr="00477D1E">
      <w:rPr>
        <w:rFonts w:ascii="Calibri" w:hAnsi="Calibri" w:cs="Arial"/>
        <w:sz w:val="20"/>
      </w:rPr>
      <w:t>Model Peer Visit Agenda</w:t>
    </w:r>
    <w:r w:rsidRPr="00477D1E">
      <w:rPr>
        <w:rFonts w:ascii="Calibri" w:hAnsi="Calibri" w:cs="Arial"/>
        <w:sz w:val="20"/>
      </w:rPr>
      <w:tab/>
    </w:r>
    <w:r w:rsidRPr="00477D1E">
      <w:rPr>
        <w:rFonts w:ascii="Calibri" w:hAnsi="Calibri" w:cs="Arial"/>
        <w:noProof/>
        <w:sz w:val="20"/>
        <w:lang w:val="en-US" w:eastAsia="nl-NL"/>
      </w:rPr>
      <w:drawing>
        <wp:inline distT="0" distB="0" distL="0" distR="0" wp14:anchorId="2C5F8E21" wp14:editId="1940B009">
          <wp:extent cx="1143635" cy="404425"/>
          <wp:effectExtent l="0" t="0" r="0" b="2540"/>
          <wp:docPr id="3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573" cy="4047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1F446" w14:textId="77777777" w:rsidR="008B5FA9" w:rsidRDefault="008B5FA9" w:rsidP="00AA55F9">
    <w:pPr>
      <w:jc w:val="right"/>
    </w:pPr>
    <w:r>
      <w:rPr>
        <w:noProof/>
        <w:lang w:val="en-US" w:eastAsia="nl-NL"/>
      </w:rPr>
      <w:drawing>
        <wp:inline distT="0" distB="0" distL="0" distR="0" wp14:anchorId="68B61E4A" wp14:editId="47A3D8E2">
          <wp:extent cx="1982406" cy="701040"/>
          <wp:effectExtent l="0" t="0" r="0" b="1016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3056" cy="701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848AD98"/>
    <w:lvl w:ilvl="0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Courier New" w:hAnsi="Courier New" w:hint="default"/>
      </w:rPr>
    </w:lvl>
  </w:abstractNum>
  <w:abstractNum w:abstractNumId="1">
    <w:nsid w:val="FFFFFF89"/>
    <w:multiLevelType w:val="singleLevel"/>
    <w:tmpl w:val="71B0F0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1F03DDC"/>
    <w:multiLevelType w:val="multilevel"/>
    <w:tmpl w:val="C3E24F92"/>
    <w:lvl w:ilvl="0">
      <w:start w:val="1"/>
      <w:numFmt w:val="upperRoman"/>
      <w:pStyle w:val="Kop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 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57826A69"/>
    <w:multiLevelType w:val="multilevel"/>
    <w:tmpl w:val="15B63B26"/>
    <w:lvl w:ilvl="0">
      <w:start w:val="1"/>
      <w:numFmt w:val="upperRoman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 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6FD76915"/>
    <w:multiLevelType w:val="hybridMultilevel"/>
    <w:tmpl w:val="28FA5D88"/>
    <w:lvl w:ilvl="0" w:tplc="8B34ED2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0EC"/>
    <w:rsid w:val="0000096D"/>
    <w:rsid w:val="00004A13"/>
    <w:rsid w:val="00006459"/>
    <w:rsid w:val="00014202"/>
    <w:rsid w:val="000230AD"/>
    <w:rsid w:val="0003254F"/>
    <w:rsid w:val="000328C9"/>
    <w:rsid w:val="00033B28"/>
    <w:rsid w:val="000358AC"/>
    <w:rsid w:val="000366CD"/>
    <w:rsid w:val="000444B6"/>
    <w:rsid w:val="00046C46"/>
    <w:rsid w:val="00053897"/>
    <w:rsid w:val="00055CF1"/>
    <w:rsid w:val="00057D2C"/>
    <w:rsid w:val="00063631"/>
    <w:rsid w:val="00064278"/>
    <w:rsid w:val="00066EF7"/>
    <w:rsid w:val="00075DA7"/>
    <w:rsid w:val="00080ACD"/>
    <w:rsid w:val="00096970"/>
    <w:rsid w:val="000A1AE6"/>
    <w:rsid w:val="000A20EC"/>
    <w:rsid w:val="000A74BC"/>
    <w:rsid w:val="000B7C2E"/>
    <w:rsid w:val="000C518C"/>
    <w:rsid w:val="000D0F84"/>
    <w:rsid w:val="000E36F1"/>
    <w:rsid w:val="00101047"/>
    <w:rsid w:val="0010423C"/>
    <w:rsid w:val="00104FF6"/>
    <w:rsid w:val="001051F8"/>
    <w:rsid w:val="00105A39"/>
    <w:rsid w:val="001140E9"/>
    <w:rsid w:val="00144329"/>
    <w:rsid w:val="001458D0"/>
    <w:rsid w:val="00150F5C"/>
    <w:rsid w:val="00162D15"/>
    <w:rsid w:val="00164A59"/>
    <w:rsid w:val="001913AF"/>
    <w:rsid w:val="00195755"/>
    <w:rsid w:val="001970E7"/>
    <w:rsid w:val="00197D24"/>
    <w:rsid w:val="001A5CEB"/>
    <w:rsid w:val="001B4266"/>
    <w:rsid w:val="001B543B"/>
    <w:rsid w:val="001B5CD9"/>
    <w:rsid w:val="001C0F0A"/>
    <w:rsid w:val="001C27DB"/>
    <w:rsid w:val="001D4381"/>
    <w:rsid w:val="001D51E3"/>
    <w:rsid w:val="001E0371"/>
    <w:rsid w:val="001E0553"/>
    <w:rsid w:val="001F2155"/>
    <w:rsid w:val="001F3E68"/>
    <w:rsid w:val="00202008"/>
    <w:rsid w:val="00202D9F"/>
    <w:rsid w:val="0020322E"/>
    <w:rsid w:val="00203941"/>
    <w:rsid w:val="00210235"/>
    <w:rsid w:val="00222EC2"/>
    <w:rsid w:val="00227F80"/>
    <w:rsid w:val="002517DA"/>
    <w:rsid w:val="00253B3C"/>
    <w:rsid w:val="0026652C"/>
    <w:rsid w:val="00276223"/>
    <w:rsid w:val="00277690"/>
    <w:rsid w:val="00280E51"/>
    <w:rsid w:val="002827FA"/>
    <w:rsid w:val="00283F9E"/>
    <w:rsid w:val="002873EE"/>
    <w:rsid w:val="00292649"/>
    <w:rsid w:val="00295452"/>
    <w:rsid w:val="002A5467"/>
    <w:rsid w:val="002C2945"/>
    <w:rsid w:val="002C2FF7"/>
    <w:rsid w:val="002C34EA"/>
    <w:rsid w:val="002D2054"/>
    <w:rsid w:val="002D43DD"/>
    <w:rsid w:val="002D613E"/>
    <w:rsid w:val="002D6887"/>
    <w:rsid w:val="002E5DDD"/>
    <w:rsid w:val="002F3189"/>
    <w:rsid w:val="003063F3"/>
    <w:rsid w:val="00307B5C"/>
    <w:rsid w:val="0031743D"/>
    <w:rsid w:val="00317651"/>
    <w:rsid w:val="003258FC"/>
    <w:rsid w:val="00326995"/>
    <w:rsid w:val="00330EEA"/>
    <w:rsid w:val="003360D5"/>
    <w:rsid w:val="0034337F"/>
    <w:rsid w:val="00344776"/>
    <w:rsid w:val="00346BB8"/>
    <w:rsid w:val="00346F61"/>
    <w:rsid w:val="003519BD"/>
    <w:rsid w:val="003529A1"/>
    <w:rsid w:val="00366586"/>
    <w:rsid w:val="0036792B"/>
    <w:rsid w:val="00375BC7"/>
    <w:rsid w:val="00394DDD"/>
    <w:rsid w:val="00396ED8"/>
    <w:rsid w:val="003A4D77"/>
    <w:rsid w:val="003B2F2F"/>
    <w:rsid w:val="003B38A3"/>
    <w:rsid w:val="003C022B"/>
    <w:rsid w:val="003C0DDA"/>
    <w:rsid w:val="003C3D7A"/>
    <w:rsid w:val="003C7FD4"/>
    <w:rsid w:val="003D03F7"/>
    <w:rsid w:val="003D638E"/>
    <w:rsid w:val="003E0C7A"/>
    <w:rsid w:val="003E2F65"/>
    <w:rsid w:val="003E42BC"/>
    <w:rsid w:val="0040093E"/>
    <w:rsid w:val="004021CA"/>
    <w:rsid w:val="004045E0"/>
    <w:rsid w:val="00412147"/>
    <w:rsid w:val="00416448"/>
    <w:rsid w:val="00417F4D"/>
    <w:rsid w:val="00431FCC"/>
    <w:rsid w:val="0043563B"/>
    <w:rsid w:val="004418DD"/>
    <w:rsid w:val="00442631"/>
    <w:rsid w:val="00444E7E"/>
    <w:rsid w:val="004468C2"/>
    <w:rsid w:val="004468D8"/>
    <w:rsid w:val="00450EAF"/>
    <w:rsid w:val="0045184B"/>
    <w:rsid w:val="00454A3F"/>
    <w:rsid w:val="00460F37"/>
    <w:rsid w:val="00461273"/>
    <w:rsid w:val="004624C8"/>
    <w:rsid w:val="004642CC"/>
    <w:rsid w:val="004648B3"/>
    <w:rsid w:val="004766C8"/>
    <w:rsid w:val="00477D1E"/>
    <w:rsid w:val="00486E82"/>
    <w:rsid w:val="004914B3"/>
    <w:rsid w:val="0049542A"/>
    <w:rsid w:val="004A689C"/>
    <w:rsid w:val="004B0CFF"/>
    <w:rsid w:val="004B6295"/>
    <w:rsid w:val="004B6BDF"/>
    <w:rsid w:val="004B6E56"/>
    <w:rsid w:val="004C4F87"/>
    <w:rsid w:val="004C7763"/>
    <w:rsid w:val="004D439C"/>
    <w:rsid w:val="004D6AD2"/>
    <w:rsid w:val="004E180D"/>
    <w:rsid w:val="004E1FB7"/>
    <w:rsid w:val="004E4F53"/>
    <w:rsid w:val="004F0249"/>
    <w:rsid w:val="004F5DE1"/>
    <w:rsid w:val="004F6E4F"/>
    <w:rsid w:val="005050BD"/>
    <w:rsid w:val="00505523"/>
    <w:rsid w:val="00506B72"/>
    <w:rsid w:val="00513E87"/>
    <w:rsid w:val="00520999"/>
    <w:rsid w:val="00524500"/>
    <w:rsid w:val="00525084"/>
    <w:rsid w:val="00527CED"/>
    <w:rsid w:val="00530098"/>
    <w:rsid w:val="005311B2"/>
    <w:rsid w:val="00535D48"/>
    <w:rsid w:val="0054338C"/>
    <w:rsid w:val="005506C6"/>
    <w:rsid w:val="00550779"/>
    <w:rsid w:val="00556429"/>
    <w:rsid w:val="0055649F"/>
    <w:rsid w:val="00557C53"/>
    <w:rsid w:val="005624A9"/>
    <w:rsid w:val="00566326"/>
    <w:rsid w:val="00581155"/>
    <w:rsid w:val="0059085A"/>
    <w:rsid w:val="005B15B3"/>
    <w:rsid w:val="005B2B70"/>
    <w:rsid w:val="005B6774"/>
    <w:rsid w:val="005B6F44"/>
    <w:rsid w:val="005B7E82"/>
    <w:rsid w:val="005C1D17"/>
    <w:rsid w:val="005D0A4A"/>
    <w:rsid w:val="005D25E9"/>
    <w:rsid w:val="005D39D7"/>
    <w:rsid w:val="005D625F"/>
    <w:rsid w:val="005D7B00"/>
    <w:rsid w:val="005F0C18"/>
    <w:rsid w:val="005F114A"/>
    <w:rsid w:val="005F248B"/>
    <w:rsid w:val="005F4A0B"/>
    <w:rsid w:val="005F4D02"/>
    <w:rsid w:val="005F7EA2"/>
    <w:rsid w:val="00616D6F"/>
    <w:rsid w:val="00632BE4"/>
    <w:rsid w:val="00632DF8"/>
    <w:rsid w:val="00635466"/>
    <w:rsid w:val="00664C55"/>
    <w:rsid w:val="006672E4"/>
    <w:rsid w:val="006719A1"/>
    <w:rsid w:val="006720EC"/>
    <w:rsid w:val="00673C77"/>
    <w:rsid w:val="006809CD"/>
    <w:rsid w:val="00685AF5"/>
    <w:rsid w:val="0068617E"/>
    <w:rsid w:val="00687422"/>
    <w:rsid w:val="00691ED5"/>
    <w:rsid w:val="00696DAD"/>
    <w:rsid w:val="00697180"/>
    <w:rsid w:val="006A4183"/>
    <w:rsid w:val="006B02EB"/>
    <w:rsid w:val="006B0D43"/>
    <w:rsid w:val="006D3E85"/>
    <w:rsid w:val="006D562F"/>
    <w:rsid w:val="006E349E"/>
    <w:rsid w:val="006E4E0E"/>
    <w:rsid w:val="006F0E86"/>
    <w:rsid w:val="006F7A7E"/>
    <w:rsid w:val="00700AFE"/>
    <w:rsid w:val="0070527F"/>
    <w:rsid w:val="007244DB"/>
    <w:rsid w:val="00727767"/>
    <w:rsid w:val="00733DC3"/>
    <w:rsid w:val="007360DD"/>
    <w:rsid w:val="007427A8"/>
    <w:rsid w:val="00745D31"/>
    <w:rsid w:val="0075688E"/>
    <w:rsid w:val="00767249"/>
    <w:rsid w:val="0077691E"/>
    <w:rsid w:val="007828A3"/>
    <w:rsid w:val="007923D2"/>
    <w:rsid w:val="007929E5"/>
    <w:rsid w:val="007A14E3"/>
    <w:rsid w:val="007A51EC"/>
    <w:rsid w:val="007B1F49"/>
    <w:rsid w:val="007B3BF1"/>
    <w:rsid w:val="007B6F6E"/>
    <w:rsid w:val="007C6EFA"/>
    <w:rsid w:val="007C7051"/>
    <w:rsid w:val="007D3E57"/>
    <w:rsid w:val="007D53CC"/>
    <w:rsid w:val="007D733E"/>
    <w:rsid w:val="007E5E8D"/>
    <w:rsid w:val="007E746D"/>
    <w:rsid w:val="007F221B"/>
    <w:rsid w:val="00806B05"/>
    <w:rsid w:val="00811167"/>
    <w:rsid w:val="008238F3"/>
    <w:rsid w:val="00827E01"/>
    <w:rsid w:val="00833B3A"/>
    <w:rsid w:val="00836A07"/>
    <w:rsid w:val="0084200F"/>
    <w:rsid w:val="0085163A"/>
    <w:rsid w:val="008531B9"/>
    <w:rsid w:val="00854061"/>
    <w:rsid w:val="008546E3"/>
    <w:rsid w:val="00863EEB"/>
    <w:rsid w:val="00866DAD"/>
    <w:rsid w:val="00870358"/>
    <w:rsid w:val="00870687"/>
    <w:rsid w:val="00870CC2"/>
    <w:rsid w:val="008747D5"/>
    <w:rsid w:val="00880A39"/>
    <w:rsid w:val="008B5FA9"/>
    <w:rsid w:val="008D775E"/>
    <w:rsid w:val="00902826"/>
    <w:rsid w:val="00907A86"/>
    <w:rsid w:val="0091614C"/>
    <w:rsid w:val="0091650C"/>
    <w:rsid w:val="009242F6"/>
    <w:rsid w:val="009247F7"/>
    <w:rsid w:val="009309C8"/>
    <w:rsid w:val="009364C1"/>
    <w:rsid w:val="00936F6E"/>
    <w:rsid w:val="00942600"/>
    <w:rsid w:val="009431BE"/>
    <w:rsid w:val="009466CF"/>
    <w:rsid w:val="0095277A"/>
    <w:rsid w:val="00955CC7"/>
    <w:rsid w:val="00957A5F"/>
    <w:rsid w:val="00967F53"/>
    <w:rsid w:val="0097028F"/>
    <w:rsid w:val="00972FB2"/>
    <w:rsid w:val="009734AA"/>
    <w:rsid w:val="00974DDD"/>
    <w:rsid w:val="00991D34"/>
    <w:rsid w:val="009A6853"/>
    <w:rsid w:val="009B1B9C"/>
    <w:rsid w:val="009B2D14"/>
    <w:rsid w:val="009B3BAE"/>
    <w:rsid w:val="009B72B5"/>
    <w:rsid w:val="009C0783"/>
    <w:rsid w:val="009D41EA"/>
    <w:rsid w:val="009E1738"/>
    <w:rsid w:val="009E2E8C"/>
    <w:rsid w:val="009E44A8"/>
    <w:rsid w:val="009E47E3"/>
    <w:rsid w:val="00A118C8"/>
    <w:rsid w:val="00A1443D"/>
    <w:rsid w:val="00A27418"/>
    <w:rsid w:val="00A3098B"/>
    <w:rsid w:val="00A313C3"/>
    <w:rsid w:val="00A31AB0"/>
    <w:rsid w:val="00A35F9A"/>
    <w:rsid w:val="00A410D2"/>
    <w:rsid w:val="00A5264D"/>
    <w:rsid w:val="00A53239"/>
    <w:rsid w:val="00A54375"/>
    <w:rsid w:val="00A65651"/>
    <w:rsid w:val="00A701F8"/>
    <w:rsid w:val="00A75A6F"/>
    <w:rsid w:val="00A81315"/>
    <w:rsid w:val="00A85DC4"/>
    <w:rsid w:val="00A86C18"/>
    <w:rsid w:val="00A86E04"/>
    <w:rsid w:val="00A915E3"/>
    <w:rsid w:val="00A937EF"/>
    <w:rsid w:val="00AA55F9"/>
    <w:rsid w:val="00AB2965"/>
    <w:rsid w:val="00AC6A39"/>
    <w:rsid w:val="00AD25B3"/>
    <w:rsid w:val="00AD3B60"/>
    <w:rsid w:val="00AD5365"/>
    <w:rsid w:val="00AD635D"/>
    <w:rsid w:val="00AF221B"/>
    <w:rsid w:val="00B144A0"/>
    <w:rsid w:val="00B2450C"/>
    <w:rsid w:val="00B31789"/>
    <w:rsid w:val="00B327B6"/>
    <w:rsid w:val="00B40BE5"/>
    <w:rsid w:val="00B46EEB"/>
    <w:rsid w:val="00B520EB"/>
    <w:rsid w:val="00B54932"/>
    <w:rsid w:val="00B6079A"/>
    <w:rsid w:val="00B60E4B"/>
    <w:rsid w:val="00B62CAE"/>
    <w:rsid w:val="00B64594"/>
    <w:rsid w:val="00B67D97"/>
    <w:rsid w:val="00B82EFC"/>
    <w:rsid w:val="00B830B8"/>
    <w:rsid w:val="00B868BE"/>
    <w:rsid w:val="00BC53C0"/>
    <w:rsid w:val="00BC65BF"/>
    <w:rsid w:val="00BD03D0"/>
    <w:rsid w:val="00BD5ABE"/>
    <w:rsid w:val="00BD7B79"/>
    <w:rsid w:val="00BE410B"/>
    <w:rsid w:val="00BF0E60"/>
    <w:rsid w:val="00BF3ED8"/>
    <w:rsid w:val="00C01316"/>
    <w:rsid w:val="00C06213"/>
    <w:rsid w:val="00C26EA5"/>
    <w:rsid w:val="00C3205C"/>
    <w:rsid w:val="00C36CF1"/>
    <w:rsid w:val="00C551F2"/>
    <w:rsid w:val="00C561A4"/>
    <w:rsid w:val="00C60E01"/>
    <w:rsid w:val="00C610F5"/>
    <w:rsid w:val="00C636E1"/>
    <w:rsid w:val="00C63AC9"/>
    <w:rsid w:val="00C7187A"/>
    <w:rsid w:val="00C736D6"/>
    <w:rsid w:val="00C74B7A"/>
    <w:rsid w:val="00C80BDD"/>
    <w:rsid w:val="00C81120"/>
    <w:rsid w:val="00C97DA4"/>
    <w:rsid w:val="00CA00D6"/>
    <w:rsid w:val="00CA0B14"/>
    <w:rsid w:val="00CA532F"/>
    <w:rsid w:val="00CA5FF5"/>
    <w:rsid w:val="00CB4DD8"/>
    <w:rsid w:val="00CC3B01"/>
    <w:rsid w:val="00CC53C2"/>
    <w:rsid w:val="00CC749D"/>
    <w:rsid w:val="00CD41BC"/>
    <w:rsid w:val="00CD5FD2"/>
    <w:rsid w:val="00CE0DD1"/>
    <w:rsid w:val="00CE37E3"/>
    <w:rsid w:val="00CE3C57"/>
    <w:rsid w:val="00CF153B"/>
    <w:rsid w:val="00CF22B8"/>
    <w:rsid w:val="00CF3755"/>
    <w:rsid w:val="00CF4AC2"/>
    <w:rsid w:val="00D042B8"/>
    <w:rsid w:val="00D0638A"/>
    <w:rsid w:val="00D11B82"/>
    <w:rsid w:val="00D14ACA"/>
    <w:rsid w:val="00D14CC7"/>
    <w:rsid w:val="00D150E7"/>
    <w:rsid w:val="00D154EB"/>
    <w:rsid w:val="00D1767D"/>
    <w:rsid w:val="00D424B3"/>
    <w:rsid w:val="00D4561F"/>
    <w:rsid w:val="00D45BB7"/>
    <w:rsid w:val="00D5029B"/>
    <w:rsid w:val="00D52C9A"/>
    <w:rsid w:val="00D530FD"/>
    <w:rsid w:val="00D615A8"/>
    <w:rsid w:val="00D61F80"/>
    <w:rsid w:val="00D72A1C"/>
    <w:rsid w:val="00D8692F"/>
    <w:rsid w:val="00D879B6"/>
    <w:rsid w:val="00D90FC1"/>
    <w:rsid w:val="00DA0676"/>
    <w:rsid w:val="00DA1840"/>
    <w:rsid w:val="00DA48D6"/>
    <w:rsid w:val="00DA7AE7"/>
    <w:rsid w:val="00DB4775"/>
    <w:rsid w:val="00DB56DC"/>
    <w:rsid w:val="00DB5899"/>
    <w:rsid w:val="00DB6C60"/>
    <w:rsid w:val="00DC54D8"/>
    <w:rsid w:val="00DD0A4C"/>
    <w:rsid w:val="00DD1F43"/>
    <w:rsid w:val="00DD35FE"/>
    <w:rsid w:val="00DD4948"/>
    <w:rsid w:val="00DE5C24"/>
    <w:rsid w:val="00DF08D9"/>
    <w:rsid w:val="00DF1253"/>
    <w:rsid w:val="00DF3DB8"/>
    <w:rsid w:val="00DF4D89"/>
    <w:rsid w:val="00DF6E0C"/>
    <w:rsid w:val="00E01AE6"/>
    <w:rsid w:val="00E03249"/>
    <w:rsid w:val="00E208C7"/>
    <w:rsid w:val="00E23E2B"/>
    <w:rsid w:val="00E27F98"/>
    <w:rsid w:val="00E31E9C"/>
    <w:rsid w:val="00E32C6F"/>
    <w:rsid w:val="00E4148C"/>
    <w:rsid w:val="00E46D9D"/>
    <w:rsid w:val="00E5078E"/>
    <w:rsid w:val="00E54372"/>
    <w:rsid w:val="00E67F1F"/>
    <w:rsid w:val="00E748C4"/>
    <w:rsid w:val="00E83160"/>
    <w:rsid w:val="00E844D7"/>
    <w:rsid w:val="00E92537"/>
    <w:rsid w:val="00EA5C69"/>
    <w:rsid w:val="00EA7EC1"/>
    <w:rsid w:val="00EC07A0"/>
    <w:rsid w:val="00ED11BD"/>
    <w:rsid w:val="00ED3057"/>
    <w:rsid w:val="00ED3C4F"/>
    <w:rsid w:val="00ED41B8"/>
    <w:rsid w:val="00ED5171"/>
    <w:rsid w:val="00EE4663"/>
    <w:rsid w:val="00EE491B"/>
    <w:rsid w:val="00F109D9"/>
    <w:rsid w:val="00F1147F"/>
    <w:rsid w:val="00F2340A"/>
    <w:rsid w:val="00F24CC2"/>
    <w:rsid w:val="00F27137"/>
    <w:rsid w:val="00F42B83"/>
    <w:rsid w:val="00F435D8"/>
    <w:rsid w:val="00F4494B"/>
    <w:rsid w:val="00F46D80"/>
    <w:rsid w:val="00F57DEF"/>
    <w:rsid w:val="00F60D82"/>
    <w:rsid w:val="00F651AD"/>
    <w:rsid w:val="00F85339"/>
    <w:rsid w:val="00F85EC5"/>
    <w:rsid w:val="00F85EF9"/>
    <w:rsid w:val="00FA2A0A"/>
    <w:rsid w:val="00FA69B0"/>
    <w:rsid w:val="00FA69D1"/>
    <w:rsid w:val="00FA7E82"/>
    <w:rsid w:val="00FB1779"/>
    <w:rsid w:val="00FB4470"/>
    <w:rsid w:val="00FC12A8"/>
    <w:rsid w:val="00FC7622"/>
    <w:rsid w:val="00FC78DB"/>
    <w:rsid w:val="00FD03AD"/>
    <w:rsid w:val="00FD0F49"/>
    <w:rsid w:val="00FD1280"/>
    <w:rsid w:val="00FE0198"/>
    <w:rsid w:val="00FF136B"/>
    <w:rsid w:val="00FF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C977C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E208C7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Flietext"/>
    <w:qFormat/>
    <w:rsid w:val="000230AD"/>
    <w:pPr>
      <w:keepNext/>
      <w:numPr>
        <w:numId w:val="4"/>
      </w:numPr>
      <w:spacing w:before="360" w:after="120"/>
      <w:outlineLvl w:val="0"/>
    </w:pPr>
    <w:rPr>
      <w:rFonts w:ascii="ITC Officina Sans Book" w:hAnsi="ITC Officina Sans Book"/>
      <w:sz w:val="28"/>
    </w:rPr>
  </w:style>
  <w:style w:type="paragraph" w:styleId="Kop2">
    <w:name w:val="heading 2"/>
    <w:basedOn w:val="Normaal"/>
    <w:next w:val="Normaal"/>
    <w:qFormat/>
    <w:rsid w:val="000230AD"/>
    <w:pPr>
      <w:keepNext/>
      <w:numPr>
        <w:ilvl w:val="1"/>
        <w:numId w:val="4"/>
      </w:numPr>
      <w:spacing w:before="240" w:after="60"/>
      <w:outlineLvl w:val="1"/>
    </w:pPr>
    <w:rPr>
      <w:sz w:val="24"/>
    </w:rPr>
  </w:style>
  <w:style w:type="paragraph" w:styleId="Kop3">
    <w:name w:val="heading 3"/>
    <w:basedOn w:val="Normaal"/>
    <w:next w:val="Flietext"/>
    <w:qFormat/>
    <w:rsid w:val="000230AD"/>
    <w:pPr>
      <w:keepNext/>
      <w:numPr>
        <w:ilvl w:val="2"/>
        <w:numId w:val="4"/>
      </w:numPr>
      <w:spacing w:before="180"/>
      <w:outlineLvl w:val="2"/>
    </w:pPr>
    <w:rPr>
      <w:rFonts w:ascii="ITC Officina Sans Book" w:hAnsi="ITC Officina Sans Book"/>
    </w:rPr>
  </w:style>
  <w:style w:type="paragraph" w:styleId="Kop4">
    <w:name w:val="heading 4"/>
    <w:basedOn w:val="Normaal"/>
    <w:next w:val="Flietext"/>
    <w:qFormat/>
    <w:rsid w:val="000230AD"/>
    <w:pPr>
      <w:keepNext/>
      <w:numPr>
        <w:ilvl w:val="3"/>
        <w:numId w:val="4"/>
      </w:numPr>
      <w:spacing w:before="120"/>
      <w:outlineLvl w:val="3"/>
    </w:pPr>
  </w:style>
  <w:style w:type="paragraph" w:styleId="Kop5">
    <w:name w:val="heading 5"/>
    <w:basedOn w:val="Normaal"/>
    <w:next w:val="Flietext"/>
    <w:qFormat/>
    <w:rsid w:val="000230AD"/>
    <w:pPr>
      <w:keepNext/>
      <w:numPr>
        <w:ilvl w:val="4"/>
        <w:numId w:val="2"/>
      </w:numPr>
      <w:outlineLvl w:val="4"/>
    </w:pPr>
    <w:rPr>
      <w:snapToGrid w:val="0"/>
      <w:color w:val="000000"/>
      <w:sz w:val="20"/>
    </w:rPr>
  </w:style>
  <w:style w:type="paragraph" w:styleId="Kop6">
    <w:name w:val="heading 6"/>
    <w:basedOn w:val="Normaal"/>
    <w:next w:val="Flietext"/>
    <w:qFormat/>
    <w:rsid w:val="000230AD"/>
    <w:pPr>
      <w:keepNext/>
      <w:numPr>
        <w:ilvl w:val="5"/>
        <w:numId w:val="2"/>
      </w:numPr>
      <w:outlineLvl w:val="5"/>
    </w:pPr>
    <w:rPr>
      <w:sz w:val="18"/>
    </w:rPr>
  </w:style>
  <w:style w:type="paragraph" w:styleId="Kop7">
    <w:name w:val="heading 7"/>
    <w:basedOn w:val="Normaal"/>
    <w:next w:val="Normaal"/>
    <w:qFormat/>
    <w:rsid w:val="000230AD"/>
    <w:pPr>
      <w:keepNext/>
      <w:numPr>
        <w:ilvl w:val="6"/>
        <w:numId w:val="2"/>
      </w:numPr>
      <w:spacing w:before="40" w:after="40"/>
      <w:jc w:val="center"/>
      <w:outlineLvl w:val="6"/>
    </w:pPr>
  </w:style>
  <w:style w:type="paragraph" w:styleId="Kop8">
    <w:name w:val="heading 8"/>
    <w:basedOn w:val="Normaal"/>
    <w:next w:val="Normaal"/>
    <w:qFormat/>
    <w:rsid w:val="000230AD"/>
    <w:pPr>
      <w:keepNext/>
      <w:numPr>
        <w:ilvl w:val="7"/>
        <w:numId w:val="2"/>
      </w:numPr>
      <w:spacing w:before="40" w:after="40"/>
      <w:outlineLvl w:val="7"/>
    </w:pPr>
  </w:style>
  <w:style w:type="paragraph" w:styleId="Kop9">
    <w:name w:val="heading 9"/>
    <w:basedOn w:val="Normaal"/>
    <w:next w:val="Flietext"/>
    <w:qFormat/>
    <w:rsid w:val="000230AD"/>
    <w:pPr>
      <w:keepNext/>
      <w:numPr>
        <w:ilvl w:val="8"/>
        <w:numId w:val="2"/>
      </w:numPr>
      <w:jc w:val="right"/>
      <w:outlineLvl w:val="8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lietext">
    <w:name w:val="Fließtext"/>
    <w:basedOn w:val="Normaal"/>
    <w:link w:val="FlietextChar"/>
    <w:rsid w:val="00486E82"/>
    <w:pPr>
      <w:spacing w:before="120"/>
    </w:pPr>
    <w:rPr>
      <w:lang w:val="de-DE"/>
    </w:rPr>
  </w:style>
  <w:style w:type="character" w:customStyle="1" w:styleId="FlietextChar">
    <w:name w:val="Fließtext Char"/>
    <w:basedOn w:val="Standaardalinea-lettertype"/>
    <w:link w:val="Flietext"/>
    <w:rsid w:val="00486E82"/>
    <w:rPr>
      <w:rFonts w:ascii="ITC Officina Sans Book" w:hAnsi="ITC Officina Sans Book"/>
      <w:sz w:val="22"/>
      <w:lang w:val="de-DE" w:eastAsia="de-DE" w:bidi="ar-SA"/>
    </w:rPr>
  </w:style>
  <w:style w:type="paragraph" w:customStyle="1" w:styleId="ZchnZchn2CharZchnZchnCharZchnZchn">
    <w:name w:val="Zchn Zchn2 Char Zchn Zchn Char Zchn Zchn"/>
    <w:basedOn w:val="Normaal"/>
    <w:rsid w:val="006720EC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basedOn w:val="Standaardalinea-lettertype"/>
    <w:link w:val="Voettekst"/>
    <w:uiPriority w:val="99"/>
    <w:rsid w:val="00046C46"/>
    <w:rPr>
      <w:rFonts w:ascii="ITC Officina Sans Book" w:hAnsi="ITC Officina Sans Book"/>
      <w:color w:val="000000"/>
      <w:sz w:val="22"/>
      <w:lang w:val="de-DE" w:eastAsia="de-DE" w:bidi="ar-SA"/>
    </w:rPr>
  </w:style>
  <w:style w:type="paragraph" w:styleId="Voettekst">
    <w:name w:val="footer"/>
    <w:basedOn w:val="Normaal"/>
    <w:link w:val="VoettekstTeken"/>
    <w:uiPriority w:val="99"/>
    <w:rsid w:val="00046C46"/>
    <w:pPr>
      <w:tabs>
        <w:tab w:val="center" w:pos="4536"/>
        <w:tab w:val="right" w:pos="9072"/>
      </w:tabs>
    </w:pPr>
    <w:rPr>
      <w:color w:val="000000"/>
      <w:lang w:val="de-DE"/>
    </w:rPr>
  </w:style>
  <w:style w:type="paragraph" w:styleId="Voetnoottekst">
    <w:name w:val="footnote text"/>
    <w:basedOn w:val="Normaal"/>
    <w:semiHidden/>
    <w:rPr>
      <w:rFonts w:ascii="ITC Officina Sans Book" w:hAnsi="ITC Officina Sans Book"/>
      <w:sz w:val="18"/>
    </w:rPr>
  </w:style>
  <w:style w:type="character" w:styleId="Voetnootmarkering">
    <w:name w:val="footnote reference"/>
    <w:semiHidden/>
    <w:rPr>
      <w:rFonts w:ascii="OfficinaSans-Book" w:hAnsi="OfficinaSans-Book"/>
      <w:dstrike w:val="0"/>
      <w:vertAlign w:val="superscript"/>
    </w:rPr>
  </w:style>
  <w:style w:type="paragraph" w:styleId="Inhopg1">
    <w:name w:val="toc 1"/>
    <w:basedOn w:val="Normaal"/>
    <w:next w:val="Normaal"/>
    <w:autoRedefine/>
    <w:semiHidden/>
    <w:rsid w:val="00632DF8"/>
    <w:pPr>
      <w:tabs>
        <w:tab w:val="left" w:pos="567"/>
        <w:tab w:val="right" w:leader="dot" w:pos="7371"/>
      </w:tabs>
      <w:spacing w:before="120" w:after="120"/>
      <w:ind w:left="567" w:hanging="567"/>
    </w:pPr>
    <w:rPr>
      <w:noProof/>
      <w:szCs w:val="28"/>
    </w:rPr>
  </w:style>
  <w:style w:type="paragraph" w:styleId="Inhopg2">
    <w:name w:val="toc 2"/>
    <w:basedOn w:val="Normaal"/>
    <w:next w:val="Normaal"/>
    <w:semiHidden/>
    <w:pPr>
      <w:tabs>
        <w:tab w:val="left" w:pos="851"/>
        <w:tab w:val="right" w:leader="dot" w:pos="7371"/>
      </w:tabs>
      <w:spacing w:before="120" w:after="120"/>
      <w:ind w:left="851" w:hanging="851"/>
    </w:pPr>
  </w:style>
  <w:style w:type="paragraph" w:styleId="Inhopg3">
    <w:name w:val="toc 3"/>
    <w:basedOn w:val="Normaal"/>
    <w:next w:val="Normaal"/>
    <w:semiHidden/>
    <w:pPr>
      <w:jc w:val="left"/>
    </w:pPr>
    <w:rPr>
      <w:smallCaps/>
    </w:rPr>
  </w:style>
  <w:style w:type="paragraph" w:styleId="Inhopg4">
    <w:name w:val="toc 4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5">
    <w:name w:val="toc 5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6">
    <w:name w:val="toc 6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7">
    <w:name w:val="toc 7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8">
    <w:name w:val="toc 8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9">
    <w:name w:val="toc 9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Bijschrift">
    <w:name w:val="caption"/>
    <w:basedOn w:val="Normaal"/>
    <w:next w:val="Normaal"/>
    <w:qFormat/>
    <w:pPr>
      <w:jc w:val="right"/>
    </w:pPr>
    <w:rPr>
      <w:rFonts w:ascii="OfficinaSans-BookItalic" w:hAnsi="OfficinaSans-BookItalic"/>
      <w:color w:val="000000"/>
      <w:sz w:val="16"/>
      <w:lang w:val="de-DE"/>
    </w:rPr>
  </w:style>
  <w:style w:type="character" w:styleId="Paginanummer">
    <w:name w:val="page number"/>
    <w:basedOn w:val="Voetnootmarkering"/>
    <w:rsid w:val="00E208C7"/>
    <w:rPr>
      <w:rFonts w:ascii="Arial" w:hAnsi="Arial"/>
      <w:dstrike w:val="0"/>
      <w:sz w:val="22"/>
      <w:vertAlign w:val="baseline"/>
    </w:rPr>
  </w:style>
  <w:style w:type="paragraph" w:styleId="Koptekst">
    <w:name w:val="header"/>
    <w:basedOn w:val="Normaal"/>
    <w:rsid w:val="00046C46"/>
    <w:pPr>
      <w:tabs>
        <w:tab w:val="center" w:pos="4536"/>
        <w:tab w:val="right" w:pos="9072"/>
      </w:tabs>
    </w:pPr>
  </w:style>
  <w:style w:type="paragraph" w:styleId="Lijstmetafbeeldingen">
    <w:name w:val="table of figures"/>
    <w:basedOn w:val="Normaal"/>
    <w:next w:val="Normaal"/>
    <w:semiHidden/>
    <w:pPr>
      <w:ind w:left="403" w:hanging="403"/>
    </w:pPr>
  </w:style>
  <w:style w:type="paragraph" w:styleId="Ballontekst">
    <w:name w:val="Balloon Text"/>
    <w:basedOn w:val="Normaal"/>
    <w:semiHidden/>
    <w:rsid w:val="00BC53C0"/>
    <w:rPr>
      <w:rFonts w:ascii="Tahoma" w:hAnsi="Tahoma" w:cs="Tahoma"/>
      <w:sz w:val="16"/>
      <w:szCs w:val="16"/>
    </w:rPr>
  </w:style>
  <w:style w:type="paragraph" w:customStyle="1" w:styleId="Tabellentextlinksbndig">
    <w:name w:val="Tabellentext linksbündig"/>
    <w:basedOn w:val="Normaal"/>
    <w:rsid w:val="0084200F"/>
    <w:rPr>
      <w:rFonts w:cs="Arial"/>
      <w:sz w:val="18"/>
      <w:szCs w:val="18"/>
      <w:lang w:eastAsia="de-AT"/>
    </w:rPr>
  </w:style>
  <w:style w:type="paragraph" w:customStyle="1" w:styleId="TabellenZahlenrechtsbndig">
    <w:name w:val="Tabellen Zahlen rechtsbündig"/>
    <w:basedOn w:val="Normaal"/>
    <w:rsid w:val="00AD635D"/>
    <w:pPr>
      <w:jc w:val="right"/>
    </w:pPr>
    <w:rPr>
      <w:rFonts w:cs="Arial"/>
      <w:sz w:val="18"/>
      <w:szCs w:val="18"/>
      <w:lang w:eastAsia="de-AT"/>
    </w:rPr>
  </w:style>
  <w:style w:type="paragraph" w:customStyle="1" w:styleId="Tabellentextmittig">
    <w:name w:val="Tabellentext mittig"/>
    <w:basedOn w:val="Normaal"/>
    <w:rsid w:val="00AD635D"/>
    <w:pPr>
      <w:jc w:val="center"/>
    </w:pPr>
    <w:rPr>
      <w:rFonts w:cs="Arial"/>
      <w:sz w:val="18"/>
      <w:szCs w:val="18"/>
      <w:lang w:eastAsia="de-AT"/>
    </w:rPr>
  </w:style>
  <w:style w:type="paragraph" w:styleId="Titel">
    <w:name w:val="Title"/>
    <w:basedOn w:val="Normaal"/>
    <w:next w:val="Subtitel"/>
    <w:qFormat/>
    <w:rsid w:val="00450EAF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paragraph" w:styleId="Subtitel">
    <w:name w:val="Subtitle"/>
    <w:basedOn w:val="Normaal"/>
    <w:next w:val="Flietext"/>
    <w:qFormat/>
    <w:rsid w:val="00450EAF"/>
    <w:pPr>
      <w:spacing w:before="120" w:after="240"/>
      <w:outlineLvl w:val="1"/>
    </w:pPr>
    <w:rPr>
      <w:rFonts w:cs="Arial"/>
      <w:sz w:val="28"/>
      <w:szCs w:val="24"/>
    </w:rPr>
  </w:style>
  <w:style w:type="character" w:customStyle="1" w:styleId="Textkrper1Char">
    <w:name w:val="Textkörper 1 Char"/>
    <w:basedOn w:val="Standaardalinea-lettertype"/>
    <w:link w:val="Textkrper1"/>
    <w:rsid w:val="006720EC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6720EC"/>
    <w:pPr>
      <w:spacing w:before="120"/>
    </w:pPr>
    <w:rPr>
      <w:szCs w:val="22"/>
    </w:rPr>
  </w:style>
  <w:style w:type="table" w:styleId="Tabelraster">
    <w:name w:val="Table Grid"/>
    <w:basedOn w:val="Standaardtabel"/>
    <w:rsid w:val="006720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ttetekst">
    <w:name w:val="Body Text"/>
    <w:aliases w:val="Text normal"/>
    <w:basedOn w:val="Normaal"/>
    <w:rsid w:val="00A65651"/>
    <w:pPr>
      <w:spacing w:before="120"/>
    </w:pPr>
    <w:rPr>
      <w:i/>
    </w:rPr>
  </w:style>
  <w:style w:type="paragraph" w:customStyle="1" w:styleId="ZchnZchnChar">
    <w:name w:val="Zchn Zchn Char"/>
    <w:basedOn w:val="Normaal"/>
    <w:rsid w:val="00CB4DD8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CharZchnZchnCharZchnZchnChar">
    <w:name w:val="Zchn Zchn Char Zchn Zchn Char Zchn Zchn Char"/>
    <w:basedOn w:val="Normaal"/>
    <w:rsid w:val="00AA55F9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2CharZchnZchnCharZchnZchn0">
    <w:name w:val="Zchn Zchn2 Char Zchn Zchn Char Zchn Zchn"/>
    <w:basedOn w:val="Normaal"/>
    <w:rsid w:val="00635466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E208C7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Flietext"/>
    <w:qFormat/>
    <w:rsid w:val="000230AD"/>
    <w:pPr>
      <w:keepNext/>
      <w:numPr>
        <w:numId w:val="4"/>
      </w:numPr>
      <w:spacing w:before="360" w:after="120"/>
      <w:outlineLvl w:val="0"/>
    </w:pPr>
    <w:rPr>
      <w:rFonts w:ascii="ITC Officina Sans Book" w:hAnsi="ITC Officina Sans Book"/>
      <w:sz w:val="28"/>
    </w:rPr>
  </w:style>
  <w:style w:type="paragraph" w:styleId="Kop2">
    <w:name w:val="heading 2"/>
    <w:basedOn w:val="Normaal"/>
    <w:next w:val="Normaal"/>
    <w:qFormat/>
    <w:rsid w:val="000230AD"/>
    <w:pPr>
      <w:keepNext/>
      <w:numPr>
        <w:ilvl w:val="1"/>
        <w:numId w:val="4"/>
      </w:numPr>
      <w:spacing w:before="240" w:after="60"/>
      <w:outlineLvl w:val="1"/>
    </w:pPr>
    <w:rPr>
      <w:sz w:val="24"/>
    </w:rPr>
  </w:style>
  <w:style w:type="paragraph" w:styleId="Kop3">
    <w:name w:val="heading 3"/>
    <w:basedOn w:val="Normaal"/>
    <w:next w:val="Flietext"/>
    <w:qFormat/>
    <w:rsid w:val="000230AD"/>
    <w:pPr>
      <w:keepNext/>
      <w:numPr>
        <w:ilvl w:val="2"/>
        <w:numId w:val="4"/>
      </w:numPr>
      <w:spacing w:before="180"/>
      <w:outlineLvl w:val="2"/>
    </w:pPr>
    <w:rPr>
      <w:rFonts w:ascii="ITC Officina Sans Book" w:hAnsi="ITC Officina Sans Book"/>
    </w:rPr>
  </w:style>
  <w:style w:type="paragraph" w:styleId="Kop4">
    <w:name w:val="heading 4"/>
    <w:basedOn w:val="Normaal"/>
    <w:next w:val="Flietext"/>
    <w:qFormat/>
    <w:rsid w:val="000230AD"/>
    <w:pPr>
      <w:keepNext/>
      <w:numPr>
        <w:ilvl w:val="3"/>
        <w:numId w:val="4"/>
      </w:numPr>
      <w:spacing w:before="120"/>
      <w:outlineLvl w:val="3"/>
    </w:pPr>
  </w:style>
  <w:style w:type="paragraph" w:styleId="Kop5">
    <w:name w:val="heading 5"/>
    <w:basedOn w:val="Normaal"/>
    <w:next w:val="Flietext"/>
    <w:qFormat/>
    <w:rsid w:val="000230AD"/>
    <w:pPr>
      <w:keepNext/>
      <w:numPr>
        <w:ilvl w:val="4"/>
        <w:numId w:val="2"/>
      </w:numPr>
      <w:outlineLvl w:val="4"/>
    </w:pPr>
    <w:rPr>
      <w:snapToGrid w:val="0"/>
      <w:color w:val="000000"/>
      <w:sz w:val="20"/>
    </w:rPr>
  </w:style>
  <w:style w:type="paragraph" w:styleId="Kop6">
    <w:name w:val="heading 6"/>
    <w:basedOn w:val="Normaal"/>
    <w:next w:val="Flietext"/>
    <w:qFormat/>
    <w:rsid w:val="000230AD"/>
    <w:pPr>
      <w:keepNext/>
      <w:numPr>
        <w:ilvl w:val="5"/>
        <w:numId w:val="2"/>
      </w:numPr>
      <w:outlineLvl w:val="5"/>
    </w:pPr>
    <w:rPr>
      <w:sz w:val="18"/>
    </w:rPr>
  </w:style>
  <w:style w:type="paragraph" w:styleId="Kop7">
    <w:name w:val="heading 7"/>
    <w:basedOn w:val="Normaal"/>
    <w:next w:val="Normaal"/>
    <w:qFormat/>
    <w:rsid w:val="000230AD"/>
    <w:pPr>
      <w:keepNext/>
      <w:numPr>
        <w:ilvl w:val="6"/>
        <w:numId w:val="2"/>
      </w:numPr>
      <w:spacing w:before="40" w:after="40"/>
      <w:jc w:val="center"/>
      <w:outlineLvl w:val="6"/>
    </w:pPr>
  </w:style>
  <w:style w:type="paragraph" w:styleId="Kop8">
    <w:name w:val="heading 8"/>
    <w:basedOn w:val="Normaal"/>
    <w:next w:val="Normaal"/>
    <w:qFormat/>
    <w:rsid w:val="000230AD"/>
    <w:pPr>
      <w:keepNext/>
      <w:numPr>
        <w:ilvl w:val="7"/>
        <w:numId w:val="2"/>
      </w:numPr>
      <w:spacing w:before="40" w:after="40"/>
      <w:outlineLvl w:val="7"/>
    </w:pPr>
  </w:style>
  <w:style w:type="paragraph" w:styleId="Kop9">
    <w:name w:val="heading 9"/>
    <w:basedOn w:val="Normaal"/>
    <w:next w:val="Flietext"/>
    <w:qFormat/>
    <w:rsid w:val="000230AD"/>
    <w:pPr>
      <w:keepNext/>
      <w:numPr>
        <w:ilvl w:val="8"/>
        <w:numId w:val="2"/>
      </w:numPr>
      <w:jc w:val="right"/>
      <w:outlineLvl w:val="8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lietext">
    <w:name w:val="Fließtext"/>
    <w:basedOn w:val="Normaal"/>
    <w:link w:val="FlietextChar"/>
    <w:rsid w:val="00486E82"/>
    <w:pPr>
      <w:spacing w:before="120"/>
    </w:pPr>
    <w:rPr>
      <w:lang w:val="de-DE"/>
    </w:rPr>
  </w:style>
  <w:style w:type="character" w:customStyle="1" w:styleId="FlietextChar">
    <w:name w:val="Fließtext Char"/>
    <w:basedOn w:val="Standaardalinea-lettertype"/>
    <w:link w:val="Flietext"/>
    <w:rsid w:val="00486E82"/>
    <w:rPr>
      <w:rFonts w:ascii="ITC Officina Sans Book" w:hAnsi="ITC Officina Sans Book"/>
      <w:sz w:val="22"/>
      <w:lang w:val="de-DE" w:eastAsia="de-DE" w:bidi="ar-SA"/>
    </w:rPr>
  </w:style>
  <w:style w:type="paragraph" w:customStyle="1" w:styleId="ZchnZchn2CharZchnZchnCharZchnZchn">
    <w:name w:val="Zchn Zchn2 Char Zchn Zchn Char Zchn Zchn"/>
    <w:basedOn w:val="Normaal"/>
    <w:rsid w:val="006720EC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basedOn w:val="Standaardalinea-lettertype"/>
    <w:link w:val="Voettekst"/>
    <w:uiPriority w:val="99"/>
    <w:rsid w:val="00046C46"/>
    <w:rPr>
      <w:rFonts w:ascii="ITC Officina Sans Book" w:hAnsi="ITC Officina Sans Book"/>
      <w:color w:val="000000"/>
      <w:sz w:val="22"/>
      <w:lang w:val="de-DE" w:eastAsia="de-DE" w:bidi="ar-SA"/>
    </w:rPr>
  </w:style>
  <w:style w:type="paragraph" w:styleId="Voettekst">
    <w:name w:val="footer"/>
    <w:basedOn w:val="Normaal"/>
    <w:link w:val="VoettekstTeken"/>
    <w:uiPriority w:val="99"/>
    <w:rsid w:val="00046C46"/>
    <w:pPr>
      <w:tabs>
        <w:tab w:val="center" w:pos="4536"/>
        <w:tab w:val="right" w:pos="9072"/>
      </w:tabs>
    </w:pPr>
    <w:rPr>
      <w:color w:val="000000"/>
      <w:lang w:val="de-DE"/>
    </w:rPr>
  </w:style>
  <w:style w:type="paragraph" w:styleId="Voetnoottekst">
    <w:name w:val="footnote text"/>
    <w:basedOn w:val="Normaal"/>
    <w:semiHidden/>
    <w:rPr>
      <w:rFonts w:ascii="ITC Officina Sans Book" w:hAnsi="ITC Officina Sans Book"/>
      <w:sz w:val="18"/>
    </w:rPr>
  </w:style>
  <w:style w:type="character" w:styleId="Voetnootmarkering">
    <w:name w:val="footnote reference"/>
    <w:semiHidden/>
    <w:rPr>
      <w:rFonts w:ascii="OfficinaSans-Book" w:hAnsi="OfficinaSans-Book"/>
      <w:dstrike w:val="0"/>
      <w:vertAlign w:val="superscript"/>
    </w:rPr>
  </w:style>
  <w:style w:type="paragraph" w:styleId="Inhopg1">
    <w:name w:val="toc 1"/>
    <w:basedOn w:val="Normaal"/>
    <w:next w:val="Normaal"/>
    <w:autoRedefine/>
    <w:semiHidden/>
    <w:rsid w:val="00632DF8"/>
    <w:pPr>
      <w:tabs>
        <w:tab w:val="left" w:pos="567"/>
        <w:tab w:val="right" w:leader="dot" w:pos="7371"/>
      </w:tabs>
      <w:spacing w:before="120" w:after="120"/>
      <w:ind w:left="567" w:hanging="567"/>
    </w:pPr>
    <w:rPr>
      <w:noProof/>
      <w:szCs w:val="28"/>
    </w:rPr>
  </w:style>
  <w:style w:type="paragraph" w:styleId="Inhopg2">
    <w:name w:val="toc 2"/>
    <w:basedOn w:val="Normaal"/>
    <w:next w:val="Normaal"/>
    <w:semiHidden/>
    <w:pPr>
      <w:tabs>
        <w:tab w:val="left" w:pos="851"/>
        <w:tab w:val="right" w:leader="dot" w:pos="7371"/>
      </w:tabs>
      <w:spacing w:before="120" w:after="120"/>
      <w:ind w:left="851" w:hanging="851"/>
    </w:pPr>
  </w:style>
  <w:style w:type="paragraph" w:styleId="Inhopg3">
    <w:name w:val="toc 3"/>
    <w:basedOn w:val="Normaal"/>
    <w:next w:val="Normaal"/>
    <w:semiHidden/>
    <w:pPr>
      <w:jc w:val="left"/>
    </w:pPr>
    <w:rPr>
      <w:smallCaps/>
    </w:rPr>
  </w:style>
  <w:style w:type="paragraph" w:styleId="Inhopg4">
    <w:name w:val="toc 4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5">
    <w:name w:val="toc 5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6">
    <w:name w:val="toc 6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7">
    <w:name w:val="toc 7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8">
    <w:name w:val="toc 8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Inhopg9">
    <w:name w:val="toc 9"/>
    <w:basedOn w:val="Normaal"/>
    <w:next w:val="Normaal"/>
    <w:autoRedefine/>
    <w:semiHidden/>
    <w:pPr>
      <w:jc w:val="left"/>
    </w:pPr>
    <w:rPr>
      <w:rFonts w:ascii="Times" w:hAnsi="Times"/>
    </w:rPr>
  </w:style>
  <w:style w:type="paragraph" w:styleId="Bijschrift">
    <w:name w:val="caption"/>
    <w:basedOn w:val="Normaal"/>
    <w:next w:val="Normaal"/>
    <w:qFormat/>
    <w:pPr>
      <w:jc w:val="right"/>
    </w:pPr>
    <w:rPr>
      <w:rFonts w:ascii="OfficinaSans-BookItalic" w:hAnsi="OfficinaSans-BookItalic"/>
      <w:color w:val="000000"/>
      <w:sz w:val="16"/>
      <w:lang w:val="de-DE"/>
    </w:rPr>
  </w:style>
  <w:style w:type="character" w:styleId="Paginanummer">
    <w:name w:val="page number"/>
    <w:basedOn w:val="Voetnootmarkering"/>
    <w:rsid w:val="00E208C7"/>
    <w:rPr>
      <w:rFonts w:ascii="Arial" w:hAnsi="Arial"/>
      <w:dstrike w:val="0"/>
      <w:sz w:val="22"/>
      <w:vertAlign w:val="baseline"/>
    </w:rPr>
  </w:style>
  <w:style w:type="paragraph" w:styleId="Koptekst">
    <w:name w:val="header"/>
    <w:basedOn w:val="Normaal"/>
    <w:rsid w:val="00046C46"/>
    <w:pPr>
      <w:tabs>
        <w:tab w:val="center" w:pos="4536"/>
        <w:tab w:val="right" w:pos="9072"/>
      </w:tabs>
    </w:pPr>
  </w:style>
  <w:style w:type="paragraph" w:styleId="Lijstmetafbeeldingen">
    <w:name w:val="table of figures"/>
    <w:basedOn w:val="Normaal"/>
    <w:next w:val="Normaal"/>
    <w:semiHidden/>
    <w:pPr>
      <w:ind w:left="403" w:hanging="403"/>
    </w:pPr>
  </w:style>
  <w:style w:type="paragraph" w:styleId="Ballontekst">
    <w:name w:val="Balloon Text"/>
    <w:basedOn w:val="Normaal"/>
    <w:semiHidden/>
    <w:rsid w:val="00BC53C0"/>
    <w:rPr>
      <w:rFonts w:ascii="Tahoma" w:hAnsi="Tahoma" w:cs="Tahoma"/>
      <w:sz w:val="16"/>
      <w:szCs w:val="16"/>
    </w:rPr>
  </w:style>
  <w:style w:type="paragraph" w:customStyle="1" w:styleId="Tabellentextlinksbndig">
    <w:name w:val="Tabellentext linksbündig"/>
    <w:basedOn w:val="Normaal"/>
    <w:rsid w:val="0084200F"/>
    <w:rPr>
      <w:rFonts w:cs="Arial"/>
      <w:sz w:val="18"/>
      <w:szCs w:val="18"/>
      <w:lang w:eastAsia="de-AT"/>
    </w:rPr>
  </w:style>
  <w:style w:type="paragraph" w:customStyle="1" w:styleId="TabellenZahlenrechtsbndig">
    <w:name w:val="Tabellen Zahlen rechtsbündig"/>
    <w:basedOn w:val="Normaal"/>
    <w:rsid w:val="00AD635D"/>
    <w:pPr>
      <w:jc w:val="right"/>
    </w:pPr>
    <w:rPr>
      <w:rFonts w:cs="Arial"/>
      <w:sz w:val="18"/>
      <w:szCs w:val="18"/>
      <w:lang w:eastAsia="de-AT"/>
    </w:rPr>
  </w:style>
  <w:style w:type="paragraph" w:customStyle="1" w:styleId="Tabellentextmittig">
    <w:name w:val="Tabellentext mittig"/>
    <w:basedOn w:val="Normaal"/>
    <w:rsid w:val="00AD635D"/>
    <w:pPr>
      <w:jc w:val="center"/>
    </w:pPr>
    <w:rPr>
      <w:rFonts w:cs="Arial"/>
      <w:sz w:val="18"/>
      <w:szCs w:val="18"/>
      <w:lang w:eastAsia="de-AT"/>
    </w:rPr>
  </w:style>
  <w:style w:type="paragraph" w:styleId="Titel">
    <w:name w:val="Title"/>
    <w:basedOn w:val="Normaal"/>
    <w:next w:val="Subtitel"/>
    <w:qFormat/>
    <w:rsid w:val="00450EAF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paragraph" w:styleId="Subtitel">
    <w:name w:val="Subtitle"/>
    <w:basedOn w:val="Normaal"/>
    <w:next w:val="Flietext"/>
    <w:qFormat/>
    <w:rsid w:val="00450EAF"/>
    <w:pPr>
      <w:spacing w:before="120" w:after="240"/>
      <w:outlineLvl w:val="1"/>
    </w:pPr>
    <w:rPr>
      <w:rFonts w:cs="Arial"/>
      <w:sz w:val="28"/>
      <w:szCs w:val="24"/>
    </w:rPr>
  </w:style>
  <w:style w:type="character" w:customStyle="1" w:styleId="Textkrper1Char">
    <w:name w:val="Textkörper 1 Char"/>
    <w:basedOn w:val="Standaardalinea-lettertype"/>
    <w:link w:val="Textkrper1"/>
    <w:rsid w:val="006720EC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6720EC"/>
    <w:pPr>
      <w:spacing w:before="120"/>
    </w:pPr>
    <w:rPr>
      <w:szCs w:val="22"/>
    </w:rPr>
  </w:style>
  <w:style w:type="table" w:styleId="Tabelraster">
    <w:name w:val="Table Grid"/>
    <w:basedOn w:val="Standaardtabel"/>
    <w:rsid w:val="006720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ttetekst">
    <w:name w:val="Body Text"/>
    <w:aliases w:val="Text normal"/>
    <w:basedOn w:val="Normaal"/>
    <w:rsid w:val="00A65651"/>
    <w:pPr>
      <w:spacing w:before="120"/>
    </w:pPr>
    <w:rPr>
      <w:i/>
    </w:rPr>
  </w:style>
  <w:style w:type="paragraph" w:customStyle="1" w:styleId="ZchnZchnChar">
    <w:name w:val="Zchn Zchn Char"/>
    <w:basedOn w:val="Normaal"/>
    <w:rsid w:val="00CB4DD8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CharZchnZchnCharZchnZchnChar">
    <w:name w:val="Zchn Zchn Char Zchn Zchn Char Zchn Zchn Char"/>
    <w:basedOn w:val="Normaal"/>
    <w:rsid w:val="00AA55F9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2CharZchnZchnCharZchnZchn0">
    <w:name w:val="Zchn Zchn2 Char Zchn Zchn Char Zchn Zchn"/>
    <w:basedOn w:val="Normaal"/>
    <w:rsid w:val="00635466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gutknecht.OEIBF\Anwendungsdaten\Microsoft\Vorlagen\&#246;ibf%20Memo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\Dokumente und Einstellungen\gutknecht.OEIBF\Anwendungsdaten\Microsoft\Vorlagen\öibf Memo.dot</Template>
  <TotalTime>0</TotalTime>
  <Pages>4</Pages>
  <Words>865</Words>
  <Characters>4763</Characters>
  <Application>Microsoft Macintosh Word</Application>
  <DocSecurity>0</DocSecurity>
  <Lines>39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</vt:lpstr>
      <vt:lpstr>I</vt:lpstr>
    </vt:vector>
  </TitlesOfParts>
  <Company>OEIBF</Company>
  <LinksUpToDate>false</LinksUpToDate>
  <CharactersWithSpaces>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gutknecht;kikstra</dc:creator>
  <cp:lastModifiedBy>Erik Kaemingk</cp:lastModifiedBy>
  <cp:revision>2</cp:revision>
  <cp:lastPrinted>2008-01-08T10:15:00Z</cp:lastPrinted>
  <dcterms:created xsi:type="dcterms:W3CDTF">2018-08-15T15:30:00Z</dcterms:created>
  <dcterms:modified xsi:type="dcterms:W3CDTF">2018-08-15T15:30:00Z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-1257320280</vt:i4>
  </property>
  <property fmtid="{D5CDD505-2E9C-101B-9397-08002B2CF9AE}" pid="3" name="_EmailSubject">
    <vt:lpwstr>Hier die zweite Sendung der weiteren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